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70D" w:rsidRPr="00154EFF" w:rsidRDefault="0068270D" w:rsidP="0068270D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70D" w:rsidRDefault="0068270D" w:rsidP="006827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8270D" w:rsidRDefault="0068270D" w:rsidP="006827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8270D" w:rsidRDefault="0068270D" w:rsidP="006827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70D" w:rsidRDefault="0068270D" w:rsidP="006827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70D" w:rsidRDefault="0068270D" w:rsidP="006827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70D" w:rsidRDefault="0068270D" w:rsidP="006827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70D" w:rsidRDefault="0068270D" w:rsidP="006827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8270D" w:rsidRDefault="0068270D" w:rsidP="0068270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8270D" w:rsidRDefault="0068270D" w:rsidP="006827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8270D" w:rsidRDefault="0068270D" w:rsidP="006827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8270D" w:rsidRDefault="0068270D" w:rsidP="006827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70D" w:rsidRDefault="0068270D" w:rsidP="006827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8270D" w:rsidRDefault="0068270D" w:rsidP="006827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70D" w:rsidRDefault="0068270D" w:rsidP="006827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8270D" w:rsidRDefault="0068270D" w:rsidP="0068270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8270D" w:rsidRDefault="0068270D" w:rsidP="0068270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№29</w:t>
      </w:r>
    </w:p>
    <w:p w:rsidR="0068270D" w:rsidRPr="008D6F85" w:rsidRDefault="0068270D" w:rsidP="0068270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270D" w:rsidRPr="008D6F85" w:rsidRDefault="0068270D" w:rsidP="0068270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68270D" w:rsidRPr="008D6F85" w:rsidRDefault="0068270D" w:rsidP="0068270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8270D" w:rsidRPr="008D6F85" w:rsidRDefault="0068270D" w:rsidP="0068270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68270D" w:rsidRPr="008D6F85" w:rsidRDefault="0068270D" w:rsidP="0068270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Микитчук</w:t>
      </w:r>
      <w:proofErr w:type="spellEnd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О.В.</w:t>
      </w:r>
    </w:p>
    <w:p w:rsidR="0068270D" w:rsidRPr="008D6F85" w:rsidRDefault="0068270D" w:rsidP="006827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270D" w:rsidRPr="008D6F85" w:rsidRDefault="0068270D" w:rsidP="006827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szCs w:val="24"/>
        </w:rPr>
        <w:t>,186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Микитчук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О.В., 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68270D" w:rsidRPr="008D6F85" w:rsidRDefault="0068270D" w:rsidP="006827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8270D" w:rsidRPr="008D6F85" w:rsidRDefault="0068270D" w:rsidP="006827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Микитчук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Ользі Володимирівні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індивідуального садівництва площею  0,1200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8270D" w:rsidRPr="008D6F85" w:rsidRDefault="0068270D" w:rsidP="006827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Микитчук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Ользі Володимирівні,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яка  зареєстрована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53883">
        <w:rPr>
          <w:rFonts w:ascii="Times New Roman" w:eastAsia="Calibri" w:hAnsi="Times New Roman" w:cs="Times New Roman"/>
          <w:sz w:val="24"/>
          <w:szCs w:val="24"/>
        </w:rPr>
        <w:t>__________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5388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у власність земельну ділянку, площею 0,1200 га, кадастровий номер: 6823986800:03:006:0041, для індивідуального садівництва,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8270D" w:rsidRPr="008D6F85" w:rsidRDefault="0068270D" w:rsidP="006827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Микитчук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68270D" w:rsidRPr="008D6F85" w:rsidRDefault="0068270D" w:rsidP="006827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8270D" w:rsidRPr="008D6F85" w:rsidRDefault="0068270D" w:rsidP="006827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270D" w:rsidRPr="008D6F85" w:rsidRDefault="0068270D" w:rsidP="006827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09BD" w:rsidRPr="0068270D" w:rsidRDefault="0068270D" w:rsidP="0068270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5709BD" w:rsidRPr="0068270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70D"/>
    <w:rsid w:val="00453883"/>
    <w:rsid w:val="005709BD"/>
    <w:rsid w:val="0068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0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82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8270D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0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82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8270D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257</Words>
  <Characters>1466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2022-02-08T06:36:00Z</dcterms:created>
  <dcterms:modified xsi:type="dcterms:W3CDTF">2022-02-08T11:08:00Z</dcterms:modified>
</cp:coreProperties>
</file>