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FD" w:rsidRPr="0066767B" w:rsidRDefault="00DE09FD" w:rsidP="00DE09FD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DE09FD" w:rsidRPr="009F7747" w:rsidRDefault="00DE09FD" w:rsidP="00DE09F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F7747">
        <w:rPr>
          <w:rFonts w:ascii="Calibri" w:eastAsia="Calibri" w:hAnsi="Calibri" w:cs="Times New Roman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A8471A" wp14:editId="26BC9D9E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266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2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5ib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+N4N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WvmJ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HfWMkA&#10;AADeAAAADwAAAGRycy9kb3ducmV2LnhtbESPT0/DMAzF70h8h8hIXKYtpYcCZdmEJpV/B6SNSVyt&#10;xjSFxqmSsJV9enxA4mbrPb/383I9+UEdKKY+sIGrRQGKuA22587A/q2Z34BKGdniEJgM/FCC9er8&#10;bIm1DUfe0mGXOyUhnGo04HIea61T68hjWoSRWLSPED1mWWOnbcSjhPtBl0VRaY89S4PDkTaO2q/d&#10;tzfw2by698316SHObrd0mjUvj8NzZczlxXR/ByrTlP/Nf9dPVvDLshJeeUdm0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QHfW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7ewsYA&#10;AADeAAAADwAAAGRycy9kb3ducmV2LnhtbESPzWrDMBCE74W8g9hCLqWR60JI3CjGhCQUX0x+HmCx&#10;NpaptTKWGjtvXxUKve0ys/PNbvLJduJOg28dK3hbJCCIa6dbbhRcL4fXFQgfkDV2jknBgzzk29nT&#10;BjPtRj7R/RwaEUPYZ6jAhNBnUvrakEW/cD1x1G5usBjiOjRSDzjGcNvJNEmW0mLLkWCwp52h+uv8&#10;bSOkeseqvI2Xw3HCEfel4ZfipNT8eSo+QASawr/57/pTx/ppulzD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7ew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0uMYA&#10;AADeAAAADwAAAGRycy9kb3ducmV2LnhtbESPQUvEQAyF74L/YYjgzZ1adFfqzi6yKojgwVUQb6GT&#10;bYudzDATt/Xfm4PgLSEv771vvZ3DaI6UyxDZweWiAkPcRj9w5+D97fHiBkwRZI9jZHLwQwW2m9OT&#10;NTY+TvxKx710Rk24NOigF0mNtaXtKWBZxESst0PMAUXX3FmfcVLzMNq6qpY24MCa0GOiXU/t1/47&#10;OHiZHtLzanl9SJ/5qrbl3svHTpw7P5vvbsEIzfIv/vt+8lq/rlc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n0u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FEGcYA&#10;AADeAAAADwAAAGRycy9kb3ducmV2LnhtbESPzWrDMBCE74W8g9hCLqWR40IT3CjGhDoUX0J+HmCx&#10;NpaptTKWGjtvHxUKve0ys/PNbvLJduJGg28dK1guEhDEtdMtNwou5/J1DcIHZI2dY1JwJw/5dva0&#10;wUy7kY90O4VGxBD2GSowIfSZlL42ZNEvXE8ctasbLIa4Do3UA44x3HYyTZJ3abHlSDDY085Q/X36&#10;sRFyeMNDdR3P5X7CET8rwy/FUan581R8gAg0hX/z3/WXjvXTdLWE33fiDH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FEG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fPVMMA&#10;AADeAAAADwAAAGRycy9kb3ducmV2LnhtbERPTUsDMRC9C/6HMII3mzVoK2vTIlVBBA9WofQ2bKa7&#10;i5tJSMbu+u+NIPQ2j/c5y/XkB3WklPvAFq5nFSjiJrieWwufH89Xd6CyIDscApOFH8qwXp2fLbF2&#10;YeR3Om6lVSWEc40WOpFYa52bjjzmWYjEhTuE5FEKTK12CccS7gdtqmquPfZcGjqMtOmo+dp+ewtv&#10;41N8XcxvD3GfbozOj052G7H28mJ6uAclNMlJ/O9+cWW+MQsDf++UG/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fPVM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3JsUA&#10;AADeAAAADwAAAGRycy9kb3ducmV2LnhtbERP32vCMBB+H/g/hBP2MmZqZU6qUXQQJmwwdANfj+Zs&#10;i82lJJnt/vtFGOztPr6ft9oMthVX8qFxrGA6yUAQl840XCn4+tSPCxAhIhtsHZOCHwqwWY/uVlgY&#10;1/OBrsdYiRTCoUAFdYxdIWUoa7IYJq4jTtzZeYsxQV9J47FP4baVeZbNpcWGU0ONHb3UVF6O31bB&#10;7qOvZv6h3A3u7fx6etLa6Het1P142C5BRBriv/jPvTdpfp4/z+D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7nc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elrcIA&#10;AADeAAAADwAAAGRycy9kb3ducmV2LnhtbERP3WrCMBS+H/gO4QjezXTFTemMIkpBxm6mPsChOWs6&#10;m5OSxFrf3gjC7s7H93uW68G2oicfGscK3qYZCOLK6YZrBadj+boAESKyxtYxKbhRgPVq9LLEQrsr&#10;/1B/iLVIIRwKVGBi7AopQ2XIYpi6jjhxv85bjAn6WmqP1xRuW5ln2Ye02HBqMNjR1lB1PlysgvIr&#10;/+7PF+1Ltxlmlt7N32JnlJqMh80niEhD/Bc/3Xud5uf5fAa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6W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KycUA&#10;AADeAAAADwAAAGRycy9kb3ducmV2LnhtbERPW2vCMBR+F/YfwhnsZWhqhzo6o+ggTNhgeIG9Hppj&#10;W9aclCSz3b83g4Fv5+O7nuV6sK24kA+NYwXTSQaCuHSm4UrB6ajHzyBCRDbYOiYFvxRgvbobLbEw&#10;ruc9XQ6xEimEQ4EK6hi7QspQ1mQxTFxHnLiz8xZjgr6SxmOfwm0r8yybS4sNp4YaO3qtqfw+/FgF&#10;28++evKP5XZw7+e3r5nWRn9opR7uh80LiEhDvIn/3TuT5uf5YgZ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0r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eQc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l5vl7B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meQ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ulMsIA&#10;AADeAAAADwAAAGRycy9kb3ducmV2LnhtbERP22qDQBB9L/QflinkrVk1zQWTNZSCoXmMyQcM7kQl&#10;7qx1t1H/Plso5G0O5zq7/WhacafeNZYVxPMIBHFpdcOVgss5f9+AcB5ZY2uZFEzkYJ+9vuww1Xbg&#10;E90LX4kQwi5FBbX3XSqlK2sy6Oa2Iw7c1fYGfYB9JXWPQwg3rUyiaCUNNhwaauzoq6byVvwaBR/T&#10;cPgplrco14bi46I7si+XSs3exs8tCE+jf4r/3d86zE+S9Rr+3gk3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K6U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n78UA&#10;AADeAAAADwAAAGRycy9kb3ducmV2LnhtbESPQW/CMAyF75P4D5GRuI10PbDRERACgRAnVmBnqzFt&#10;tcapmgDl3+PDJG623vN7n2eL3jXqRl2oPRv4GCegiAtvay4NnI6b9y9QISJbbDyTgQcFWMwHbzPM&#10;rL/zD93yWCoJ4ZChgSrGNtM6FBU5DGPfEot28Z3DKGtXatvhXcJdo9MkmWiHNUtDhS2tKir+8qsz&#10;cJ38pie+7O0hXz+20/VmGfS5NGY07JffoCL18WX+v95ZwU/TT+GVd2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ifv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yacYA&#10;AADeAAAADwAAAGRycy9kb3ducmV2LnhtbERPTWvCQBC9C/6HZYTedNO0RI2u0hYE9aBU7aG3MTtN&#10;0mZnY3ar6b93BaG3ebzPmc5bU4kzNa60rOBxEIEgzqwuOVdw2C/6IxDOI2usLJOCP3Iwn3U7U0y1&#10;vfA7nXc+FyGEXYoKCu/rVEqXFWTQDWxNHLgv2xj0ATa51A1eQripZBxFiTRYcmgosKa3grKf3a9R&#10;8LEdJePt6+r5e7054pPRp09dJko99NqXCQhPrf8X391LHebH8XAM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Uy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8R8cA&#10;AADeAAAADwAAAGRycy9kb3ducmV2LnhtbESPT2vCQBDF74V+h2UK3urGVCREV/EPVenJ2oLXITtN&#10;QrOzIbtq9NM7h0JvM8yb995vtuhdoy7UhdqzgdEwAUVceFtzaeD76/01AxUissXGMxm4UYDF/Plp&#10;hrn1V/6kyzGWSkw45GigirHNtQ5FRQ7D0LfEcvvxncMoa1dq2+FVzF2j0ySZaIc1S0KFLa0rKn6P&#10;Z2fgPjnhIezS1ebNRrqNs63/OGyNGbz0yymoSH38F/99763UT9NMAARHZt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DfE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wcsQA&#10;AADeAAAADwAAAGRycy9kb3ducmV2LnhtbERPzWrCQBC+C77DMkJvZmOwkqauUkoK3lpjH2DITjfB&#10;7GzMbmPq03cLBW/z8f3Odj/ZTow0+NaxglWSgiCunW7ZKPg8vS1zED4ga+wck4If8rDfzWdbLLS7&#10;8pHGKhgRQ9gXqKAJoS+k9HVDFn3ieuLIfbnBYohwMFIPeI3htpNZmm6kxZZjQ4M9vTZUn6tvq+Di&#10;skc9VSW+n8unj9aY9eV2XCv1sJhenkEEmsJd/O8+6Dg/y/IV/L0Tb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sH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I7sMA&#10;AADeAAAADwAAAGRycy9kb3ducmV2LnhtbERPyW7CMBC9I/EP1iD1VhxSFdIUg1okJK4shx6n9pAE&#10;4nGIDYR+PUaqxG2e3jrTeWdrcaHWV44VjIYJCGLtTMWFgt12+ZqB8AHZYO2YFNzIw3zW700xN+7K&#10;a7psQiFiCPscFZQhNLmUXpdk0Q9dQxy5vWsthgjbQpoWrzHc1jJNkrG0WHFsKLGhRUn6uDlbBavq&#10;l97Hev9hs2+9/vk7hbfJwSj1Mui+PkEE6sJT/O9emTg/TbMUHu/EG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hI7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UosYA&#10;AADeAAAADwAAAGRycy9kb3ducmV2LnhtbERP0WrCQBB8L/gPxwp9qxdTKBo9gxGEllZBLfV1yW1z&#10;obm9kLvG+Pe9guDb7M7OzM4yH2wjeup87VjBdJKAIC6drrlS8HnaPs1A+ICssXFMCq7kIV+NHpaY&#10;aXfhA/XHUIlowj5DBSaENpPSl4Ys+olriSP37TqLIY5dJXWHl2huG5kmyYu0WHNMMNjSxlD5c/y1&#10;CnrcX5OzKXbzt/qjTPfF17uOe/U4HtYLEIGGcD++qV91fD9NZ8/wXydi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UUo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FTTMIA&#10;AADeAAAADwAAAGRycy9kb3ducmV2LnhtbERPTUsDMRC9C/6HMII3mzWIlLVpKULFo64eehw30822&#10;m5klid3VX28Ewds83uesNnMY1Jli6oUt3C4qUMStuJ47C+9vu5slqJSRHQ7CZOGLEmzWlxcrrJ1M&#10;/ErnJneqhHCq0YLPeay1Tq2ngGkhI3HhDhID5gJjp13EqYSHQZuqutcBey4NHkd69NSems9gYXpq&#10;P47msHf+O46ya17kaAax9vpq3j6AyjTnf/Gf+9mV+cYs7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VNM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XmwMUA&#10;AADeAAAADwAAAGRycy9kb3ducmV2LnhtbERP22rCQBB9L/Qflin4VjcNWEN0FesFiliKt/cxOyZp&#10;d2dDdtX4991CoW9zONcZTztrxJVaXztW8NJPQBAXTtdcKjjsV88ZCB+QNRrHpOBOHqaTx4cx5trd&#10;eEvXXShFDGGfo4IqhCaX0hcVWfR91xBH7uxaiyHCtpS6xVsMt0amSfIqLdYcGypsaF5R8b27WAWr&#10;z4X5Sj+2s6MM8+XwZLL122KjVO+pm41ABOrCv/jP/a7j/DTNBv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b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GlI8QA&#10;AADeAAAADwAAAGRycy9kb3ducmV2LnhtbERPTWvCQBC9F/wPywheRDdNqYToKiIULVhoVfA6Zsck&#10;mJ0N2TXGf+8KQm/zeJ8zW3SmEi01rrSs4H0cgSDOrC45V3DYf40SEM4ja6wsk4I7OVjMe28zTLW9&#10;8R+1O5+LEMIuRQWF93UqpcsKMujGtiYO3Nk2Bn2ATS51g7cQbioZR9FEGiw5NBRY06qg7LK7GgXt&#10;7/aUb1pXf1+Sofv8OK3XP/qo1KDfLacgPHX+X/xyb3SYH8fJBJ7vhBv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pS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+pcYA&#10;AADeAAAADwAAAGRycy9kb3ducmV2LnhtbERPTWvCQBC9C/0PyxR6041B2xhdpQqCl4LaHuptzI5J&#10;MDub7m419te7hUJv83ifM1t0phEXcr62rGA4SEAQF1bXXCr4eF/3MxA+IGtsLJOCG3lYzB96M8y1&#10;vfKOLvtQihjCPkcFVQhtLqUvKjLoB7YljtzJOoMhQldK7fAaw00j0yR5lgZrjg0VtrSqqDjvv42C&#10;5SRbfm1H/PazOx7o8Hk8j1OXKPX02L1OQQTqwr/4z73RcX6aZi/w+068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F+pcYAAADeAAAADwAAAAAAAAAAAAAAAACYAgAAZHJz&#10;L2Rvd25yZXYueG1sUEsFBgAAAAAEAAQA9QAAAIsDAAAAAA==&#10;" fillcolor="black" stroked="f"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3k18kA&#10;AADeAAAADwAAAGRycy9kb3ducmV2LnhtbESPS2vDMBCE74X8B7GB3hq5hgbjRglNH1Boesjj0OPG&#10;2tjC1spYauL213cPhdx2mdmZbxer0XfqTEN0gQ3czzJQxFWwjmsDh/3bXQEqJmSLXWAy8EMRVsvJ&#10;zQJLGy68pfMu1UpCOJZooEmpL7WOVUMe4yz0xKKdwuAxyTrU2g54kXDf6TzL5tqjY2losKfnhqp2&#10;9+0NfH3MXbF1lB83v+tXu3lo158vrTG30/HpEVSiMV3N/9fvVvDzvBBeeU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f3k1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sfsQA&#10;AADeAAAADwAAAGRycy9kb3ducmV2LnhtbERPPW/CMBDdK/U/WIfEBg4ZUEgxCFGhdulQStX1FF/j&#10;kPgcbAOBX19XqtTtnt7nLdeD7cSFfGgcK5hNMxDEldMN1woOH7tJASJEZI2dY1JwowDr1ePDEkvt&#10;rvxOl32sRQrhUKICE2NfShkqQxbD1PXEift23mJM0NdSe7ymcNvJPMvm0mLDqcFgT1tDVbs/WwV+&#10;8/Xc3vn82Wb3t1t4OQ6nAo1S49GweQIRaYj/4j/3q07z87xYwO876Qa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jLH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GldccA&#10;AADeAAAADwAAAGRycy9kb3ducmV2LnhtbESPQUsDQQyF70L/wxChF7Gz7kHtttNSBKFgEVr7A+JO&#10;urs4k1l2Yrv115uD4C0hL++9b7keYzBnGnKX2MHDrABDXCffcePg+PF6/wwmC7LHkJgcXCnDejW5&#10;WWLl04X3dD5IY9SEc4UOWpG+sjbXLUXMs9QT6+2Uhoii69BYP+BFzWOwZVE82ogda0KLPb20VH8d&#10;vqODUH6G+dtT3sn1aHfFT5T93bt3bno7bhZghEb5F/99b73WL8u5AiiOzm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xpX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1BtMQA&#10;AADeAAAADwAAAGRycy9kb3ducmV2LnhtbERPPW/CMBDdK/EfrKvUrThkqGiKQRSElIWhKYj1iK9x&#10;hH2OYhdSfn2NhMR2T+/zZovBWXGmPrSeFUzGGQji2uuWGwW7783rFESIyBqtZ1LwRwEW89HTDAvt&#10;L/xF5yo2IoVwKFCBibErpAy1IYdh7DvixP343mFMsG+k7vGSwp2VeZa9SYctpwaDHa0M1afq1ylY&#10;V53Nd6X5DIf99ni05XVDh7VSL8/D8gNEpCE+xHd3qdP8PH+fwO2dd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tQb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t9cMA&#10;AADeAAAADwAAAGRycy9kb3ducmV2LnhtbERPTWvCQBC9F/wPywje6q452Jq6BhEDgqdaPXgbdqdJ&#10;2uxsyK4m/vtuodDbPN7nrIvRteJOfWg8a1jMFQhi423DlYbzR/n8CiJEZIutZ9LwoADFZvK0xtz6&#10;gd/pfoqVSCEcctRQx9jlUgZTk8Mw9x1x4j597zAm2FfS9jikcNfKTKmldNhwaqixo11N5vt0cxq+&#10;Snn0RqG5nC/Dwb5c90tqldaz6bh9AxFpjP/iP/fBpvlZtsrg9510g9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pt9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7CcUA&#10;AADeAAAADwAAAGRycy9kb3ducmV2LnhtbERPS2vCQBC+C/0PyxR6040Rio1uxBYKpcWDphSPY3by&#10;INnZsLtq+u+7gtDbfHzPWW9G04sLOd9aVjCfJSCIS6tbrhV8F+/TJQgfkDX2lknBL3nY5A+TNWba&#10;XnlPl0OoRQxhn6GCJoQhk9KXDRn0MzsQR66yzmCI0NVSO7zGcNPLNEmepcGWY0ODA701VHaHs1Fw&#10;PH9xtVt8bt1r+LFj4bv0tOyUenoctysQgcbwL767P3Scn6YvC7i9E2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jsJ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p2D8YA&#10;AADeAAAADwAAAGRycy9kb3ducmV2LnhtbERPTWvCQBC9F/wPyxR6q5uGVDS6ihEKvRSq9lBvY3ZM&#10;gtnZuLvVtL/eLQje5vE+Z7boTSvO5HxjWcHLMAFBXFrdcKXga/v2PAbhA7LG1jIp+CUPi/ngYYa5&#10;thde03kTKhFD2OeooA6hy6X0ZU0G/dB2xJE7WGcwROgqqR1eYrhpZZokI2mw4dhQY0ermsrj5sco&#10;KCbj4vSZ8cffer+j3ff++Jq6RKmnx345BRGoD3fxzf2u4/w0nWT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p2D8YAAADeAAAADwAAAAAAAAAAAAAAAACYAgAAZHJz&#10;L2Rvd25yZXYueG1sUEsFBgAAAAAEAAQA9QAAAIsDAAAAAA==&#10;" fillcolor="black" stroked="f"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YPsQA&#10;AADeAAAADwAAAGRycy9kb3ducmV2LnhtbERP30vDMBB+F/Y/hBN8c6kVRbtlowyGw6duKnu9NWdT&#10;bC4liVn33xtB8O0+vp+3XE92EIl86B0ruJsXIIhbp3vuFLy/bW+fQISIrHFwTAouFGC9ml0tsdLu&#10;zHtKh9iJHMKhQgUmxrGSMrSGLIa5G4kz9+m8xZih76T2eM7hdpBlUTxKiz3nBoMjbQy1X4dvqyCd&#10;Nk19n47J7F993XnXvHycGqVurqd6ASLSFP/Ff+6dzvPL8vkB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Q2D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4CQMUA&#10;AADeAAAADwAAAGRycy9kb3ducmV2LnhtbERPTWvCQBC9F/wPywi91Y05hBpdpUgrbS/aKNjjkJ1m&#10;Q7OzIbvG1F/vCkJv83ifs1gNthE9db52rGA6SUAQl07XXCk47N+enkH4gKyxcUwK/sjDajl6WGCu&#10;3Zm/qC9CJWII+xwVmBDaXEpfGrLoJ64ljtyP6yyGCLtK6g7PMdw2Mk2STFqsOTYYbGltqPwtTlaB&#10;n65fj5/2Muu/N4a3xYfJdpVR6nE8vMxBBBrCv/juftdxfprOMri9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LgJ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DE09FD" w:rsidRPr="0066767B" w:rsidRDefault="00DE09FD" w:rsidP="00DE09F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F782D4" wp14:editId="2E62BCFC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297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29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9FD" w:rsidRDefault="00DE09FD" w:rsidP="00DE09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B0stYG3&#10;dgAAWFkEAA4AAAAAAAAAAAAAAAAALgIAAGRycy9lMm9Eb2MueG1sUEsBAi0AFAAGAAgAAAAhAN/O&#10;kDDiAAAADQEAAA8AAAAAAAAAAAAAAAAAEXkAAGRycy9kb3ducmV2LnhtbFBLBQYAAAAABAAEAPMA&#10;AAAg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d3MUA&#10;AADeAAAADwAAAGRycy9kb3ducmV2LnhtbESPT4vCQAzF7wt+hyGCt3VqhVWro4jo4kEQ/91DJ7bF&#10;TqZ0Ru1++81hYW8J7+W9XxarztXqRW2oPBsYDRNQxLm3FRcGrpfd5xRUiMgWa89k4IcCrJa9jwVm&#10;1r/5RK9zLJSEcMjQQBljk2kd8pIchqFviEW7+9ZhlLUttG3xLeGu1mmSfGmHFUtDiQ1tSsof56cz&#10;4Mff+8OtSE/jLU8ir4/T+607GDPod+s5qEhd/Df/Xe+t4KfpTHjlHZ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B3c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K5McA&#10;AADeAAAADwAAAGRycy9kb3ducmV2LnhtbERPS2sCMRC+C/0PYQpepGa7B+1ujVKE7cODoC30Omym&#10;m203kyWJuvXXNwXB23x8z1msBtuJI/nQOlZwP81AENdOt9wo+Hiv7h5AhIissXNMCn4pwGp5M1pg&#10;qd2Jd3Tcx0akEA4lKjAx9qWUoTZkMUxdT5y4L+ctxgR9I7XHUwq3ncyzbCYttpwaDPa0NlT/7A9W&#10;wXe1NZ/r+fnZT4odnSfV5qV7myk1vh2eHkFEGuJVfHG/6jQ/z4sC/t9JN8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YCu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dYsQA&#10;AADeAAAADwAAAGRycy9kb3ducmV2LnhtbESPQYvCMBCF7wv+hzCCl2VNV0GkaxQRFfEi6v6AoRmb&#10;ss2kNFlb/71zELzNMO+9b95i1fta3amNVWAD3+MMFHERbMWlgd/r7msOKiZki3VgMvCgCKvl4GOB&#10;uQ0dn+l+SaWSEI45GnApNbnWsXDkMY5DQyy3W2g9JlnbUtsWOwn3tZ5k2Ux7rFgIDhvaOCr+Lv9e&#10;IKcpno637rrb99jh9uj4c302ZjTs1z+gEvXpLX65D1ben0wzKSB1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nW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tw8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y5ti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Lc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mjsYA&#10;AADeAAAADwAAAGRycy9kb3ducmV2LnhtbESPwWrDMBBE74H+g9hAL6GRY0MpruUQSlyKLyFJP2Cx&#10;NpaJtTKWart/XxUKve0ys/Nmi/1iezHR6DvHCnbbBARx43THrYLPa/X0AsIHZI29Y1LwTR725cOq&#10;wFy7mc80XUIrYgj7HBWYEIZcSt8Ysui3biCO2s2NFkNcx1bqEecYbnuZJsmztNhxJBgc6M1Qc798&#10;2Qg5ZXiqb/O1el9wxmNteHM4K/W4Xg6vIAIt4d/8d/2hY/00S1L4fSfOI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Sm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WL8QA&#10;AADeAAAADwAAAGRycy9kb3ducmV2LnhtbERPTUsDMRC9C/6HMIK3NutWq2ybFqkKIniwFoq3YTPd&#10;XbqZhGTsrv/eCAVv83ifs1yPrlcniqnzbOBmWoAirr3tuDGw+3yZPIBKgmyx90wGfijBenV5scTK&#10;+oE/6LSVRuUQThUaaEVCpXWqW3KYpj4QZ+7go0PJMDbaRhxyuOt1WRRz7bDj3NBioE1L9XH77Qy8&#10;D8/h7X5+dwhf8bbU6cnKfiPGXF+NjwtQQqP8i8/uV5vnl7Ni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MFi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Tss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/mSaze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4JO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81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z8JVvB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x81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oXsQA&#10;AADeAAAADwAAAGRycy9kb3ducmV2LnhtbERP32vCMBB+H/g/hBN8GZpOmUg1ig7CBg7GVPD1aM62&#10;2FxKEm333y/CYG/38f281aa3jbiTD7VjBS+TDARx4UzNpYLTUY8XIEJENtg4JgU/FGCzHjytMDeu&#10;42+6H2IpUgiHHBVUMba5lKGoyGKYuJY4cRfnLcYEfSmNxy6F20ZOs2wuLdacGips6a2i4nq4WQW7&#10;r66c+edi17v95f38qrXRn1qp0bDfLkFE6uO/+M/9YdL86Sybw+O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qF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HOs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p/Pszf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JHO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NoMQA&#10;AADeAAAADwAAAGRycy9kb3ducmV2LnhtbESPzW7CQAyE70h9h5Ur9UZ2+auqlAWhSlTlSOABrKyb&#10;RGS9Ibsl4e3rAxI3WzOe+bzejr5VN+pjE9jCLDOgiMvgGq4snE/76QeomJAdtoHJwp0ibDcvkzXm&#10;Lgx8pFuRKiUhHHO0UKfU5VrHsiaPMQsdsWi/ofeYZO0r7XocJNy3em7Mu/bYsDTU2NFXTeWl+PMW&#10;lvfh+1qsLmbvPM0Oi+7AqVxZ+/Y67j5BJRrT0/y4/nGCP18Y4ZV3ZAa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TTa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3+lMEA&#10;AADeAAAADwAAAGRycy9kb3ducmV2LnhtbERPy6rCMBDdX/AfwgjurqkV5FqNIooirrz1sR6asS02&#10;k9JErX9vBMHdHM5zpvPWVOJOjSstKxj0IxDEmdUl5wqOh/XvHwjnkTVWlknBkxzMZ52fKSbaPvif&#10;7qnPRQhhl6CCwvs6kdJlBRl0fVsTB+5iG4M+wCaXusFHCDeVjKNoJA2WHBoKrGlZUHZNb0bBbXSO&#10;j3zZ6X26em7Gq/XCyVOuVK/bLiYgPLX+K/64tzrMj4fR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d/p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xyckA&#10;AADeAAAADwAAAGRycy9kb3ducmV2LnhtbESPT0/CQBDF7yZ+h82YeJMtYBqoLARMTJSDhH8Hb2N3&#10;bAvd2dpdoXx75mDCbSbz5r33m8w6V6sTtaHybKDfS0AR595WXBjYbd+eRqBCRLZYeyYDFwowm97f&#10;TTCz/sxrOm1iocSEQ4YGyhibTOuQl+Qw9HxDLLcf3zqMsraFti2exdzVepAkqXZYsSSU2NBrSflx&#10;8+cM7FejdLxafDwflp/fOHT298tWqTGPD938BVSkLt7E/9/vVuoPhn0BEByZQU+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JFxy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DxsQA&#10;AADeAAAADwAAAGRycy9kb3ducmV2LnhtbERPTWvCQBC9C/0PyxR6M5vEIhKzSluplZ6sLfQ6ZMck&#10;NDsbsmsS/fWuUPA2j/c5+Xo0jeipc7VlBUkUgyAurK65VPDz/T5dgHAeWWNjmRScycF69TDJMdN2&#10;4C/qD74UIYRdhgoq79tMSldUZNBFtiUO3NF2Bn2AXSl1h0MIN41M43guDdYcGips6a2i4u9wMgou&#10;81/cu4/0dTPTns7Pi6393G+VenocX5YgPI3+Lv5373SYn86SBG7vhBv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kQ8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0H8QA&#10;AADeAAAADwAAAGRycy9kb3ducmV2LnhtbERPzWrCQBC+C32HZYTezMZUS41ZpRQL3qppH2DIjpuQ&#10;7GzMbjX16buFgrf5+H6n2I62ExcafONYwTxJQRBXTjdsFHx9vs9eQPiArLFzTAp+yMN28zApMNfu&#10;yke6lMGIGMI+RwV1CH0upa9qsugT1xNH7uQGiyHCwUg94DWG205mafosLTYcG2rs6a2mqi2/rYKz&#10;y5Z6LHf40e5Wh8aYxfl2XCj1OB1f1yACjeEu/nfvdZyfPc0z+Hsn3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tB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93b8QA&#10;AADeAAAADwAAAGRycy9kb3ducmV2LnhtbERPyW7CMBC9V+o/WFOpt+JABISAQVCpEleWA8fBHpK0&#10;8TjEBlK+HiNV6m2e3jqzRWdrcaXWV44V9HsJCGLtTMWFgv3u6yMD4QOywdoxKfglD4v568sMc+Nu&#10;vKHrNhQihrDPUUEZQpNL6XVJFn3PNcSRO7nWYoiwLaRp8RbDbS0HSTKSFiuODSU29FmS/tlerIJ1&#10;daThSJ8mNlvpzeF+Dun42yj1/tYtpyACdeFf/Odemzh/kPZTeL4Tb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/d2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cWzMYA&#10;AADeAAAADwAAAGRycy9kb3ducmV2LnhtbERP0WrCQBB8L/gPxwp9ay6mIjZ6Si0UKlWhtujrkltz&#10;obm9kLvG+Pc9QfBtdmdnZme+7G0tOmp95VjBKElBEBdOV1wq+Pl+f5qC8AFZY+2YFFzIw3IxeJhj&#10;rt2Zv6jbh1JEE/Y5KjAhNLmUvjBk0SeuIY7cybUWQxzbUuoWz9Hc1jJL04m0WHFMMNjQm6Hid/9n&#10;FXS4u6RHs9q+rKtNke1Wh08d9+px2L/OQATqw/34pv7Q8f3seTS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cWz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szc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l+ul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Zsz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ircUA&#10;AADeAAAADwAAAGRycy9kb3ducmV2LnhtbERP22oCMRB9L/QfwhT6VrNuQWU1itUKRSzi7X3cjLvb&#10;JpNlk+r690Yo+DaHc53RpLVGnKnxlWMF3U4Cgjh3uuJCwX63eBuA8AFZo3FMCq7kYTJ+fhphpt2F&#10;N3TehkLEEPYZKihDqDMpfV6SRd9xNXHkTq6xGCJsCqkbvMRwa2SaJD1pseLYUGJNs5Ly3+2fVbBY&#10;z81P+r2ZHmSYffaPZrD8mK+Uen1pp0MQgdrwEP+7v3Scn753e3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OK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aaosYA&#10;AADeAAAADwAAAGRycy9kb3ducmV2LnhtbERP22rCQBB9L/Qflin0RXSTSFVS11AEUaGFeoG+jtlp&#10;EpKdDdltjH/fLQh9m8O5zjIbTCN66lxlWUE8iUAQ51ZXXCg4nzbjBQjnkTU2lknBjRxkq8eHJaba&#10;XvlA/dEXIoSwS1FB6X2bSunykgy6iW2JA/dtO4M+wK6QusNrCDeNTKJoJg1WHBpKbGldUl4ff4yC&#10;/vP9Uux61+7rxci9TC/b7Yf+Uur5aXh7BeFp8P/iu3unw/xkGs/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aao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wzckA&#10;AADeAAAADwAAAGRycy9kb3ducmV2LnhtbESPQU/CQBCF7yT+h82YeIMtFQ1WFiIkJlxMBD3IbeiO&#10;bUN3tuyuUP31zoGE20zem/e+mS1616oThdh4NjAeZaCIS28brgx8frwOp6BiQrbYeiYDvxRhMb8Z&#10;zLCw/swbOm1TpSSEY4EG6pS6QutY1uQwjnxHLNq3Dw6TrKHSNuBZwl2r8yx71A4bloYaO1rVVB62&#10;P87A8mm6PL5P+O1vs9/R7mt/eMhDZszdbf/yDCpRn67my/XaCn5+PxZeeU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tVwzckAAADeAAAADwAAAAAAAAAAAAAAAACYAgAA&#10;ZHJzL2Rvd25yZXYueG1sUEsFBgAAAAAEAAQA9QAAAI4DAAAAAA==&#10;" fillcolor="black" stroked="f"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bVsYA&#10;AADeAAAADwAAAGRycy9kb3ducmV2LnhtbERPS2vCQBC+F/wPyxR6qxtTKpq6ivYBgnrwcfA4zU6T&#10;JdnZkN1q7K/vCoK3+fieM5l1thYnar1xrGDQT0AQ504bLhQc9l/PIxA+IGusHZOCC3mYTXsPE8y0&#10;O/OWTrtQiBjCPkMFZQhNJqXPS7Lo+64hjtyPay2GCNtC6hbPMdzWMk2SobRoODaU2NB7SXm1+7UK&#10;jquhGW0Npd/rv8WnXr9Wi81HpdTTYzd/AxGoC3fxzb3UcX76MhjD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rbV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7VRMcA&#10;AADeAAAADwAAAGRycy9kb3ducmV2LnhtbESPQU/DMAyF70j7D5EncWMpRZqmsmyaQAguHDZAXK3G&#10;a7o2Tkmyrduvxwckbrb8/N77luvR9+pEMbWBDdzPClDEdbAtNwY+P17uFqBSRrbYByYDF0qwXk1u&#10;lljZcOYtnXa5UWLCqUIDLueh0jrVjjymWRiI5bYP0WOWNTbaRjyLue91WRRz7bFlSXA40JOjutsd&#10;vYG4+X7urnz86orr+yW9HsafBTpjbqfj5hFUpjH/i/++36zULx9K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e1U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GlMQA&#10;AADeAAAADwAAAGRycy9kb3ducmV2LnhtbERP22rCQBB9L/gPywh9KXVjBG1TVxFBKFQErR8wzU6T&#10;0N3ZkB019uvdQsG3OZzrzJe9d+pMXWwCGxiPMlDEZbANVwaOn5vnF1BRkC26wGTgShGWi8HDHAsb&#10;Lryn80EqlUI4FmigFmkLrWNZk8c4Ci1x4r5D51ES7CptO7ykcO90nmVT7bHh1FBjS+uayp/DyRtw&#10;+Zd7/ZjFrVyPepv9etk/7awxj8N+9QZKqJe7+N/9btP8fJKP4e+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jxp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ZucQA&#10;AADeAAAADwAAAGRycy9kb3ducmV2LnhtbERPz0vDMBS+C/4P4QneXGoGIl2zoY5BLx6sG7u+Ns+m&#10;mLyUJtuqf70RBG/v4/v5qs3snTjTFIfAGu4XBQjiLpiBew37993dI4iYkA26wKThiyJs1tdXFZYm&#10;XPiNzk3qRQ7hWKIGm9JYShk7Sx7jIozEmfsIk8eU4dRLM+Elh3snVVE8SI8D5waLI71Y6j6bk9ew&#10;bUan9rV9jsfDa9u6+ntHx63Wtzfz0wpEojn9i//ctcnz1VIp+H0n3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hGb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OFMIA&#10;AADeAAAADwAAAGRycy9kb3ducmV2LnhtbERPTYvCMBC9L/gfwgje1sQKrlSjiKwgeFpXD96GZGyr&#10;zaQ0WVv/vVlY2Ns83ucs172rxYPaUHnWMBkrEMTG24oLDafv3fscRIjIFmvPpOFJAdarwdsSc+s7&#10;/qLHMRYihXDIUUMZY5NLGUxJDsPYN8SJu/rWYUywLaRtsUvhrpaZUjPpsOLUUGJD25LM/fjjNNx2&#10;8uCNQnM+nbu9/bh8zqhWWo+G/WYBIlIf/8V/7r1N87NpNoXfd9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KA4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lB8QA&#10;AADeAAAADwAAAGRycy9kb3ducmV2LnhtbERPTWvCQBC9F/wPywje6sZYikQ3QQsFsfRQLeJxzI5J&#10;SHY27K4a/323UOhtHu9zVsVgOnEj5xvLCmbTBARxaXXDlYLvw/vzAoQPyBo7y6TgQR6KfPS0wkzb&#10;O3/RbR8qEUPYZ6igDqHPpPRlTQb91PbEkbtYZzBE6CqpHd5juOlkmiSv0mDDsaHGnt5qKtv91Sg4&#10;XT/48jnfrd0mHO1w8G16XrRKTcbDegki0BD+xX/urY7z03n6Ar/vxBt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pZQ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V7sYA&#10;AADeAAAADwAAAGRycy9kb3ducmV2LnhtbERPS2sCMRC+F/ofwgjeata1iq5GqQWhl0J9HPQ2bsbd&#10;xc1km0Td9tc3QsHbfHzPmS1aU4srOV9ZVtDvJSCIc6srLhTstquXMQgfkDXWlknBD3lYzJ+fZphp&#10;e+M1XTehEDGEfYYKyhCaTEqfl2TQ92xDHLmTdQZDhK6Q2uEthptapkkykgYrjg0lNvReUn7eXIyC&#10;5WS8/P565c/f9fFAh/3xPExdolS3075NQQRqw0P87/7QcX46SIdwfyfe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gV7sYAAADeAAAADwAAAAAAAAAAAAAAAACYAgAAZHJz&#10;L2Rvd25yZXYueG1sUEsFBgAAAAAEAAQA9QAAAIsDAAAAAA==&#10;" fillcolor="black" stroked="f"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AM8MA&#10;AADeAAAADwAAAGRycy9kb3ducmV2LnhtbERP30vDMBB+F/Y/hBv45tJ1MKQuG2UwFJ+6qfh6a86m&#10;2FxKErP63y8Dwbf7+H7eZjfZQSTyoXesYLkoQBC3TvfcKXh/Ozw8gggRWePgmBT8UoDddna3wUq7&#10;Cx8pnWIncgiHChWYGMdKytAashgWbiTO3JfzFmOGvpPa4yWH20GWRbGWFnvODQZH2htqv08/VkE6&#10;75t6lT6TOb76uvOuef44N0rdz6f6CUSkKf6L/9wvOs8vV+Uabu/kG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yAM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hocUA&#10;AADeAAAADwAAAGRycy9kb3ducmV2LnhtbERPTWvCQBC9C/0PyxS81Y0RrE1dRaQt2os2Cu1xyE6z&#10;wexsyG5j9Nd3CwVv83ifM1/2thYdtb5yrGA8SkAQF05XXCo4Hl4fZiB8QNZYOyYFF/KwXNwN5php&#10;d+YP6vJQihjCPkMFJoQmk9IXhiz6kWuII/ftWoshwraUusVzDLe1TJNkKi1WHBsMNrQ2VJzyH6vA&#10;j9cvn+/2+tR9vRne5Vsz3ZdGqeF9v3oGEagPN/G/e6Pj/HSSPs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GG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09FD" w:rsidRDefault="00DE09FD" w:rsidP="00DE09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E09FD" w:rsidRPr="0066767B" w:rsidRDefault="00DE09FD" w:rsidP="00DE09FD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DE09FD" w:rsidRPr="0066767B" w:rsidRDefault="00DE09FD" w:rsidP="00DE09FD">
      <w:pPr>
        <w:spacing w:after="0" w:line="240" w:lineRule="auto"/>
        <w:rPr>
          <w:rFonts w:ascii="Times New Roman" w:eastAsia="Calibri" w:hAnsi="Times New Roman" w:cs="Times New Roman"/>
        </w:rPr>
      </w:pPr>
    </w:p>
    <w:p w:rsidR="00DE09FD" w:rsidRDefault="00DE09FD" w:rsidP="00DE09FD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DE09FD" w:rsidRDefault="00DE09FD" w:rsidP="00DE09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E09FD" w:rsidRDefault="00DE09FD" w:rsidP="00DE09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Яцюк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Т.А.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Т.А.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E09FD" w:rsidRPr="00717B0B" w:rsidRDefault="00DE09FD" w:rsidP="00DE09F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Тетяні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Ананіфївні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,  яка  зареєстрована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445D96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</w:t>
      </w:r>
      <w:r>
        <w:rPr>
          <w:rFonts w:ascii="Times New Roman" w:eastAsia="Calibri" w:hAnsi="Times New Roman" w:cs="Times New Roman"/>
          <w:sz w:val="24"/>
          <w:lang w:val="uk-UA"/>
        </w:rPr>
        <w:t>,0596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320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DE09FD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Т.А.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DE09FD" w:rsidRPr="00717B0B" w:rsidRDefault="00DE09FD" w:rsidP="00DE09F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E09FD" w:rsidRPr="00717B0B" w:rsidRDefault="00DE09FD" w:rsidP="00DE09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BF24F7" w:rsidRPr="00DE09FD" w:rsidRDefault="00DE09FD" w:rsidP="00DE09F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BF24F7" w:rsidRPr="00DE09F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74" w:rsidRDefault="003E3D74">
      <w:pPr>
        <w:spacing w:after="0" w:line="240" w:lineRule="auto"/>
      </w:pPr>
      <w:r>
        <w:separator/>
      </w:r>
    </w:p>
  </w:endnote>
  <w:endnote w:type="continuationSeparator" w:id="0">
    <w:p w:rsidR="003E3D74" w:rsidRDefault="003E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74" w:rsidRDefault="003E3D74">
      <w:pPr>
        <w:spacing w:after="0" w:line="240" w:lineRule="auto"/>
      </w:pPr>
      <w:r>
        <w:separator/>
      </w:r>
    </w:p>
  </w:footnote>
  <w:footnote w:type="continuationSeparator" w:id="0">
    <w:p w:rsidR="003E3D74" w:rsidRDefault="003E3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FD"/>
    <w:rsid w:val="00211323"/>
    <w:rsid w:val="003E3D74"/>
    <w:rsid w:val="00445D96"/>
    <w:rsid w:val="00BF24F7"/>
    <w:rsid w:val="00D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F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F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2021-01-18T12:07:00Z</dcterms:created>
  <dcterms:modified xsi:type="dcterms:W3CDTF">2021-01-18T12:29:00Z</dcterms:modified>
</cp:coreProperties>
</file>