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14A" w:rsidRPr="00154EFF" w:rsidRDefault="00F0014A" w:rsidP="00F0014A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014A" w:rsidRDefault="00F0014A" w:rsidP="00F001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014A" w:rsidRDefault="00F0014A" w:rsidP="00F001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014A" w:rsidRDefault="00F0014A" w:rsidP="00F001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014A" w:rsidRDefault="00F0014A" w:rsidP="00F001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014A" w:rsidRDefault="00F0014A" w:rsidP="00F001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014A" w:rsidRDefault="00F0014A" w:rsidP="00F001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014A" w:rsidRDefault="00F0014A" w:rsidP="00F001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014A" w:rsidRDefault="00F0014A" w:rsidP="00F001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014A" w:rsidRDefault="00F0014A" w:rsidP="00F001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014A" w:rsidRDefault="00F0014A" w:rsidP="00F001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014A" w:rsidRDefault="00F0014A" w:rsidP="00F001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014A" w:rsidRDefault="00F0014A" w:rsidP="00F001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014A" w:rsidRDefault="00F0014A" w:rsidP="00F001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014A" w:rsidRDefault="00F0014A" w:rsidP="00F001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014A" w:rsidRDefault="00F0014A" w:rsidP="00F001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014A" w:rsidRDefault="00F0014A" w:rsidP="00F001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014A" w:rsidRDefault="00F0014A" w:rsidP="00F001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014A" w:rsidRDefault="00F0014A" w:rsidP="00F001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014A" w:rsidRDefault="00F0014A" w:rsidP="00F001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014A" w:rsidRDefault="00F0014A" w:rsidP="00F001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014A" w:rsidRDefault="00F0014A" w:rsidP="00F001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014A" w:rsidRDefault="00F0014A" w:rsidP="00F001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014A" w:rsidRDefault="00F0014A" w:rsidP="00F001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014A" w:rsidRDefault="00F0014A" w:rsidP="00F001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014A" w:rsidRDefault="00F0014A" w:rsidP="00F001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014A" w:rsidRDefault="00F0014A" w:rsidP="00F001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014A" w:rsidRDefault="00F0014A" w:rsidP="00F001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014A" w:rsidRDefault="00F0014A" w:rsidP="00F001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014A" w:rsidRDefault="00F0014A" w:rsidP="00F001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014A" w:rsidRDefault="00F0014A" w:rsidP="00F001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0014A" w:rsidRDefault="00F0014A" w:rsidP="00F001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0014A" w:rsidRDefault="00F0014A" w:rsidP="00F001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0014A" w:rsidRDefault="00F0014A" w:rsidP="00F001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0014A" w:rsidRDefault="00F0014A" w:rsidP="00F001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0014A" w:rsidRDefault="00F0014A" w:rsidP="00F001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0014A" w:rsidRDefault="00F0014A" w:rsidP="00F001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0014A" w:rsidRDefault="00F0014A" w:rsidP="00F001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0014A" w:rsidRDefault="00F0014A" w:rsidP="00F001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0014A" w:rsidRDefault="00F0014A" w:rsidP="00F001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0014A" w:rsidRDefault="00F0014A" w:rsidP="00F001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0014A" w:rsidRDefault="00F0014A" w:rsidP="00F001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0014A" w:rsidRDefault="00F0014A" w:rsidP="00F001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0014A" w:rsidRDefault="00F0014A" w:rsidP="00F001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0014A" w:rsidRDefault="00F0014A" w:rsidP="00F001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0014A" w:rsidRDefault="00F0014A" w:rsidP="00F001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0014A" w:rsidRDefault="00F0014A" w:rsidP="00F001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0014A" w:rsidRDefault="00F0014A" w:rsidP="00F001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0014A" w:rsidRDefault="00F0014A" w:rsidP="00F001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0014A" w:rsidRDefault="00F0014A" w:rsidP="00F001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0014A" w:rsidRDefault="00F0014A" w:rsidP="00F001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F0014A" w:rsidRDefault="00F0014A" w:rsidP="00F001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0014A" w:rsidRDefault="00F0014A" w:rsidP="00F001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0014A" w:rsidRDefault="00F0014A" w:rsidP="00F001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0014A" w:rsidRDefault="00F0014A" w:rsidP="00F001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0014A" w:rsidRDefault="00F0014A" w:rsidP="00F001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0014A" w:rsidRDefault="00F0014A" w:rsidP="00F001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0014A" w:rsidRDefault="00F0014A" w:rsidP="00F001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F0014A" w:rsidRDefault="00F0014A" w:rsidP="00F001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0014A" w:rsidRDefault="00F0014A" w:rsidP="00F001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0014A" w:rsidRDefault="00F0014A" w:rsidP="00F001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0014A" w:rsidRDefault="00F0014A" w:rsidP="00F001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0014A" w:rsidRDefault="00F0014A" w:rsidP="00F001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0014A" w:rsidRDefault="00F0014A" w:rsidP="00F001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0014A" w:rsidRDefault="00F0014A" w:rsidP="00F001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0014A" w:rsidRDefault="00F0014A" w:rsidP="00F001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0014A" w:rsidRDefault="00F0014A" w:rsidP="00F0014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0014A" w:rsidRDefault="00F0014A" w:rsidP="00F001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F0014A" w:rsidRDefault="00F0014A" w:rsidP="00F001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0014A" w:rsidRDefault="00F0014A" w:rsidP="00F001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0014A" w:rsidRDefault="00F0014A" w:rsidP="00F001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F0014A" w:rsidRDefault="00F0014A" w:rsidP="00F001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0014A" w:rsidRDefault="00F0014A" w:rsidP="00F001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F0014A" w:rsidRDefault="00F0014A" w:rsidP="00F0014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0014A" w:rsidRDefault="00F0014A" w:rsidP="00F0014A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№46</w:t>
      </w:r>
    </w:p>
    <w:p w:rsidR="00F0014A" w:rsidRPr="008E3616" w:rsidRDefault="00F0014A" w:rsidP="00F0014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0014A" w:rsidRPr="008E3616" w:rsidRDefault="00F0014A" w:rsidP="00F0014A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Про </w:t>
      </w:r>
      <w:proofErr w:type="spellStart"/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>дозволу</w:t>
      </w:r>
      <w:proofErr w:type="spellEnd"/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на </w:t>
      </w:r>
      <w:proofErr w:type="spellStart"/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>розробку</w:t>
      </w:r>
      <w:proofErr w:type="spellEnd"/>
    </w:p>
    <w:p w:rsidR="00F0014A" w:rsidRPr="008E3616" w:rsidRDefault="00F0014A" w:rsidP="00F0014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>п</w:t>
      </w:r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>щодо</w:t>
      </w:r>
      <w:proofErr w:type="spellEnd"/>
    </w:p>
    <w:p w:rsidR="00F0014A" w:rsidRPr="008E3616" w:rsidRDefault="00F0014A" w:rsidP="00F0014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proofErr w:type="spellStart"/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>ділянки</w:t>
      </w:r>
      <w:proofErr w:type="spellEnd"/>
    </w:p>
    <w:p w:rsidR="00F0014A" w:rsidRPr="008E3616" w:rsidRDefault="00F0014A" w:rsidP="00F0014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8E361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Колежнюку</w:t>
      </w:r>
      <w:proofErr w:type="spellEnd"/>
      <w:r w:rsidRPr="008E361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В.В.</w:t>
      </w:r>
    </w:p>
    <w:p w:rsidR="00F0014A" w:rsidRPr="008E3616" w:rsidRDefault="00F0014A" w:rsidP="00F0014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F0014A" w:rsidRPr="008E3616" w:rsidRDefault="00F0014A" w:rsidP="00F0014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пункту</w:t>
      </w:r>
      <w:proofErr w:type="gram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34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частини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1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статті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26, 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статті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42 Закону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України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«Про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самоврядування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Україні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», статей 12,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116,118, 121,122,186</w:t>
      </w:r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Земельного кодексу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України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Закону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України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«Про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землеустрій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»,  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Колежнюка</w:t>
      </w:r>
      <w:proofErr w:type="spellEnd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 xml:space="preserve"> В.В.</w:t>
      </w: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>.,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сільська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рада </w:t>
      </w:r>
    </w:p>
    <w:p w:rsidR="00F0014A" w:rsidRPr="004E2B03" w:rsidRDefault="00F0014A" w:rsidP="00F0014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ВИРІШИЛА:</w:t>
      </w:r>
    </w:p>
    <w:p w:rsidR="00F0014A" w:rsidRPr="008E3616" w:rsidRDefault="00F0014A" w:rsidP="00F0014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      1. Надати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</w:rPr>
        <w:t>Колежнюку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Василю Володимировичу, який зареєстрований за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686F09">
        <w:rPr>
          <w:rFonts w:ascii="Times New Roman" w:eastAsia="Calibri" w:hAnsi="Times New Roman" w:cs="Times New Roman"/>
          <w:sz w:val="24"/>
          <w:szCs w:val="24"/>
        </w:rPr>
        <w:t>____________</w:t>
      </w:r>
      <w:bookmarkStart w:id="0" w:name="_GoBack"/>
      <w:bookmarkEnd w:id="0"/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,  дозвіл на розробку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</w:rPr>
        <w:t>проєкту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із землеустрою щодо відведення земельної ділянки для передачі її у власність, орієнтовною площею 0,2600 га, для  ведення особистого селянського господарства,  яка розташована в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E3616">
        <w:rPr>
          <w:rFonts w:ascii="Times New Roman" w:eastAsia="Calibri" w:hAnsi="Times New Roman" w:cs="Times New Roman"/>
          <w:sz w:val="24"/>
          <w:szCs w:val="24"/>
        </w:rPr>
        <w:t>Лисиче.</w:t>
      </w:r>
    </w:p>
    <w:p w:rsidR="00F0014A" w:rsidRPr="008E3616" w:rsidRDefault="00F0014A" w:rsidP="00F0014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      2. </w:t>
      </w:r>
      <w:proofErr w:type="spellStart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>Колежнюку</w:t>
      </w:r>
      <w:proofErr w:type="spellEnd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В.В.,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розробити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F0014A" w:rsidRPr="008E3616" w:rsidRDefault="00F0014A" w:rsidP="00F0014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361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F0014A" w:rsidRPr="008E3616" w:rsidRDefault="00F0014A" w:rsidP="00F0014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0014A" w:rsidRPr="008E3616" w:rsidRDefault="00F0014A" w:rsidP="00F0014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0014A" w:rsidRPr="008E3616" w:rsidRDefault="00F0014A" w:rsidP="00F0014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0014A" w:rsidRPr="008E3616" w:rsidRDefault="00F0014A" w:rsidP="00F0014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0014A" w:rsidRPr="008E3616" w:rsidRDefault="00F0014A" w:rsidP="00F0014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97C11" w:rsidRPr="00F0014A" w:rsidRDefault="00F0014A" w:rsidP="00F0014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8E3616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Валерій   МИХАЛЮК</w:t>
      </w:r>
    </w:p>
    <w:sectPr w:rsidR="00697C11" w:rsidRPr="00F0014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014A"/>
    <w:rsid w:val="00686F09"/>
    <w:rsid w:val="00697C11"/>
    <w:rsid w:val="00F00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14A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F001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F0014A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14A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F001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F0014A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233</Words>
  <Characters>1332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2022-02-08T06:43:00Z</dcterms:created>
  <dcterms:modified xsi:type="dcterms:W3CDTF">2022-02-08T11:22:00Z</dcterms:modified>
</cp:coreProperties>
</file>