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29B" w:rsidRPr="004544F5" w:rsidRDefault="00CA429B" w:rsidP="00CA429B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8120A7" wp14:editId="07CE6FF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37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3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29B" w:rsidRDefault="00CA429B" w:rsidP="00CA42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8/Sr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6qT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Puzz9KsdwAAQFkEAA4AAAAAAAAAAAAAAAAALgIAAGRycy9lMm9Eb2MueG1sUEsB&#10;Ai0AFAAGAAgAAAAhALIdTJv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BB1sUA&#10;AADdAAAADwAAAGRycy9kb3ducmV2LnhtbESPT4vCMBTE74LfITxhb2uqdddSjSKyKx6ExT+9P5pn&#10;W2xeSpPV+u2NIHgcZuY3zHzZmVpcqXWVZQWjYQSCOLe64kLB6fj7mYBwHlljbZkU3MnBctHvzTHV&#10;9sZ7uh58IQKEXYoKSu+bVEqXl2TQDW1DHLyzbQ36INtC6hZvAW5qOY6ib2mw4rBQYkPrkvLL4d8o&#10;sPFmu8uK8T7+4ann1V9yzrqdUh+DbjUD4anz7/CrvdUKvuLpB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AEH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ogQ8kA&#10;AADdAAAADwAAAGRycy9kb3ducmV2LnhtbESPW0sDMRSE3wX/QziCL6XNVunFtWmRwqr1odAL9PWw&#10;OW7Wbk6WJLZrf70RCj4OM/MNM1t0thEn8qF2rGA4yEAQl07XXCnY74r+FESIyBobx6TghwIs5rc3&#10;M8y1O/OGTttYiQThkKMCE2ObSxlKQxbDwLXEyft03mJM0ldSezwnuG3kQ5aNpcWa04LBlpaGyuP2&#10;2yr4KtbmsJxcXn3vaUOXXvHx1qzGSt3fdS/PICJ18T98bb9rBaPHyQj+3qQn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FogQ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DcS8UA&#10;AADdAAAADwAAAGRycy9kb3ducmV2LnhtbESP32rCMBTG74W9QziD3chMt6Ib1SgyVhm9Keoe4NAc&#10;m2JzUpqs7d5+EQZefnx/fnyb3WRbMVDvG8cKXhYJCOLK6YZrBd/n/PkdhA/IGlvHpOCXPOy2D7MN&#10;ZtqNfKThFGoRR9hnqMCE0GVS+sqQRb9wHXH0Lq63GKLsa6l7HOO4beVrkqykxYYjwWBHH4aq6+nH&#10;RkiZYllcxnN+mHDEz8LwfH9U6ulx2q9BBJrCPfzf/tIKlunb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NxL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escMYA&#10;AADdAAAADwAAAGRycy9kb3ducmV2LnhtbESPQUsDMRSE70L/Q3iCN5u12q6sTUupCiL00FYQb4/N&#10;6+7i5iUkz+76740geBxm5htmuR5dr84UU+fZwM20AEVce9txY+Dt+Hx9DyoJssXeMxn4pgTr1eRi&#10;iZX1A+/pfJBGZQinCg20IqHSOtUtOUxTH4izd/LRoWQZG20jDhnuej0rioV22HFeaDHQtqX68/Dl&#10;DOyGp/BaLuan8BHvZjo9WnnfijFXl+PmAZTQKP/hv/aLNTC/LU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esc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PtosEA&#10;AADdAAAADwAAAGRycy9kb3ducmV2LnhtbERPy4rCMBTdD/gP4Q64GTRVmQcdo4joIG7ExwdcmmtT&#10;prkpTbT17+cuhFkeznu+7H2t7tTGKrCByTgDRVwEW3Fp4HLejr5AxYRssQ5MBh4UYbkYvMwxt6Hj&#10;I91PqVQSwjFHAy6lJtc6Fo48xnFoiIW7htZjEtiW2rbYSbiv9TTLPrTHiqXBYUNrR8Xv6eal5DDD&#10;w/7anbc/PXa42Tt+Wx2NGb72q29Qifr0L366d9bA++xT5sobeQ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D7aL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SdmccA&#10;AADdAAAADwAAAGRycy9kb3ducmV2LnhtbESPX0sDMRDE34V+h7AF32zOav94Ni2lKojgg1Uovi2X&#10;7d3RyyYka+/89kYQfBxm5jfMajO4Tp0pptazgetJAYq48rbl2sDH+9PVElQSZIudZzLwTQk269HF&#10;Ckvre36j815qlSGcSjTQiIRS61Q15DBNfCDO3tFHh5JlrLWN2Ge46/S0KObaYct5ocFAu4aq0/7L&#10;GXjtH8PLYj47hs94O9XpwcphJ8ZcjoftPSihQf7Df+1na2B2s7iD3zf5Ce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0nZnHAAAA3Q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vkXcMA&#10;AADdAAAADwAAAGRycy9kb3ducmV2LnhtbERPXWvCMBR9F/wP4Qp7EU2dOKQaRQdhAwcyFXy9NNe2&#10;2NyUJLPdv18ehD0ezvd629tGPMiH2rGC2TQDQVw4U3Op4HLWkyWIEJENNo5JwS8F2G6GgzXmxnX8&#10;TY9TLEUK4ZCjgirGNpcyFBVZDFPXEifu5rzFmKAvpfHYpXDbyNcse5MWa04NFbb0XlFxP/1YBftj&#10;V879uNj37nD7uC60NvpLK/Uy6ncrEJH6+C9+uj+NgsV8mfanN+kJ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vkX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8bg8UA&#10;AADdAAAADwAAAGRycy9kb3ducmV2LnhtbESPwWrDMBBE74X+g9hCbo2cpCnGtRJCiyGEXpL2AxZr&#10;a7m2VkZSHOfvo0Ihx2Fm3jDldrK9GMmH1rGCxTwDQVw73XKj4Pures5BhIissXdMCq4UYLt5fCix&#10;0O7CRxpPsREJwqFABSbGoZAy1IYshrkbiJP347zFmKRvpPZ4SXDby2WWvUqLLacFgwO9G6q709kq&#10;qA7Lz7E7a1+53fRiaW1+8w+j1Oxp2r2BiDTFe/i/vdcK1qt8AX9v0hO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7xuD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XfscYA&#10;AADdAAAADwAAAGRycy9kb3ducmV2LnhtbESPQWsCMRSE74X+h/AKvUjNqiiyNYoKoQUF0RZ6fWye&#10;u0s3L0sS3e2/N4LQ4zAz3zCLVW8bcSUfascKRsMMBHHhTM2lgu8v/TYHESKywcYxKfijAKvl89MC&#10;c+M6PtL1FEuRIBxyVFDF2OZShqIii2HoWuLknZ23GJP0pTQeuwS3jRxn2UxarDktVNjStqLi93Sx&#10;CjaHrpz4QbHp3e788TPV2ui9Vur1pV+/g4jUx//wo/1pFEwn8zH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Xfs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Egb8QA&#10;AADdAAAADwAAAGRycy9kb3ducmV2LnhtbESPzWrDMBCE74W8g9hAb42cX4wbJYQUQyi5NOkDLNbW&#10;cmOtjKQ4zttXgUCPw8x8w6y3g21FTz40jhVMJxkI4srphmsF3+fyLQcRIrLG1jEpuFOA7Wb0ssZC&#10;uxt/UX+KtUgQDgUqMDF2hZShMmQxTFxHnLwf5y3GJH0ttcdbgttWzrJsJS02nBYMdrQ3VF1OV6ug&#10;/Jwd+8tV+9LthoWlpfnNP4xSr+Nh9w4i0hD/w8/2QStYzvM5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xIG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iPcEA&#10;AADdAAAADwAAAGRycy9kb3ducmV2LnhtbESP0YrCMBRE3wX/IVzBN5u6WpFqFBGU9dHqB1yaa1ts&#10;bmqTtfXvN4Lg4zAzZ5j1tje1eFLrKssKplEMgji3uuJCwfVymCxBOI+ssbZMCl7kYLsZDtaYatvx&#10;mZ6ZL0SAsEtRQel9k0rp8pIMusg2xMG72dagD7ItpG6xC3BTy584XkiDFYeFEhval5Tfsz+jYP7q&#10;jo8succHbWh6mjUn9nmi1HjU71YgPPX+G/60f7WCZLacw/tNeA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doj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MeusUA&#10;AADdAAAADwAAAGRycy9kb3ducmV2LnhtbESPQWvCQBSE7wX/w/KE3upGRbExq4iSUnqq0Xp+ZJ9J&#10;MPs2ZDcx/vtuoeBxmJlvmGQ7mFr01LrKsoLpJAJBnFtdcaHgfErfViCcR9ZYWyYFD3Kw3YxeEoy1&#10;vfOR+swXIkDYxaig9L6JpXR5SQbdxDbEwbva1qAPsi2kbvEe4KaWsyhaSoMVh4USG9qXlN+yzijo&#10;lpfZma9f+js7PD7eD+nOyZ9CqdfxsFuD8DT4Z/i//akVLOarBfy9CU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Ax66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L/yscA&#10;AADdAAAADwAAAGRycy9kb3ducmV2LnhtbESPQWvCQBSE70L/w/IK3nTTqiFNXcUKgnpQqvbQ22v2&#10;NUnNvo3ZVeO/dwuFHoeZ+YYZT1tTiQs1rrSs4KkfgSDOrC45V3DYL3oJCOeRNVaWScGNHEwnD50x&#10;ptpe+Z0uO5+LAGGXooLC+zqV0mUFGXR9WxMH79s2Bn2QTS51g9cAN5V8jqJYGiw5LBRY07yg7Lg7&#10;GwUf2yR+2b6thj/rzRcOjD596jJWqvvYzl5BeGr9f/ivvdQKRoMkh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y/8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aYosYA&#10;AADdAAAADwAAAGRycy9kb3ducmV2LnhtbESPSYvCQBSE7wP+h+YJcxs7LqMh2sosuOApLuD1kX4m&#10;wfTrkO7ROL9+WhjwWFTVV9Rs0ZpKXKlxpWUF/V4EgjizuuRcwfGwfItBOI+ssbJMCu7kYDHvvMww&#10;0fbGO7rufS4ChF2CCgrv60RKlxVk0PVsTRy8s20M+iCbXOoGbwFuKjmIorE0WHJYKLCmr4Kyy/7H&#10;KPgdnzB168Hn91B7uo/ild2mK6Veu+3HFISn1j/D/+2NVvA+jCfweBOe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aYo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faMAA&#10;AADdAAAADwAAAGRycy9kb3ducmV2LnhtbERPy4rCMBTdD/gP4QruxtQnWo0iouBuxuoHXJprWmxu&#10;ahO1+vVmMTDLw3kv162txIMaXzpWMOgnIIhzp0s2Cs6n/fcMhA/IGivHpOBFHtarztcSU+2efKRH&#10;FoyIIexTVFCEUKdS+rwgi77vauLIXVxjMUTYGKkbfMZwW8lhkkylxZJjQ4E1bQvKr9ndKri54US3&#10;2Q5/rrv5b2nM+PY+jpXqddvNAkSgNvyL/9wHrWAymsW58U18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FfaM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xwm8UA&#10;AADdAAAADwAAAGRycy9kb3ducmV2LnhtbESPzW7CMBCE75V4B2uRegOHIiCkGESRKnHl58BxsZck&#10;JV6H2EDap8dISD2OZuYbzWzR2krcqPGlYwWDfgKCWDtTcq5gv/vupSB8QDZYOSYFv+RhMe+8zTAz&#10;7s4bum1DLiKEfYYKihDqTEqvC7Lo+64mjt7JNRZDlE0uTYP3CLeV/EiSsbRYclwosKZVQfq8vVoF&#10;6/JIo7E+TW36pTeHv0sYTn6MUu/ddvkJIlAb/sOv9tooGA3TKTzfx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HC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a8L8YA&#10;AADdAAAADwAAAGRycy9kb3ducmV2LnhtbESPQWvCQBCF7wX/wzJCb7qppVJTV9FCwaIVakt7HbLT&#10;bDA7G7JrjP/eOQg9zsyb9943X/a+Vh21sQps4GGcgSIugq24NPD99TZ6BhUTssU6MBm4UITlYnA3&#10;x9yGM39Sd0ilEhOOORpwKTW51rFw5DGOQ0Mst7/QekwytqW2LZ7F3Nd6kmVT7bFiSXDY0Kuj4ng4&#10;eQMd7i/Zr1t/zN6rXTHZr3+2VvbmftivXkAl6tO/+Pa9sQaeHmfSX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a8L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Gn1MUA&#10;AADdAAAADwAAAGRycy9kb3ducmV2LnhtbESPQUvDQBSE70L/w/IEb3bTiFJjt6UIFY+a9uDxmX3N&#10;pmbfC7trE/31riB4HGbmG2a1mXyvzhRiJ2xgMS9AETdiO24NHPa76yWomJAt9sJk4IsibNazixVW&#10;VkZ+pXOdWpUhHCs04FIaKq1j48hjnMtAnL2jBI8py9BqG3DMcN/rsijutMeO84LDgR4dNR/1pzcw&#10;PjXvp/L4Zt13GGRXv8ip7MWYq8tp+wAq0ZT+w3/tZ2vg9uZ+A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8afU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/BMgA&#10;AADdAAAADwAAAGRycy9kb3ducmV2LnhtbESP3WoCMRSE7wu+QzhC72rWlVZdjeJPBSktRW3vj5vj&#10;7rbJybJJdfv2jVDwcpiZb5jpvLVGnKnxlWMF/V4Cgjh3uuJCwcdh8zAC4QOyRuOYFPySh/msczfF&#10;TLsL7+i8D4WIEPYZKihDqDMpfV6SRd9zNXH0Tq6xGKJsCqkbvES4NTJNkidpseK4UGJNq5Ly7/2P&#10;VbB5X5uv9G23+JRh9Tw8mtHLcv2q1H23XUxABGrDLfzf3moFj4NxCt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SH8E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MXJscA&#10;AADdAAAADwAAAGRycy9kb3ducmV2LnhtbESP3WrCQBSE7wt9h+UUeiO6aYOiMauUQtGCgn/g7Un2&#10;mASzZ0N2G9O37wpCL4eZ+YZJl72pRUetqywreBtFIIhzqysuFJyOX8MpCOeRNdaWScEvOVgunp9S&#10;TLS98Z66gy9EgLBLUEHpfZNI6fKSDLqRbYiDd7GtQR9kW0jd4i3ATS3fo2giDVYcFkps6LOk/Hr4&#10;MQq63SYr1p1rvq/TgRvH2Wq11WelXl/6jzkIT73/Dz/aa61gHM9iuL8JT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jFy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vzm8cA&#10;AADdAAAADwAAAGRycy9kb3ducmV2LnhtbESPT2sCMRTE70K/Q3gFb5rVquhqFC0UeinUPwe9PTfP&#10;3cXNy5pE3fbTN0LB4zAzv2Fmi8ZU4kbOl5YV9LoJCOLM6pJzBbvtR2cMwgdkjZVlUvBDHhbzl9YM&#10;U23vvKbbJuQiQtinqKAIoU6l9FlBBn3X1sTRO1lnMETpcqkd3iPcVLKfJCNpsOS4UGBN7wVl583V&#10;KFhNxqvL94C/ftfHAx32x/Ow7xKl2q/NcgoiUBOe4f/2p1YwfJsM4PE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r85vHAAAA3QAAAA8AAAAAAAAAAAAAAAAAmAIAAGRy&#10;cy9kb3ducmV2LnhtbFBLBQYAAAAABAAEAPUAAACMAwAAAAA=&#10;" fillcolor="black" stroked="f"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6VDsgA&#10;AADdAAAADwAAAGRycy9kb3ducmV2LnhtbESPT2vCQBTE74LfYXlCb7qpErGpq/inhYL2oO2hx9fs&#10;a7Ik+zZkt5r66V1B6HGYmd8w82Vna3Gi1hvHCh5HCQji3GnDhYLPj9fhDIQPyBprx6TgjzwsF/3e&#10;HDPtznyg0zEUIkLYZ6igDKHJpPR5SRb9yDXE0ftxrcUQZVtI3eI5wm0tx0kylRYNx4USG9qUlFfH&#10;X6vgazc1s4Oh8ff+sn7R+7Rav28rpR4G3eoZRKAu/Ifv7TetIJ08pXB7E5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jpUO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1zMYA&#10;AADdAAAADwAAAGRycy9kb3ducmV2LnhtbESPQWsCMRSE74L/ITyhN83WotitUcRS6sWDtqXXx+Z1&#10;s93NyzaJuvrrjSD0OMzMN8x82dlGHMmHyrGCx1EGgrhwuuJSwefH23AGIkRkjY1jUnCmAMtFvzfH&#10;XLsT7+i4j6VIEA45KjAxtrmUoTBkMYxcS5y8H+ctxiR9KbXHU4LbRo6zbCotVpwWDLa0NlTU+4NV&#10;4Fffr/WFD191dtmew/tv9zdDo9TDoFu9gIjUxf/wvb3RCiZPz1O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k1z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15cYA&#10;AADdAAAADwAAAGRycy9kb3ducmV2LnhtbESPUWsCMRCE3wv9D2ELfZGaq6VVT6NIQRCUgtYfsF7W&#10;u6PJ5risevbXm4LQx2FmvmGm8847daY21oENvPYzUMRFsDWXBvbfy5cRqCjIFl1gMnClCPPZ48MU&#10;cxsuvKXzTkqVIBxzNFCJNLnWsajIY+yHhjh5x9B6lCTbUtsWLwnunR5k2Yf2WHNaqLChz4qKn93J&#10;G3CDgxuvh3Ej173eZL9etr0va8zzU7eYgBLq5D98b6+sgfe38RD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E15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Ku08MA&#10;AADdAAAADwAAAGRycy9kb3ducmV2LnhtbERPu27CMBTdK/UfrFupW3FK1QoCBvEQUpYODSDWS3yJ&#10;o9rXUWwg5evxUInx6Lyn895ZcaEuNJ4VvA8yEMSV1w3XCnbbzdsIRIjIGq1nUvBHAeaz56cp5tpf&#10;+YcuZaxFCuGQowITY5tLGSpDDsPAt8SJO/nOYUywq6Xu8JrCnZXDLPuSDhtODQZbWhmqfsuzU7Au&#10;WzvcFWYZDvvv49EWtw0d1kq9vvSLCYhIfXyI/92FVvD5MU5z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Ku08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lE+cUA&#10;AADdAAAADwAAAGRycy9kb3ducmV2LnhtbESPT2sCMRTE74V+h/AK3mrSirauRimiIHiqfw7eHslz&#10;d+3mZdlEd/32Rih4HGbmN8x03rlKXKkJpWcNH30Fgth4W3KuYb9bvX+DCBHZYuWZNNwowHz2+jLF&#10;zPqWf+m6jblIEA4ZaihirDMpgynIYej7mjh5J984jEk2ubQNtgnuKvmp1Eg6LDktFFjToiDzt704&#10;DeeV3Hij0Bz2h3Ztv47LEVVK695b9zMBEamLz/B/e201DAfjMTzep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UT5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XqMIA&#10;AADdAAAADwAAAGRycy9kb3ducmV2LnhtbERPy4rCMBTdD/gP4Qqz01RHRapRVBCGkVn4QFxem2tb&#10;2tyUJGr9e7MYmOXhvOfL1tTiQc6XlhUM+gkI4szqknMFp+O2NwXhA7LG2jIpeJGH5aLzMcdU2yfv&#10;6XEIuYgh7FNUUITQpFL6rCCDvm8b4sjdrDMYInS51A6fMdzUcpgkE2mw5NhQYEObgrLqcDcKLvcd&#10;336/flZuHc62PfpqeJ1WSn1229UMRKA2/Iv/3N9awXiUxP3xTXwC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6heo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wI4ccA&#10;AADdAAAADwAAAGRycy9kb3ducmV2LnhtbESPT2sCMRTE74V+h/AKvXUTRYtdjaKFQi8F/x3q7bl5&#10;7i5uXtYk1W0/fSMIHoeZ+Q0zmXW2EWfyoXasoZcpEMSFMzWXGrabj5cRiBCRDTaOScMvBZhNHx8m&#10;mBt34RWd17EUCcIhRw1VjG0uZSgqshgy1xIn7+C8xZikL6XxeElw28i+Uq/SYs1pocKW3isqjusf&#10;q2HxNlqclgP++lvtd7T73h+Hfa+0fn7q5mMQkbp4D9/an0bDcKB6cH2Tno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8COHHAAAA3QAAAA8AAAAAAAAAAAAAAAAAmAIAAGRy&#10;cy9kb3ducmV2LnhtbFBLBQYAAAAABAAEAPUAAACMAwAAAAA=&#10;" fillcolor="black" stroked="f"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Jsl8UA&#10;AADdAAAADwAAAGRycy9kb3ducmV2LnhtbESPQUsDMRSE74L/ITzBm81abZG1aVkKonja1orX183r&#10;ZunmZUliuv77plDwOMzMN8xiNdpeJPKhc6zgcVKAIG6c7rhVsPt6e3gBESKyxt4xKfijAKvl7c0C&#10;S+1OvKG0ja3IEA4lKjAxDqWUoTFkMUzcQJy9g/MWY5a+ldrjKcNtL6dFMZcWO84LBgdaG2qO21+r&#10;IO3XdfWUfpLZfPqq9a5+/97XSt3fjdUriEhj/A9f2x9awey5mMLlTX4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kmyX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kp/scA&#10;AADdAAAADwAAAGRycy9kb3ducmV2LnhtbESPQWvCQBSE74X+h+UVvOlGraKpq4jYYr3YRqE9PrKv&#10;2WD2bchuY9pf7xaEHoeZ+YZZrDpbiZYaXzpWMBwkIIhzp0suFJyOz/0ZCB+QNVaOScEPeVgt7+8W&#10;mGp34Xdqs1CICGGfogITQp1K6XNDFv3A1cTR+3KNxRBlU0jd4CXCbSVHSTKVFkuOCwZr2hjKz9m3&#10;VeCHm+3H3v7O288Xw4fs1UzfCqNU76FbP4EI1IX/8K290womj8kY/t7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ZKf7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A429B" w:rsidRDefault="00CA429B" w:rsidP="00CA42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A429B" w:rsidRDefault="00CA429B" w:rsidP="00CA42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429B" w:rsidRDefault="00CA429B" w:rsidP="00CA42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429B" w:rsidRDefault="00CA429B" w:rsidP="00CA42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429B" w:rsidRDefault="00CA429B" w:rsidP="00CA42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429B" w:rsidRDefault="00CA429B" w:rsidP="00CA42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A429B" w:rsidRDefault="00CA429B" w:rsidP="00CA429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A429B" w:rsidRDefault="00CA429B" w:rsidP="00CA42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A429B" w:rsidRDefault="00CA429B" w:rsidP="00CA42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A429B" w:rsidRDefault="00CA429B" w:rsidP="00CA42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429B" w:rsidRDefault="00CA429B" w:rsidP="00CA42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A429B" w:rsidRDefault="00CA429B" w:rsidP="00CA42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429B" w:rsidRDefault="00CA429B" w:rsidP="00CA42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A429B" w:rsidRDefault="00CA429B" w:rsidP="00CA429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A429B" w:rsidRDefault="00CA429B" w:rsidP="00CA429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</w:t>
      </w:r>
    </w:p>
    <w:p w:rsidR="00CA429B" w:rsidRPr="001C1243" w:rsidRDefault="00CA429B" w:rsidP="00CA429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A429B" w:rsidRPr="00C049D0" w:rsidRDefault="00CA429B" w:rsidP="00CA429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>набуття</w:t>
      </w:r>
      <w:proofErr w:type="spellEnd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>повноважень</w:t>
      </w:r>
      <w:proofErr w:type="spellEnd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>сфері</w:t>
      </w:r>
      <w:proofErr w:type="spellEnd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A429B" w:rsidRPr="00C049D0" w:rsidRDefault="00CA429B" w:rsidP="00CA429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>державної</w:t>
      </w:r>
      <w:proofErr w:type="spellEnd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>реєстрації</w:t>
      </w:r>
      <w:proofErr w:type="spellEnd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>юридичних</w:t>
      </w:r>
      <w:proofErr w:type="spellEnd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>осіб</w:t>
      </w:r>
      <w:proofErr w:type="spellEnd"/>
      <w:proofErr w:type="gramEnd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та </w:t>
      </w:r>
    </w:p>
    <w:p w:rsidR="00CA429B" w:rsidRPr="00C049D0" w:rsidRDefault="00CA429B" w:rsidP="00CA429B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>фізичних</w:t>
      </w:r>
      <w:proofErr w:type="spellEnd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>осіб</w:t>
      </w:r>
      <w:proofErr w:type="spellEnd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</w:t>
      </w:r>
      <w:proofErr w:type="spellStart"/>
      <w:proofErr w:type="gramStart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End"/>
      <w:r w:rsidRPr="00C049D0">
        <w:rPr>
          <w:rFonts w:ascii="Times New Roman" w:hAnsi="Times New Roman" w:cs="Times New Roman"/>
          <w:b/>
          <w:color w:val="000000"/>
          <w:sz w:val="24"/>
          <w:szCs w:val="24"/>
        </w:rPr>
        <w:t>ідприємців</w:t>
      </w:r>
      <w:proofErr w:type="spellEnd"/>
    </w:p>
    <w:p w:rsidR="00CA429B" w:rsidRPr="00C049D0" w:rsidRDefault="00CA429B" w:rsidP="00CA42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429B" w:rsidRPr="00C049D0" w:rsidRDefault="00CA429B" w:rsidP="00CA42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49D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25Закону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»,  пункту 14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1,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5 Закону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Pr="00C049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049D0">
        <w:rPr>
          <w:rFonts w:ascii="Times New Roman" w:hAnsi="Times New Roman" w:cs="Times New Roman"/>
          <w:sz w:val="24"/>
          <w:szCs w:val="24"/>
        </w:rPr>
        <w:t>ідприємців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049D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049D0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CA429B" w:rsidRPr="00C049D0" w:rsidRDefault="00CA429B" w:rsidP="00CA42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49D0">
        <w:rPr>
          <w:rFonts w:ascii="Times New Roman" w:hAnsi="Times New Roman" w:cs="Times New Roman"/>
          <w:sz w:val="24"/>
          <w:szCs w:val="24"/>
        </w:rPr>
        <w:t>ВИРІШИЛА:</w:t>
      </w:r>
    </w:p>
    <w:p w:rsidR="00CA429B" w:rsidRPr="004544F5" w:rsidRDefault="00CA429B" w:rsidP="00CA429B">
      <w:pPr>
        <w:pStyle w:val="HTML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4544F5">
        <w:rPr>
          <w:rFonts w:ascii="Times New Roman" w:eastAsia="Times New Roman" w:hAnsi="Times New Roman"/>
          <w:lang w:val="ru-RU" w:eastAsia="ru-RU"/>
        </w:rPr>
        <w:t>Здійснювати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повноваження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у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сфері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державної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реєстрації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юридичних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proofErr w:type="gramStart"/>
      <w:r w:rsidRPr="004544F5">
        <w:rPr>
          <w:rFonts w:ascii="Times New Roman" w:eastAsia="Times New Roman" w:hAnsi="Times New Roman"/>
          <w:lang w:val="ru-RU" w:eastAsia="ru-RU"/>
        </w:rPr>
        <w:t>осіб</w:t>
      </w:r>
      <w:proofErr w:type="spellEnd"/>
      <w:proofErr w:type="gramEnd"/>
      <w:r w:rsidRPr="004544F5">
        <w:rPr>
          <w:rFonts w:ascii="Times New Roman" w:eastAsia="Times New Roman" w:hAnsi="Times New Roman"/>
          <w:lang w:val="ru-RU" w:eastAsia="ru-RU"/>
        </w:rPr>
        <w:t xml:space="preserve"> та</w:t>
      </w:r>
    </w:p>
    <w:p w:rsidR="00CA429B" w:rsidRPr="004544F5" w:rsidRDefault="00CA429B" w:rsidP="00CA429B">
      <w:pPr>
        <w:pStyle w:val="HTML0"/>
        <w:spacing w:line="276" w:lineRule="auto"/>
        <w:jc w:val="both"/>
        <w:rPr>
          <w:rFonts w:ascii="Times New Roman" w:eastAsia="Times New Roman" w:hAnsi="Times New Roman"/>
          <w:lang w:val="ru-RU" w:eastAsia="ru-RU"/>
        </w:rPr>
      </w:pPr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фізичних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осіб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-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підприємців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proofErr w:type="gramStart"/>
      <w:r w:rsidRPr="004544F5">
        <w:rPr>
          <w:rFonts w:ascii="Times New Roman" w:eastAsia="Times New Roman" w:hAnsi="Times New Roman"/>
          <w:lang w:val="ru-RU" w:eastAsia="ru-RU"/>
        </w:rPr>
        <w:t>в</w:t>
      </w:r>
      <w:proofErr w:type="gramEnd"/>
      <w:r w:rsidRPr="004544F5">
        <w:rPr>
          <w:rFonts w:ascii="Times New Roman" w:eastAsia="Times New Roman" w:hAnsi="Times New Roman"/>
          <w:lang w:val="ru-RU" w:eastAsia="ru-RU"/>
        </w:rPr>
        <w:t>ідповідно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до Закону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України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«Про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державну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реєстрацію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юридичних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осіб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фізичних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осіб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–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підприємців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та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громадських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формувань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>».</w:t>
      </w:r>
    </w:p>
    <w:p w:rsidR="00CA429B" w:rsidRPr="004544F5" w:rsidRDefault="00CA429B" w:rsidP="00CA429B">
      <w:pPr>
        <w:pStyle w:val="HTML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Покласти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повноваження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у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сфері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державної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реєстрації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юридичних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осіб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та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фізичних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осіб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- </w:t>
      </w:r>
      <w:proofErr w:type="spellStart"/>
      <w:proofErr w:type="gramStart"/>
      <w:r w:rsidRPr="004544F5">
        <w:rPr>
          <w:rFonts w:ascii="Times New Roman" w:eastAsia="Times New Roman" w:hAnsi="Times New Roman"/>
          <w:lang w:val="ru-RU" w:eastAsia="ru-RU"/>
        </w:rPr>
        <w:t>п</w:t>
      </w:r>
      <w:proofErr w:type="gramEnd"/>
      <w:r w:rsidRPr="004544F5">
        <w:rPr>
          <w:rFonts w:ascii="Times New Roman" w:eastAsia="Times New Roman" w:hAnsi="Times New Roman"/>
          <w:lang w:val="ru-RU" w:eastAsia="ru-RU"/>
        </w:rPr>
        <w:t>ідприємців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на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відділ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організації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надання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адміністративних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послуг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Крупецької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сільської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ради.</w:t>
      </w:r>
    </w:p>
    <w:p w:rsidR="00CA429B" w:rsidRPr="004544F5" w:rsidRDefault="00CA429B" w:rsidP="00CA429B">
      <w:pPr>
        <w:pStyle w:val="HTML0"/>
        <w:spacing w:line="276" w:lineRule="auto"/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4544F5">
        <w:rPr>
          <w:rFonts w:ascii="Times New Roman" w:eastAsia="Times New Roman" w:hAnsi="Times New Roman"/>
          <w:lang w:val="ru-RU" w:eastAsia="ru-RU"/>
        </w:rPr>
        <w:t xml:space="preserve">3. Контроль за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виконанням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цього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proofErr w:type="gramStart"/>
      <w:r w:rsidRPr="004544F5">
        <w:rPr>
          <w:rFonts w:ascii="Times New Roman" w:eastAsia="Times New Roman" w:hAnsi="Times New Roman"/>
          <w:lang w:val="ru-RU" w:eastAsia="ru-RU"/>
        </w:rPr>
        <w:t>р</w:t>
      </w:r>
      <w:proofErr w:type="gramEnd"/>
      <w:r w:rsidRPr="004544F5">
        <w:rPr>
          <w:rFonts w:ascii="Times New Roman" w:eastAsia="Times New Roman" w:hAnsi="Times New Roman"/>
          <w:lang w:val="ru-RU" w:eastAsia="ru-RU"/>
        </w:rPr>
        <w:t>ішення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покласти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на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постійну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комісію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прав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людини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законності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депутатської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діяльності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етики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та регламенту</w:t>
      </w:r>
      <w:r w:rsidRPr="00C049D0">
        <w:rPr>
          <w:rFonts w:ascii="Times New Roman" w:eastAsia="Times New Roman" w:hAnsi="Times New Roman"/>
          <w:lang w:eastAsia="ru-RU"/>
        </w:rPr>
        <w:t> </w:t>
      </w:r>
      <w:r w:rsidRPr="004544F5">
        <w:rPr>
          <w:rFonts w:ascii="Times New Roman" w:eastAsia="Times New Roman" w:hAnsi="Times New Roman"/>
          <w:lang w:val="ru-RU" w:eastAsia="ru-RU"/>
        </w:rPr>
        <w:t>(Кравчук Л.І.)</w:t>
      </w:r>
    </w:p>
    <w:p w:rsidR="00CA429B" w:rsidRPr="004544F5" w:rsidRDefault="00CA429B" w:rsidP="00CA429B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CA429B" w:rsidRPr="004544F5" w:rsidRDefault="00CA429B" w:rsidP="00CA429B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CA429B" w:rsidRPr="004544F5" w:rsidRDefault="00CA429B" w:rsidP="00CA429B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CA429B" w:rsidRPr="004544F5" w:rsidRDefault="00CA429B" w:rsidP="00CA429B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CA429B" w:rsidRPr="004544F5" w:rsidRDefault="00CA429B" w:rsidP="00CA429B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CA429B" w:rsidRPr="004544F5" w:rsidRDefault="00CA429B" w:rsidP="00CA429B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CA429B" w:rsidRPr="004544F5" w:rsidRDefault="00CA429B" w:rsidP="00CA429B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  <w:proofErr w:type="spellStart"/>
      <w:r w:rsidRPr="004544F5">
        <w:rPr>
          <w:rFonts w:ascii="Times New Roman" w:eastAsia="Times New Roman" w:hAnsi="Times New Roman"/>
          <w:lang w:val="ru-RU" w:eastAsia="ru-RU"/>
        </w:rPr>
        <w:t>Сільський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голова</w:t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Валерій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МИХАЛЮК</w:t>
      </w:r>
    </w:p>
    <w:p w:rsidR="002A4B76" w:rsidRDefault="002A4B76">
      <w:bookmarkStart w:id="0" w:name="_GoBack"/>
      <w:bookmarkEnd w:id="0"/>
    </w:p>
    <w:sectPr w:rsidR="002A4B7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321" w:rsidRDefault="009E6321">
      <w:pPr>
        <w:spacing w:after="0" w:line="240" w:lineRule="auto"/>
      </w:pPr>
      <w:r>
        <w:separator/>
      </w:r>
    </w:p>
  </w:endnote>
  <w:endnote w:type="continuationSeparator" w:id="0">
    <w:p w:rsidR="009E6321" w:rsidRDefault="009E6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321" w:rsidRDefault="009E6321">
      <w:pPr>
        <w:spacing w:after="0" w:line="240" w:lineRule="auto"/>
      </w:pPr>
      <w:r>
        <w:separator/>
      </w:r>
    </w:p>
  </w:footnote>
  <w:footnote w:type="continuationSeparator" w:id="0">
    <w:p w:rsidR="009E6321" w:rsidRDefault="009E6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740C341D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9B"/>
    <w:rsid w:val="002A4B76"/>
    <w:rsid w:val="009E6321"/>
    <w:rsid w:val="00C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29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A429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A429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A429B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29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A429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A429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A429B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2021-01-31T13:10:00Z</dcterms:created>
  <dcterms:modified xsi:type="dcterms:W3CDTF">2021-01-31T13:11:00Z</dcterms:modified>
</cp:coreProperties>
</file>