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B3D" w:rsidRPr="00154EFF" w:rsidRDefault="00643B3D" w:rsidP="00643B3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B3D" w:rsidRDefault="00643B3D" w:rsidP="00643B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NP+Hg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yR2zT/h4AAD2WAQADgAAAAAAAAAAAAAAAAAuAgAAZHJzL2Uyb0RvYy54bWxQSwECLQAUAAYACAAA&#10;ACEAsh1Mm+AAAAAKAQAADwAAAAAAAAAAAAAAAABSewAAZHJzL2Rvd25yZXYueG1sUEsFBgAAAAAE&#10;AAQA8wAAAF9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3B3D" w:rsidRDefault="00643B3D" w:rsidP="00643B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43B3D" w:rsidRDefault="00643B3D" w:rsidP="00643B3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3B3D" w:rsidRDefault="00643B3D" w:rsidP="00643B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43B3D" w:rsidRDefault="00643B3D" w:rsidP="00643B3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3B3D" w:rsidRPr="001E7F5C" w:rsidRDefault="00643B3D" w:rsidP="00643B3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№96</w:t>
      </w:r>
    </w:p>
    <w:p w:rsidR="00643B3D" w:rsidRDefault="00643B3D" w:rsidP="00643B3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643B3D" w:rsidRPr="00E21BA2" w:rsidRDefault="00643B3D" w:rsidP="00643B3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E21BA2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643B3D" w:rsidRPr="00E21BA2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643B3D" w:rsidRPr="00E21BA2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E21BA2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643B3D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Панцюк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Т.О.</w:t>
      </w:r>
    </w:p>
    <w:p w:rsidR="00643B3D" w:rsidRPr="0078290E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643B3D" w:rsidRPr="00E21BA2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 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E21BA2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E21BA2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/>
        </w:rPr>
        <w:t>116,</w:t>
      </w:r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118, 12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1, 122 та 186 </w:t>
      </w:r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Панцюк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Т.О. </w:t>
      </w:r>
      <w:proofErr w:type="spellStart"/>
      <w:r w:rsidRPr="00E21BA2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E21BA2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643B3D" w:rsidRPr="001E7F5C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E21BA2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643B3D" w:rsidRPr="00E21BA2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</w:t>
      </w:r>
      <w:r w:rsidRPr="00E21BA2">
        <w:rPr>
          <w:rFonts w:ascii="Times New Roman" w:eastAsia="Calibri" w:hAnsi="Times New Roman" w:cs="Times New Roman"/>
          <w:sz w:val="24"/>
        </w:rPr>
        <w:t xml:space="preserve">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Панцюк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Тетяні Олександрівні</w:t>
      </w:r>
      <w:r w:rsidRPr="00E21BA2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: </w:t>
      </w:r>
      <w:r w:rsidR="00EE77B0">
        <w:rPr>
          <w:rFonts w:ascii="Times New Roman" w:eastAsia="Calibri" w:hAnsi="Times New Roman" w:cs="Times New Roman"/>
          <w:sz w:val="24"/>
        </w:rPr>
        <w:t>________</w:t>
      </w:r>
      <w:bookmarkStart w:id="0" w:name="_GoBack"/>
      <w:bookmarkEnd w:id="0"/>
      <w:r w:rsidRPr="00E21BA2">
        <w:rPr>
          <w:rFonts w:ascii="Times New Roman" w:eastAsia="Calibri" w:hAnsi="Times New Roman" w:cs="Times New Roman"/>
          <w:sz w:val="24"/>
        </w:rPr>
        <w:t xml:space="preserve">,  дозвіл  на розробку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площею 2,0000 га, за рахунок земель </w:t>
      </w:r>
      <w:r>
        <w:rPr>
          <w:rFonts w:ascii="Times New Roman" w:eastAsia="Calibri" w:hAnsi="Times New Roman" w:cs="Times New Roman"/>
          <w:sz w:val="24"/>
        </w:rPr>
        <w:t>комунальної власності</w:t>
      </w:r>
      <w:r w:rsidRPr="00E21BA2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кадастровий номер </w:t>
      </w:r>
      <w:r w:rsidRPr="00BF0ADE">
        <w:rPr>
          <w:rFonts w:ascii="Times New Roman" w:eastAsia="Calibri" w:hAnsi="Times New Roman" w:cs="Times New Roman"/>
          <w:sz w:val="24"/>
        </w:rPr>
        <w:t>6823984700:04:003:0017</w:t>
      </w:r>
      <w:r>
        <w:rPr>
          <w:rFonts w:ascii="Times New Roman" w:eastAsia="Calibri" w:hAnsi="Times New Roman" w:cs="Times New Roman"/>
          <w:sz w:val="24"/>
        </w:rPr>
        <w:t xml:space="preserve">, для ведення особистого селянського господарства, </w:t>
      </w:r>
      <w:r w:rsidRPr="00E21BA2">
        <w:rPr>
          <w:rFonts w:ascii="Times New Roman" w:eastAsia="Calibri" w:hAnsi="Times New Roman" w:cs="Times New Roman"/>
          <w:sz w:val="24"/>
        </w:rPr>
        <w:t xml:space="preserve">яка розташована Хмельницька область, Шепетівський район,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  сіль</w:t>
      </w:r>
      <w:r>
        <w:rPr>
          <w:rFonts w:ascii="Times New Roman" w:eastAsia="Calibri" w:hAnsi="Times New Roman" w:cs="Times New Roman"/>
          <w:sz w:val="24"/>
        </w:rPr>
        <w:t>ська рада  за межами  села Лисиче</w:t>
      </w:r>
      <w:r w:rsidRPr="00E21BA2">
        <w:rPr>
          <w:rFonts w:ascii="Times New Roman" w:eastAsia="Calibri" w:hAnsi="Times New Roman" w:cs="Times New Roman"/>
          <w:sz w:val="24"/>
        </w:rPr>
        <w:t>.</w:t>
      </w:r>
    </w:p>
    <w:p w:rsidR="00643B3D" w:rsidRPr="00E21BA2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Панцюк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Т.О.</w:t>
      </w:r>
      <w:r w:rsidRPr="00E21BA2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E21B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E21B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43B3D" w:rsidRPr="00E21BA2" w:rsidRDefault="00643B3D" w:rsidP="00643B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21BA2">
        <w:rPr>
          <w:rFonts w:ascii="Times New Roman" w:eastAsia="Calibri" w:hAnsi="Times New Roman" w:cs="Times New Roman"/>
          <w:sz w:val="24"/>
        </w:rPr>
        <w:t>3. Даний дозвіл дійсний на протязі року з дня прийняття даного рішення.</w:t>
      </w:r>
    </w:p>
    <w:p w:rsidR="00643B3D" w:rsidRPr="00E21BA2" w:rsidRDefault="00643B3D" w:rsidP="00643B3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</w:t>
      </w:r>
      <w:r w:rsidRPr="00E21BA2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43B3D" w:rsidRPr="00E21BA2" w:rsidRDefault="00643B3D" w:rsidP="00643B3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12B7E" w:rsidRPr="00643B3D" w:rsidRDefault="00643B3D" w:rsidP="00643B3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21BA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D12B7E" w:rsidRPr="00643B3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3D"/>
    <w:rsid w:val="00643B3D"/>
    <w:rsid w:val="00D12B7E"/>
    <w:rsid w:val="00EE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B3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43B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43B3D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B3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43B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43B3D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253</Words>
  <Characters>1445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2022-02-08T07:01:00Z</dcterms:created>
  <dcterms:modified xsi:type="dcterms:W3CDTF">2022-02-08T11:36:00Z</dcterms:modified>
</cp:coreProperties>
</file>