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3A1" w:rsidRDefault="00F563A1" w:rsidP="00F563A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3A1" w:rsidRDefault="00F563A1" w:rsidP="00F563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63A1" w:rsidRDefault="00F563A1" w:rsidP="00F563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3A1" w:rsidRDefault="00F563A1" w:rsidP="00F563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63A1" w:rsidRDefault="00F563A1" w:rsidP="00F563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3A1" w:rsidRDefault="00F563A1" w:rsidP="00F563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63A1" w:rsidRDefault="00F563A1" w:rsidP="00F563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3A1" w:rsidRDefault="00F563A1" w:rsidP="00F563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63A1" w:rsidRDefault="00F563A1" w:rsidP="00F563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3A1" w:rsidRDefault="00F563A1" w:rsidP="00F563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63A1" w:rsidRDefault="00F563A1" w:rsidP="00F563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3A1" w:rsidRDefault="00F563A1" w:rsidP="00F563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63A1" w:rsidRDefault="00F563A1" w:rsidP="00F563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3A1" w:rsidRDefault="00F563A1" w:rsidP="00F563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63A1" w:rsidRDefault="00F563A1" w:rsidP="00F563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3A1" w:rsidRDefault="00F563A1" w:rsidP="00F563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63A1" w:rsidRDefault="00F563A1" w:rsidP="00F563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3A1" w:rsidRDefault="00F563A1" w:rsidP="00F563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63A1" w:rsidRDefault="00F563A1" w:rsidP="00F563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3A1" w:rsidRDefault="00F563A1" w:rsidP="00F563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63A1" w:rsidRDefault="00F563A1" w:rsidP="00F563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3A1" w:rsidRDefault="00F563A1" w:rsidP="00F563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3A1" w:rsidRDefault="00F563A1" w:rsidP="00F563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3A1" w:rsidRDefault="00F563A1" w:rsidP="00F563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3A1" w:rsidRDefault="00F563A1" w:rsidP="00F563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3A1" w:rsidRDefault="00F563A1" w:rsidP="00F563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3A1" w:rsidRDefault="00F563A1" w:rsidP="00F563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3A1" w:rsidRDefault="00F563A1" w:rsidP="00F563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3A1" w:rsidRDefault="00F563A1" w:rsidP="00F563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3A1" w:rsidRDefault="00F563A1" w:rsidP="00F563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3A1" w:rsidRDefault="00F563A1" w:rsidP="00F563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563A1" w:rsidRDefault="00F563A1" w:rsidP="00F563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563A1" w:rsidRDefault="00F563A1" w:rsidP="00F563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563A1" w:rsidRDefault="00F563A1" w:rsidP="00F563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563A1" w:rsidRDefault="00F563A1" w:rsidP="00F563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563A1" w:rsidRDefault="00F563A1" w:rsidP="00F563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563A1" w:rsidRDefault="00F563A1" w:rsidP="00F563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563A1" w:rsidRDefault="00F563A1" w:rsidP="00F563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563A1" w:rsidRDefault="00F563A1" w:rsidP="00F563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563A1" w:rsidRDefault="00F563A1" w:rsidP="00F563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563A1" w:rsidRDefault="00F563A1" w:rsidP="00F563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563A1" w:rsidRDefault="00F563A1" w:rsidP="00F563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563A1" w:rsidRDefault="00F563A1" w:rsidP="00F563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563A1" w:rsidRDefault="00F563A1" w:rsidP="00F563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563A1" w:rsidRDefault="00F563A1" w:rsidP="00F563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563A1" w:rsidRDefault="00F563A1" w:rsidP="00F563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563A1" w:rsidRDefault="00F563A1" w:rsidP="00F563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563A1" w:rsidRDefault="00F563A1" w:rsidP="00F563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563A1" w:rsidRDefault="00F563A1" w:rsidP="00F563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563A1" w:rsidRDefault="00F563A1" w:rsidP="00F563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563A1" w:rsidRDefault="00F563A1" w:rsidP="00F563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F563A1" w:rsidRDefault="00F563A1" w:rsidP="00F563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563A1" w:rsidRDefault="00F563A1" w:rsidP="00F563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563A1" w:rsidRDefault="00F563A1" w:rsidP="00F563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563A1" w:rsidRDefault="00F563A1" w:rsidP="00F563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563A1" w:rsidRDefault="00F563A1" w:rsidP="00F563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563A1" w:rsidRDefault="00F563A1" w:rsidP="00F563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563A1" w:rsidRDefault="00F563A1" w:rsidP="00F563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F563A1" w:rsidRDefault="00F563A1" w:rsidP="00F563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563A1" w:rsidRDefault="00F563A1" w:rsidP="00F563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563A1" w:rsidRDefault="00F563A1" w:rsidP="00F563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563A1" w:rsidRDefault="00F563A1" w:rsidP="00F563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63A1" w:rsidRDefault="00F563A1" w:rsidP="00F563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63A1" w:rsidRDefault="00F563A1" w:rsidP="00F563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63A1" w:rsidRDefault="00F563A1" w:rsidP="00F563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63A1" w:rsidRDefault="00F563A1" w:rsidP="00F563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563A1" w:rsidRDefault="00F563A1" w:rsidP="00F563A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563A1" w:rsidRDefault="00F563A1" w:rsidP="00F563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563A1" w:rsidRDefault="00F563A1" w:rsidP="00F563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563A1" w:rsidRDefault="00F563A1" w:rsidP="00F563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63A1" w:rsidRDefault="00F563A1" w:rsidP="00F563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563A1" w:rsidRDefault="00F563A1" w:rsidP="00F563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63A1" w:rsidRDefault="00F563A1" w:rsidP="00F563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563A1" w:rsidRDefault="00F563A1" w:rsidP="00F563A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563A1" w:rsidRPr="00A56207" w:rsidRDefault="00F563A1" w:rsidP="00F563A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№30</w:t>
      </w:r>
    </w:p>
    <w:p w:rsidR="00F563A1" w:rsidRDefault="00F563A1" w:rsidP="00F563A1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F563A1" w:rsidRPr="00C92EA5" w:rsidRDefault="00F563A1" w:rsidP="00F563A1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F563A1" w:rsidRPr="00C92EA5" w:rsidRDefault="00F563A1" w:rsidP="00F563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>кту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F563A1" w:rsidRPr="00C92EA5" w:rsidRDefault="00F563A1" w:rsidP="00F563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F563A1" w:rsidRPr="00C92EA5" w:rsidRDefault="00F563A1" w:rsidP="00F563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Шпарук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  С.В.</w:t>
      </w:r>
    </w:p>
    <w:p w:rsidR="00F563A1" w:rsidRPr="00C92EA5" w:rsidRDefault="00F563A1" w:rsidP="00F563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563A1" w:rsidRPr="00C92EA5" w:rsidRDefault="00F563A1" w:rsidP="00F563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</w:t>
      </w:r>
      <w:r>
        <w:rPr>
          <w:rFonts w:ascii="Times New Roman" w:eastAsia="Calibri" w:hAnsi="Times New Roman" w:cs="Times New Roman"/>
          <w:sz w:val="24"/>
        </w:rPr>
        <w:t xml:space="preserve">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Шпарука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С.В.</w:t>
      </w:r>
      <w:r w:rsidRPr="00C92EA5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F563A1" w:rsidRPr="00513972" w:rsidRDefault="00F563A1" w:rsidP="00F563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F563A1" w:rsidRPr="00C92EA5" w:rsidRDefault="00F563A1" w:rsidP="00F563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1</w:t>
      </w:r>
      <w:r>
        <w:rPr>
          <w:rFonts w:ascii="Times New Roman" w:eastAsia="Calibri" w:hAnsi="Times New Roman" w:cs="Times New Roman"/>
          <w:sz w:val="24"/>
        </w:rPr>
        <w:t xml:space="preserve">. Надати  </w:t>
      </w:r>
      <w:proofErr w:type="spellStart"/>
      <w:r>
        <w:rPr>
          <w:rFonts w:ascii="Times New Roman" w:eastAsia="Calibri" w:hAnsi="Times New Roman" w:cs="Times New Roman"/>
          <w:sz w:val="24"/>
        </w:rPr>
        <w:t>Шпаруку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Сергію Віталійовичу,  який  зареєстрований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2778C6">
        <w:rPr>
          <w:rFonts w:ascii="Times New Roman" w:eastAsia="Calibri" w:hAnsi="Times New Roman" w:cs="Times New Roman"/>
          <w:sz w:val="24"/>
        </w:rPr>
        <w:t>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дозвіл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</w:t>
      </w:r>
      <w:r>
        <w:rPr>
          <w:rFonts w:ascii="Times New Roman" w:eastAsia="Calibri" w:hAnsi="Times New Roman" w:cs="Times New Roman"/>
          <w:sz w:val="24"/>
        </w:rPr>
        <w:t xml:space="preserve"> орієнтовною </w:t>
      </w:r>
      <w:r w:rsidRPr="00C92EA5">
        <w:rPr>
          <w:rFonts w:ascii="Times New Roman" w:eastAsia="Calibri" w:hAnsi="Times New Roman" w:cs="Times New Roman"/>
          <w:sz w:val="24"/>
        </w:rPr>
        <w:t xml:space="preserve"> площею </w:t>
      </w:r>
      <w:r>
        <w:rPr>
          <w:rFonts w:ascii="Times New Roman" w:eastAsia="Calibri" w:hAnsi="Times New Roman" w:cs="Times New Roman"/>
          <w:sz w:val="24"/>
        </w:rPr>
        <w:t xml:space="preserve">0,4300 </w:t>
      </w:r>
      <w:r w:rsidRPr="00C92EA5">
        <w:rPr>
          <w:rFonts w:ascii="Times New Roman" w:eastAsia="Calibri" w:hAnsi="Times New Roman" w:cs="Times New Roman"/>
          <w:sz w:val="24"/>
        </w:rPr>
        <w:t xml:space="preserve">га, для ведення </w:t>
      </w:r>
      <w:r>
        <w:rPr>
          <w:rFonts w:ascii="Times New Roman" w:eastAsia="Calibri" w:hAnsi="Times New Roman" w:cs="Times New Roman"/>
          <w:sz w:val="24"/>
        </w:rPr>
        <w:t>особистого селянського господарства</w:t>
      </w:r>
      <w:r w:rsidRPr="00C92EA5">
        <w:rPr>
          <w:rFonts w:ascii="Times New Roman" w:eastAsia="Calibri" w:hAnsi="Times New Roman" w:cs="Times New Roman"/>
          <w:sz w:val="24"/>
        </w:rPr>
        <w:t>, яка розташована на терит</w:t>
      </w:r>
      <w:r>
        <w:rPr>
          <w:rFonts w:ascii="Times New Roman" w:eastAsia="Calibri" w:hAnsi="Times New Roman" w:cs="Times New Roman"/>
          <w:sz w:val="24"/>
        </w:rPr>
        <w:t xml:space="preserve">орії 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сільської ради в селі Лисиче</w:t>
      </w:r>
      <w:r w:rsidRPr="00C92EA5">
        <w:rPr>
          <w:rFonts w:ascii="Times New Roman" w:eastAsia="Calibri" w:hAnsi="Times New Roman" w:cs="Times New Roman"/>
          <w:sz w:val="24"/>
        </w:rPr>
        <w:t>.</w:t>
      </w:r>
    </w:p>
    <w:p w:rsidR="00F563A1" w:rsidRPr="00C92EA5" w:rsidRDefault="00F563A1" w:rsidP="00F563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Шпаруку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С.В.</w:t>
      </w:r>
      <w:r w:rsidRPr="00C92EA5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>
        <w:rPr>
          <w:rFonts w:ascii="Times New Roman" w:eastAsia="Calibri" w:hAnsi="Times New Roman" w:cs="Times New Roman"/>
          <w:sz w:val="24"/>
        </w:rPr>
        <w:t>проє</w:t>
      </w:r>
      <w:r w:rsidRPr="00C92EA5">
        <w:rPr>
          <w:rFonts w:ascii="Times New Roman" w:eastAsia="Calibri" w:hAnsi="Times New Roman" w:cs="Times New Roman"/>
          <w:sz w:val="24"/>
        </w:rPr>
        <w:t>кт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F563A1" w:rsidRPr="00C92EA5" w:rsidRDefault="00F563A1" w:rsidP="00F563A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2E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F563A1" w:rsidRPr="00C92EA5" w:rsidRDefault="00F563A1" w:rsidP="00F563A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563A1" w:rsidRPr="00C92EA5" w:rsidRDefault="00F563A1" w:rsidP="00F563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563A1" w:rsidRPr="00C92EA5" w:rsidRDefault="00F563A1" w:rsidP="00F563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563A1" w:rsidRDefault="00F563A1" w:rsidP="00F563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563A1" w:rsidRPr="00C92EA5" w:rsidRDefault="00F563A1" w:rsidP="00F563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563A1" w:rsidRPr="00C92EA5" w:rsidRDefault="00F563A1" w:rsidP="00F563A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F36F4" w:rsidRDefault="00AF36F4"/>
    <w:sectPr w:rsidR="00AF36F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3A1"/>
    <w:rsid w:val="00171A2E"/>
    <w:rsid w:val="002778C6"/>
    <w:rsid w:val="00304C90"/>
    <w:rsid w:val="00505B6D"/>
    <w:rsid w:val="006D3977"/>
    <w:rsid w:val="007D6C18"/>
    <w:rsid w:val="00AF36F4"/>
    <w:rsid w:val="00D1641A"/>
    <w:rsid w:val="00F5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BE664"/>
  <w15:docId w15:val="{34CAB94E-E43B-43E4-B6C4-CB4D048B9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3A1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F563A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563A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F563A1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240</Words>
  <Characters>1369</Characters>
  <Application>Microsoft Office Word</Application>
  <DocSecurity>0</DocSecurity>
  <Lines>11</Lines>
  <Paragraphs>3</Paragraphs>
  <ScaleCrop>false</ScaleCrop>
  <Company>Microsoft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2021-04-28T11:38:00Z</dcterms:created>
  <dcterms:modified xsi:type="dcterms:W3CDTF">2021-04-28T13:03:00Z</dcterms:modified>
</cp:coreProperties>
</file>