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3E4" w:rsidRPr="00561513" w:rsidRDefault="00A843E4" w:rsidP="00A843E4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A843E4" w:rsidRPr="00561513" w:rsidRDefault="00A843E4" w:rsidP="00A843E4">
      <w:pPr>
        <w:tabs>
          <w:tab w:val="right" w:pos="9354"/>
        </w:tabs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</w:p>
    <w:p w:rsidR="00A843E4" w:rsidRPr="00561513" w:rsidRDefault="00A81E32" w:rsidP="00A843E4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A81E32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57" style="position:absolute;margin-left:213.55pt;margin-top:2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gaGL4A&#10;AADdAAAADwAAAGRycy9kb3ducmV2LnhtbERPSwrCMBDdC94hjOBO0yqoVKOIqLgQxN9+aMa22ExK&#10;E7Xe3giCu3m878wWjSnFk2pXWFYQ9yMQxKnVBWcKLudNbwLCeWSNpWVS8CYHi3m7NcNE2xcf6Xny&#10;mQgh7BJUkHtfJVK6NCeDrm8r4sDdbG3QB1hnUtf4CuGmlIMoGkmDBYeGHCta5ZTeTw+jwA63u/01&#10;GxyHax57Xh4mt2uzV6rbaZZTEJ4a/xf/3Dsd5k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DoGh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xAYcUA&#10;AADdAAAADwAAAGRycy9kb3ducmV2LnhtbERPS2sCMRC+F/ofwhR6kZrVg7WrUYqwfXgQ1EKvw2bc&#10;rG4mS5Lq1l9vBMHbfHzPmc4724gj+VA7VjDoZyCIS6drrhT8bIuXMYgQkTU2jknBPwWYzx4fpphr&#10;d+I1HTexEimEQ44KTIxtLmUoDVkMfdcSJ27nvMWYoK+k9nhK4baRwywbSYs1pwaDLS0MlYfNn1Ww&#10;L1bmd/F6/vC9tzWde8Xys/keKfX81L1PQETq4l18c3/pND8bDOH6TTpBz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LEB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iHhcQA&#10;AADdAAAADwAAAGRycy9kb3ducmV2LnhtbESP0WrCQBBF3wX/YZmCL9JsNCAldRWRKiUvoukHDNkx&#10;G5qdDdmtiX/fFQTfZrh37rmz3o62FTfqfeNYwSJJQRBXTjdcK/gpD+8fIHxA1tg6JgV38rDdTCdr&#10;zLUb+Ey3S6hFDGGfowITQpdL6StDFn3iOuKoXV1vMcS1r6XucYjhtpXLNF1Jiw1HgsGO9oaq38uf&#10;jZBThqfiOpSH44gDfhWG57uzUrO3cfcJItAYXubn9beO9dNFBo9v4gh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4h4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rKUcQA&#10;AADdAAAADwAAAGRycy9kb3ducmV2LnhtbERPTUsDMRC9C/6HMEJvNttSa1mbFqktiODBtlC8DZvp&#10;7uJmEpKxu/33RhC8zeN9znI9uE5dKKbWs4HJuABFXHnbcm3geNjdL0AlQbbYeSYDV0qwXt3eLLG0&#10;vucPuuylVjmEU4kGGpFQap2qhhymsQ/EmTv76FAyjLW2Efsc7jo9LYq5dthybmgw0Kah6mv/7Qy8&#10;99vw9jh/OIfPOJvq9GLltBFjRnfD8xMooUH+xX/uV5vnF5MZ/H6TT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qyl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26asUA&#10;AADdAAAADwAAAGRycy9kb3ducmV2LnhtbESP3WrCQBCF74W+wzKF3kjdpKKU1FWCVJHcBH8eYMiO&#10;2dDsbMiuJn17t1DwboZz5nxnVpvRtuJOvW8cK0hnCQjiyumGawWX8+79E4QPyBpbx6Tglzxs1i+T&#10;FWbaDXyk+ynUIoawz1CBCaHLpPSVIYt+5jriqF1dbzHEta+l7nGI4baVH0mylBYbjgSDHW0NVT+n&#10;m42Qco5lcR3Ou/2IA34Xhqf5Uam31zH/AhFoDE/z//VBx/pJuoC/b+II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Hbpq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TxvcMA&#10;AADdAAAADwAAAGRycy9kb3ducmV2LnhtbERPTUsDMRC9C/6HMII3m23RVdampbQVRPDQKpTehs10&#10;d3EzCcm0u/57Iwje5vE+Z74cXa8uFFPn2cB0UoAirr3tuDHw+fFy9wQqCbLF3jMZ+KYEy8X11Rwr&#10;6wfe0WUvjcohnCo00IqESutUt+QwTXwgztzJR4eSYWy0jTjkcNfrWVGU2mHHuaHFQOuW6q/92Rl4&#10;H7bh7bF8OIVjvJ/ptLFyWIsxtzfj6hmU0Cj/4j/3q83zi2kJv9/kE/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Txv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j0WMQA&#10;AADdAAAADwAAAGRycy9kb3ducmV2LnhtbERP32vCMBB+H+x/CCf4Ipq64TaqUeYgTFAY04GvR3O2&#10;xeZSkmi7/34RhL3dx/fzFqveNuJKPtSOFUwnGQjiwpmaSwU/Bz1+AxEissHGMSn4pQCr5ePDAnPj&#10;Ov6m6z6WIoVwyFFBFWObSxmKiiyGiWuJE3dy3mJM0JfSeOxSuG3kU5a9SIs1p4YKW/qoqDjvL1bB&#10;+qsrn/2oWPdue/o8zrQ2eqeVGg769zmISH38F9/dG5PmZ9NXuH2TT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49F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86b8QA&#10;AADdAAAADwAAAGRycy9kb3ducmV2LnhtbESPQWsCMRCF74X+hzCF3mpWqSJbo0jLQhEvan/AsJlu&#10;tm4mSxLX7b93DoK3Gd6b975ZbUbfqYFiagMbmE4KUMR1sC03Bn5O1dsSVMrIFrvAZOCfEmzWz08r&#10;LG248oGGY26UhHAq0YDLuS+1TrUjj2kSemLRfkP0mGWNjbYRrxLuOz0rioX22LI0OOzp01F9Pl68&#10;gWo32w/ni41V2I7vnubub/nljHl9GbcfoDKN+WG+X39bwS+mgivfyAh6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fOm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vFscQA&#10;AADdAAAADwAAAGRycy9kb3ducmV2LnhtbERP32vCMBB+H+x/CCf4Ipq64diqUeYgTFAY04GvR3O2&#10;xeZSkmi7/34RhL3dx/fzFqveNuJKPtSOFUwnGQjiwpmaSwU/Bz1+BREissHGMSn4pQCr5ePDAnPj&#10;Ov6m6z6WIoVwyFFBFWObSxmKiiyGiWuJE3dy3mJM0JfSeOxSuG3kU5a9SIs1p4YKW/qoqDjvL1bB&#10;+qsrn/2oWPdue/o8zrQ2eqeVGg769zmISH38F9/dG5PmZ9M3uH2TTp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rxb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X81MQA&#10;AADdAAAADwAAAGRycy9kb3ducmV2LnhtbESPQWvDMAyF74P9B6PBbqvTsI2S1i1lIzDKLmv7A0Ss&#10;xmljOdhumv376jDYTeI9vfdptZl8r0aKqQtsYD4rQBE3wXbcGjge6pcFqJSRLfaBycAvJdisHx9W&#10;WNlw4x8a97lVEsKpQgMu56HSOjWOPKZZGIhFO4XoMcsaW20j3iTc97osinftsWNpcDjQh6Pmsr96&#10;A/Wu/B4vVxvrsJ1ePb258+LTGfP8NG2XoDJN+d/8d/1lBb8ohV++kRH0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F/N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xDacEA&#10;AADdAAAADwAAAGRycy9kb3ducmV2LnhtbERPS2rDMBDdB3oHMYXsYslpU4prJZRASrKs2wMM1tQ2&#10;tkaupfhz+yhQ6G4e7zv5YbadGGnwjWMNaaJAEJfONFxp+P46bV5B+IBssHNMGhbycNg/rHLMjJv4&#10;k8YiVCKGsM9QQx1Cn0npy5os+sT1xJH7cYPFEOFQSTPgFMNtJ7dKvUiLDceGGns61lS2xdVqeF6m&#10;j99i16qTsZRenvoLh3Kn9fpxfn8DEWgO/+I/99nE+Wqbwv2beILc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SMQ2n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zEAsAA&#10;AADdAAAADwAAAGRycy9kb3ducmV2LnhtbERPTYvCMBC9C/6HMII3TbcH0WoUWVHE01qr56EZ22Iz&#10;KU3U+u83guBtHu9zFqvO1OJBrassK/gZRyCIc6srLhRkp+1oCsJ5ZI21ZVLwIgerZb+3wETbJx/p&#10;kfpChBB2CSoovW8SKV1ekkE3tg1x4K62NegDbAupW3yGcFPLOIom0mDFoaHEhn5Lym/p3Si4Ty5x&#10;xteD/ks3r91ss107eS6UGg669RyEp85/xR/3Xof5URzD+5twgl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czEA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ensUA&#10;AADdAAAADwAAAGRycy9kb3ducmV2LnhtbERPTWvCQBC9F/wPywje6qaJBI2uogVBe6jU6sHbmJ0m&#10;abOzaXbV9N+7hUJv83ifM1t0phZXal1lWcHTMAJBnFtdcaHg8L5+HINwHlljbZkU/JCDxbz3MMNM&#10;2xu/0XXvCxFC2GWooPS+yaR0eUkG3dA2xIH7sK1BH2BbSN3iLYSbWsZRlEqDFYeGEht6Lin/2l+M&#10;guNunE52q+3o8+X1jInR3yddpUoN+t1yCsJT5//Ff+6NDvOjOIHfb8IJ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Ix6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duYsMA&#10;AADcAAAADwAAAGRycy9kb3ducmV2LnhtbESPT4vCMBTE7wt+h/CEva2pVaRUo6iLrnjyH3h9NM+2&#10;2LyUJqt1P/1GEDwOM/MbZjJrTSVu1LjSsoJ+LwJBnFldcq7gdFx9JSCcR9ZYWSYFD3Iwm3Y+Jphq&#10;e+c93Q4+FwHCLkUFhfd1KqXLCjLoerYmDt7FNgZ9kE0udYP3ADeVjKNoJA2WHBYKrGlZUHY9/BoF&#10;f6Mz7txPvPgeaE+PYbK2291aqc9uOx+D8NT6d/jV3mgFcTKE55lwBOT0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LduY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y2F8QA&#10;AADcAAAADwAAAGRycy9kb3ducmV2LnhtbESPwWrDMBBE74H+g9hCb7FcYwfXjRJKSKG3Nk4/YLG2&#10;som1ciwlcfP1UaGQ4zAzb5jlerK9ONPoO8cKnpMUBHHjdMdGwff+fV6C8AFZY++YFPySh/XqYbbE&#10;SrsL7+hcByMihH2FCtoQhkpK37Rk0SduII7ejxsthihHI/WIlwi3vczSdCEtdhwXWhxo01JzqE9W&#10;wdFlhZ7qLX4eti9fnTH58brLlXp6nN5eQQSawj383/7QCrKygL8z8Qj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cthf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O6N8QA&#10;AADcAAAADwAAAGRycy9kb3ducmV2LnhtbESPwW7CMBBE75X6D9Yi9VYcqJqGEAe1SEhcgR44LvaS&#10;BOJ1GhsI/fq6UqUeRzPzRlMsBtuKK/W+caxgMk5AEGtnGq4UfO5WzxkIH5ANto5JwZ08LMrHhwJz&#10;4268oes2VCJC2OeooA6hy6X0uiaLfuw64ugdXW8xRNlX0vR4i3DbymmSpNJiw3Ghxo6WNenz9mIV&#10;rJsDvab6OLPZh97sv7/Cy9vJKPU0Gt7nIAIN4T/8114bBdMshd8z8Qj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zujf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+ji8EA&#10;AADcAAAADwAAAGRycy9kb3ducmV2LnhtbERPXWvCMBR9H/gfwhV8m6l9mFqNooIw0QnTMV8vzV1T&#10;1tyUJtb6740w2OP55syXna1ES40vHSsYDRMQxLnTJRcKvs7b1wkIH5A1Vo5JwZ08LBe9lzlm2t34&#10;k9pTKEQsYZ+hAhNCnUnpc0MW/dDVxFH7cY3FEGFTSN3gLZbbSqZJ8iYtlhwXDNa0MZT/nq5WQYvH&#10;e3Ix64/prjzk6XH9vdeRV4N+t5qBCNSFf/Nf+l0rSCdjeJ6JR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Po4v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SC98AA&#10;AADcAAAADwAAAGRycy9kb3ducmV2LnhtbERPPW/CMBDdK/U/WFeJrTjNUKEUg6pKVB3bwMB4xEcc&#10;Gt9FtktSfj0ekBif3vdyPflenSnETtjAy7wARdyI7bg1sNtunhegYkK22AuTgX+KsF49PiyxsjLy&#10;D53r1KocwrFCAy6lodI6No48xrkMxJk7SvCYMgyttgHHHO57XRbFq/bYcW5wONCHo+a3/vMGxs/m&#10;cCqPe+suYZBN/S2nshdjZk/T+xuoRFO6i2/uL2ugXOS1+Uw+Anp1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cSC98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dqTcYA&#10;AADcAAAADwAAAGRycy9kb3ducmV2LnhtbESPS2/CMBCE70j9D9ZW4gZOc6BpwCDKQ6pQq4rXfYmX&#10;JK29jmID4d/XlSr1OJqZbzSTWWeNuFLra8cKnoYJCOLC6ZpLBYf9epCB8AFZo3FMCu7kYTZ96E0w&#10;1+7GW7ruQikihH2OCqoQmlxKX1Rk0Q9dQxy9s2sthijbUuoWbxFujUyTZCQt1hwXKmxoUVHxvbtY&#10;BevPpflKP7bzowyL1fPJZJvX5btS/cduPgYRqAv/4b/2m1aQZi/weyYeAT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ndqT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QmpsMA&#10;AADcAAAADwAAAGRycy9kb3ducmV2LnhtbERPy2rCQBTdF/oPwy24KTpppKLRMZRCiYUKvsDtNXNN&#10;gpk7ITMm8e87i0KXh/NepYOpRUetqywreJtEIIhzqysuFJyOX+M5COeRNdaWScGDHKTr56cVJtr2&#10;vKfu4AsRQtglqKD0vkmkdHlJBt3ENsSBu9rWoA+wLaRusQ/hppZxFM2kwYpDQ4kNfZaU3w53o6Db&#10;/VyKTeea79v81b1PL1m21WelRi/DxxKEp8H/i//cG60gXoT54Uw4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BQmp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4CTcYA&#10;AADcAAAADwAAAGRycy9kb3ducmV2LnhtbESPT2sCMRTE74LfITyhN8261KKrUaog9CLUPwe9PTfP&#10;3cXNyzZJddtP3xQEj8PM/IaZLVpTixs5X1lWMBwkIIhzqysuFBz26/4YhA/IGmvLpOCHPCzm3c4M&#10;M23vvKXbLhQiQthnqKAMocmk9HlJBv3ANsTRu1hnMETpCqkd3iPc1DJNkjdpsOK4UGJDq5Ly6+7b&#10;KFhOxsuvz1fe/G7PJzodz9dR6hKlXnrt+xREoDY8w4/2h1aQTobwfyYe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4CTcYAAADcAAAADwAAAAAAAAAAAAAAAACYAgAAZHJz&#10;L2Rvd25yZXYueG1sUEsFBgAAAAAEAAQA9QAAAIsDAAAAAA==&#10;" fillcolor="black" stroked="f"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49IscA&#10;AADc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B8pPM7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uPSL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+yV8QA&#10;AADcAAAADwAAAGRycy9kb3ducmV2LnhtbESPQWsCMRSE70L/Q3hCbzWrBbFbo0il1IsHbUuvj81z&#10;s+7mZU2irv56IxQ8DjPzDTOdd7YRJ/KhcqxgOMhAEBdOV1wq+Pn+fJmACBFZY+OYFFwowHz21Jti&#10;rt2ZN3TaxlIkCIccFZgY21zKUBiyGAauJU7eznmLMUlfSu3xnOC2kaMsG0uLFacFgy19GCrq7dEq&#10;8Iu/ZX3l42+dXdeX8LXvDhM0Sj33u8U7iEhdfIT/2yutYPT2Cvcz6Qj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/slf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t1O8UA&#10;AADcAAAADwAAAGRycy9kb3ducmV2LnhtbESP3WrCQBSE7wu+w3IEb0rdNJRWU1eRgiAoBX8e4DR7&#10;mgR3z4bsUaNP3y0UejnMzDfMbNF7py7UxSawgedxBoq4DLbhysDxsHqagIqCbNEFJgM3irCYDx5m&#10;WNhw5R1d9lKpBOFYoIFapC20jmVNHuM4tMTJ+w6dR0myq7Tt8Jrg3uk8y161x4bTQo0tfdRUnvZn&#10;b8DlX266eYtbuR31Nrt72T1+WmNGw375Dkqol//wX3ttDeTTF/g9k46An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m3U7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pxq8UA&#10;AADcAAAADwAAAGRycy9kb3ducmV2LnhtbESPQWsCMRSE74X+h/CE3jTrQsWuRrEVYS8eulq8PjfP&#10;zWLysmxS3fbXN4VCj8PMfMMs14Oz4kZ9aD0rmE4yEMS11y03Co6H3XgOIkRkjdYzKfiiAOvV48MS&#10;C+3v/E63KjYiQTgUqMDE2BVShtqQwzDxHXHyLr53GJPsG6l7vCe4szLPspl02HJaMNjRm6H6Wn06&#10;Bduqs/mxNK/h9LE/n235vaPTVqmn0bBZgIg0xP/wX7vUCvKX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WnGr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aRmMMA&#10;AADcAAAADwAAAGRycy9kb3ducmV2LnhtbESPQWsCMRSE70L/Q3iF3jSph9WuRimlgtCTuh56eyTP&#10;3dXNy7JJ3e2/N4LgcZiZb5jlenCNuFIXas8a3icKBLHxtuZSQ3HYjOcgQkS22HgmDf8UYL16GS0x&#10;t77nHV33sRQJwiFHDVWMbS5lMBU5DBPfEifv5DuHMcmulLbDPsFdI6dKZdJhzWmhwpa+KjKX/Z/T&#10;cN7IH28UmmNx7Ld29vudUaO0fnsdPhcgIg3xGX60t1bD9COD+5l0BOTq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AaRm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AgFcYA&#10;AADcAAAADwAAAGRycy9kb3ducmV2LnhtbESPT2sCMRTE74V+h/AKvdVst6B2NSu2UBCLh2oRj8/N&#10;2z/s5mVJoq7fvhGEHoeZ+Q0zXwymE2dyvrGs4HWUgCAurG64UvC7+3qZgvABWWNnmRRcycMif3yY&#10;Y6bthX/ovA2ViBD2GSqoQ+gzKX1Rk0E/sj1x9ErrDIYoXSW1w0uEm06mSTKWBhuOCzX29FlT0W5P&#10;RsHh9M3l5m29dB9hb4edb9PjtFXq+WlYzkAEGsJ/+N5eaQXp+wRuZ+IRk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AgFcYAAADc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r0MQA&#10;AADcAAAADwAAAGRycy9kb3ducmV2LnhtbERPy2rCQBTdF/yH4Qrd1UlDW2LqGLRQ6Kbga1F318xt&#10;EpK5E2emGv16Z1FweTjvWTGYTpzI+caygudJAoK4tLrhSsFu+/mUgfABWWNnmRRcyEMxHz3MMNf2&#10;zGs6bUIlYgj7HBXUIfS5lL6syaCf2J44cr/WGQwRukpqh+cYbjqZJsmbNNhwbKixp4+aynbzZxQs&#10;p9nyuHrh7+v6sKf9z6F9TV2i1ON4WLyDCDSEu/jf/aUVpNO4Np6JR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0q9DEAAAA3AAAAA8AAAAAAAAAAAAAAAAAmAIAAGRycy9k&#10;b3ducmV2LnhtbFBLBQYAAAAABAAEAPUAAACJAwAAAAA=&#10;" fillcolor="black" stroked="f"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ADasQA&#10;AADcAAAADwAAAGRycy9kb3ducmV2LnhtbESPzWrDMBCE74G+g9hCboncBErjRgkmUFp6cn5Krxtr&#10;a5laKyOpivv2VSDQ4zAz3zDr7Wh7kciHzrGCh3kBgrhxuuNWwen4MnsCESKyxt4xKfilANvN3WSN&#10;pXYX3lM6xFZkCIcSFZgYh1LK0BiyGOZuIM7el/MWY5a+ldrjJcNtLxdF8SgtdpwXDA60M9R8H36s&#10;gnTe1dUyfSazf/dV6139+nGulZrej9UziEhj/A/f2m9awWK1guuZf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QA2r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O3b8IA&#10;AADcAAAADwAAAGRycy9kb3ducmV2LnhtbERPz2vCMBS+D/Y/hCd401QH4jrTIjKHenHrBtvx0bw1&#10;Zc1LaWKt/vXmIOz48f1e5YNtRE+drx0rmE0TEMSl0zVXCr4+t5MlCB+QNTaOScGFPOTZ48MKU+3O&#10;/EF9ESoRQ9inqMCE0KZS+tKQRT91LXHkfl1nMUTYVVJ3eI7htpHzJFlIizXHBoMtbQyVf8XJKvCz&#10;zev3wV6f+583w8dibxbvlVFqPBrWLyACDeFffHfvtIKnJM6PZ+IRkN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Q7dv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843E4" w:rsidRPr="00561513" w:rsidRDefault="00A843E4" w:rsidP="00A843E4">
      <w:pPr>
        <w:tabs>
          <w:tab w:val="left" w:pos="2160"/>
        </w:tabs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A843E4" w:rsidRPr="00561513" w:rsidRDefault="00A843E4" w:rsidP="00A843E4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A843E4" w:rsidRPr="00561513" w:rsidRDefault="00A843E4" w:rsidP="00A843E4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A843E4" w:rsidRPr="00561513" w:rsidRDefault="00A843E4" w:rsidP="00A843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A843E4" w:rsidRPr="00561513" w:rsidRDefault="00A843E4" w:rsidP="00A843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A843E4" w:rsidRPr="00561513" w:rsidRDefault="00A843E4" w:rsidP="00A843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A843E4" w:rsidRPr="00561513" w:rsidRDefault="00A843E4" w:rsidP="00A843E4">
      <w:pPr>
        <w:keepNext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A843E4" w:rsidRPr="00561513" w:rsidRDefault="00A843E4" w:rsidP="00A843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A843E4" w:rsidRPr="00561513" w:rsidRDefault="00A843E4" w:rsidP="00A843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A843E4" w:rsidRPr="00561513" w:rsidRDefault="00A843E4" w:rsidP="00A843E4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A81E32" w:rsidRPr="00A81E32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y9ycIA&#10;AADcAAAADwAAAGRycy9kb3ducmV2LnhtbESPS4vCQBCE7wv+h6EFb+vEBHYlOhERFQ+C+Lo3mc4D&#10;Mz0hM2r8986CsMeiqr6i5oveNOJBnastK5iMIxDEudU1lwou5833FITzyBoby6TgRQ4W2eBrjqm2&#10;Tz7S4+RLESDsUlRQed+mUrq8IoNubFvi4BW2M+iD7EqpO3wGuGlkHEU/0mDNYaHCllYV5bfT3Siw&#10;yXa3v5bxMVnzr+flYVpc+71So2G/nIHw1Pv/8Ke90wqSKIa/M+EIyOw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bL3J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CGTcgA&#10;AADcAAAADwAAAGRycy9kb3ducmV2LnhtbESPW2sCMRSE3wv9D+EU+iKaVcHL1ihFWLV9KHiBvh42&#10;p5ttNydLkurqr28KhT4OM/MNs1h1thFn8qF2rGA4yEAQl07XXCk4HYv+DESIyBobx6TgSgFWy/u7&#10;BebaXXhP50OsRIJwyFGBibHNpQylIYth4Fri5H04bzEm6SupPV4S3DZylGUTabHmtGCwpbWh8uvw&#10;bRV8Fm/mfT29bXxvvqdbr3jdNi8TpR4fuucnEJG6+B/+a++0gnE2ht8z6QjI5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7cIZN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PLMcMA&#10;AADcAAAADwAAAGRycy9kb3ducmV2LnhtbESP3WrCQBCF74W+wzIFb6RuakRK6iqhNCLeiD8PMGTH&#10;bGh2NmS3SXx7t1Dw8nB+Ps56O9pG9NT52rGC93kCgrh0uuZKwfVSvH2A8AFZY+OYFNzJw3bzMllj&#10;pt3AJ+rPoRJxhH2GCkwIbSalLw1Z9HPXEkfv5jqLIcqukrrDIY7bRi6SZCUt1hwJBlv6MlT+nH9t&#10;hBxTPB5uw6XYjTjg98HwLD8pNX0d808QgcbwDP+391pBmizh70w8AnL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PLM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Y3dcUA&#10;AADcAAAADwAAAGRycy9kb3ducmV2LnhtbESPQUsDMRSE7wX/Q3iF3my2ra2yNi3SKojgwSqIt8fm&#10;dXdx8xKS1+76740g9DjMzDfMeju4Tp0pptazgdm0AEVcedtybeDj/en6DlQSZIudZzLwQwm2m6vR&#10;Gkvre36j80FqlSGcSjTQiIRS61Q15DBNfSDO3tFHh5JlrLWN2Ge46/S8KFbaYct5ocFAu4aq78PJ&#10;GXjtH8PL7Wp5DF/xZq7T3srnToyZjIeHe1BCg1zC/+1na2BRLOHvTD4C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Njd1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3w3cMA&#10;AADcAAAADwAAAGRycy9kb3ducmV2LnhtbESP32rCMBTG7wd7h3AG3ow11YKMzigyVEZvxHYPcGiO&#10;TVlzUppo69ubgeDlx/fnx7faTLYTVxp861jBPElBENdOt9wo+K32H58gfEDW2DkmBTfysFm/vqww&#10;127kE13L0Ig4wj5HBSaEPpfS14Ys+sT1xNE7u8FiiHJopB5wjOO2k4s0XUqLLUeCwZ6+DdV/5cVG&#10;yDHDY3Eeq/1hwhF3heH37Ump2du0/QIRaArP8KP9oxVk6RL+z8Qj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/3w3c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gMmcUA&#10;AADcAAAADwAAAGRycy9kb3ducmV2LnhtbESPQUsDMRSE74L/ITyhtzZrq62sTYvUCiL00CqIt8fm&#10;dXdx8xKS1+76741Q8DjMzDfMcj24Tp0pptazgdtJAYq48rbl2sDH+8v4AVQSZIudZzLwQwnWq+ur&#10;JZbW97yn80FqlSGcSjTQiIRS61Q15DBNfCDO3tFHh5JlrLWN2Ge46/S0KObaYct5ocFAm4aq78PJ&#10;Gdj12/C2mN8fw1e8m+r0bOVzI8aMboanR1BCg/yHL+1Xa2BWLODvTD4Ce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qAyZ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xk+sIA&#10;AADcAAAADwAAAGRycy9kb3ducmV2LnhtbERPy2oCMRTdC/2HcAvdiGasWMo4UaoQWlCQWsHtZXLn&#10;QSc3Q5I60783i0KXh/MutqPtxI18aB0rWMwzEMSlMy3XCi5fevYKIkRkg51jUvBLAbabh0mBuXED&#10;f9LtHGuRQjjkqKCJsc+lDGVDFsPc9cSJq5y3GBP0tTQehxRuO/mcZS/SYsupocGe9g2V3+cfq2B3&#10;Guqln5a70R2q9+tKa6OPWqmnx/FtDSLSGP/Ff+4Po2CZpbXpTDoCcn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jGT6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wl5MMA&#10;AADcAAAADwAAAGRycy9kb3ducmV2LnhtbESP3WoCMRSE7wu+QzhC72pW24quRhFloZTe+PMAh81x&#10;s7o5WZK4rm9vCoVeDjPzDbNc97YRHflQO1YwHmUgiEuna64UnI7F2wxEiMgaG8ek4EEB1qvByxJz&#10;7e68p+4QK5EgHHJUYGJscylDachiGLmWOHln5y3GJH0ltcd7gttGTrJsKi3WnBYMtrQ1VF4PN6ug&#10;+J78dNeb9oXb9B+WPs1ltjNKvQ77zQJEpD7+h//aX1rBezaH3zPpCMjV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wl5M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P+IcIA&#10;AADcAAAADwAAAGRycy9kb3ducmV2LnhtbERPXWvCMBR9F/Yfwh34IjNVcYzOKHMQFBREN9jrpbm2&#10;Zc1NSaKt/948CD4ezvdi1dtGXMmH2rGCyTgDQVw4U3Op4PdHv32ACBHZYOOYFNwowGr5MlhgblzH&#10;R7qeYilSCIccFVQxtrmUoajIYhi7ljhxZ+ctxgR9KY3HLoXbRk6z7F1arDk1VNjSd0XF/+liFawP&#10;XTnzo2Ldu9158zfX2ui9Vmr42n99gojUx6f44d4aBbNJmp/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I/4h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O/P8QA&#10;AADcAAAADwAAAGRycy9kb3ducmV2LnhtbESPwWrDMBBE74H+g9hCbonstCnBjRxCiyGUXpL0AxZr&#10;a7m2VkZSHOfvo0Khx2Fm3jDb3WR7MZIPrWMF+TIDQVw73XKj4OtcLTYgQkTW2DsmBTcKsCsfZlss&#10;tLvykcZTbESCcChQgYlxKKQMtSGLYekG4uR9O28xJukbqT1eE9z2cpVlL9Jiy2nB4EBvhurudLEK&#10;qo/V59hdtK/cfnq2tDY/m3ej1Pxx2r+CiDTF//Bf+6AVPOU5/J5JR0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3Dvz/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pUi8IA&#10;AADcAAAADwAAAGRycy9kb3ducmV2LnhtbESP0WqDQBRE3wv9h+UW8tasmiYU6yqlYGgeY/IBF/dW&#10;RfeudTfR/H22UMjjMDNnmKxYzCCuNLnOsoJ4HYEgrq3uuFFwPpWv7yCcR9Y4WCYFN3JQ5M9PGaba&#10;znyka+UbESDsUlTQej+mUrq6JYNubUfi4P3YyaAPcmqknnAOcDPIJIp20mDHYaHFkb5aqvvqYhS8&#10;3eb9b7Xto1Ibig+b8cC+3iq1elk+P0B4Wvwj/N/+1go2cQJ/Z8IRk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lSL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0CZcEA&#10;AADcAAAADwAAAGRycy9kb3ducmV2LnhtbESPzarCMBSE9xd8h3AEd9dUBdFqFFEUcaX1Z31ojm2x&#10;OSlN1Pr2RhBcDjPzDTOdN6YUD6pdYVlBrxuBIE6tLjhTcDqu/0cgnEfWWFomBS9yMJ+1/qYYa/vk&#10;Az0Sn4kAYRejgtz7KpbSpTkZdF1bEQfvamuDPsg6k7rGZ4CbUvajaCgNFhwWcqxomVN6S+5GwX14&#10;6Z/4utP7ZPXajFfrhZPnTKlOu1lMQHhq/C/8bW+1gkFvAJ8z4QjI2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9AmX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39A8YA&#10;AADcAAAADwAAAGRycy9kb3ducmV2LnhtbESPQWvCQBSE7wX/w/IEb3VjlaDRVbRQsB4UtT14e2af&#10;Sdrs2zS71fjvXUHwOMzMN8xk1phSnKl2hWUFvW4Egji1uuBMwdf+43UIwnlkjaVlUnAlB7Np62WC&#10;ibYX3tJ55zMRIOwSVJB7XyVSujQng65rK+LgnWxt0AdZZ1LXeAlwU8q3KIqlwYLDQo4VveeU/u7+&#10;jYLvzTAebRafg5/V+oh9o/8OuoiV6rSb+RiEp8Y/w4/2Uivo9wZwPxOO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39A8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BR48UA&#10;AADcAAAADwAAAGRycy9kb3ducmV2LnhtbESPT2vCQBTE7wW/w/KE3upGrSLRVWxLY+kp/gGvj+wz&#10;CWbfhuzWJP30bkHocZiZ3zCrTWcqcaPGlZYVjEcRCOLM6pJzBafj58sChPPIGivLpKAnB5v14GmF&#10;sbYt7+l28LkIEHYxKii8r2MpXVaQQTeyNXHwLrYx6INscqkbbAPcVHISRXNpsOSwUGBN7wVl18OP&#10;UfA7P2PqdpO3j6n21L8uEvudJko9D7vtEoSnzv+HH+0vrWA6nsHfmXAE5P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EFHj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WyesMA&#10;AADcAAAADwAAAGRycy9kb3ducmV2LnhtbESP3YrCMBSE7xd8h3AE79bUnxWtRhFR2DvXrg9waI5p&#10;sTmpTdS6T28EYS+HmfmGWaxaW4kbNb50rGDQT0AQ506XbBQcf3efUxA+IGusHJOCB3lYLTsfC0y1&#10;u/OBblkwIkLYp6igCKFOpfR5QRZ939XE0Tu5xmKIsjFSN3iPcFvJYZJMpMWS40KBNW0Kys/Z1Sq4&#10;uOGXbrMt7s/b2U9pzPjydxgr1eu26zmIQG34D7/b31rBaDCB15l4BO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iWyes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SFtsUA&#10;AADcAAAADwAAAGRycy9kb3ducmV2LnhtbESPzW7CMBCE70h9B2sr9QZOiPhpwIlopUpcgR563NpL&#10;Ehqv09iFlKevKyFxHM3MN5p1OdhWnKn3jWMF6SQBQaydabhS8H54Gy9B+IBssHVMCn7JQ1k8jNaY&#10;G3fhHZ33oRIRwj5HBXUIXS6l1zVZ9BPXEUfv6HqLIcq+kqbHS4TbVk6TZC4tNhwXauzotSb9tf+x&#10;CrbNJ83m+vhsly9693H9DtniZJR6ehw2KxCBhnAP39pboyBLF/B/Jh4BW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VIW2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ut48UA&#10;AADcAAAADwAAAGRycy9kb3ducmV2LnhtbESPT2vCQBDF7wW/wzJCb3WjhVKjq1RBaKkV/IO9Dtlp&#10;NjQ7G7LbGL995yB4nJk3773ffNn7WnXUxiqwgfEoA0VcBFtxaeB03Dy9gooJ2WIdmAxcKcJyMXiY&#10;Y27DhffUHVKpxIRjjgZcSk2udSwceYyj0BDL7Se0HpOMbaltixcx97WeZNmL9lixJDhsaO2o+D38&#10;eQMd7q7Zt1t9TT+qbTHZrc6fVvbmcdi/zUAl6tNdfPt+twaex9JWYAQE9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e63j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O9dsQA&#10;AADcAAAADwAAAGRycy9kb3ducmV2LnhtbESPQUvDQBSE70L/w/IK3uymKYjGbkspVHrU6MHjM/ua&#10;Tc2+F3bXJvrrXUHwOMzMN8x6O/leXSjETtjAclGAIm7EdtwaeH053NyBignZYi9MBr4ownYzu1pj&#10;ZWXkZ7rUqVUZwrFCAy6lodI6No48xoUMxNk7SfCYsgyttgHHDPe9LoviVnvsOC84HGjvqPmoP72B&#10;8bF5P5enN+u+wyCH+knOZS/GXM+n3QOoRFP6D/+1j9bAankP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jvXb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1+ccA&#10;AADdAAAADwAAAGRycy9kb3ducmV2LnhtbESPW2sCMRSE3wv+h3AKvtVsF7G6GsVLhVIq4u39dHO6&#10;u5qcLJtUt/++KRR8HGbmG2Yya60RV2p85VjBcy8BQZw7XXGh4HhYPw1B+ICs0TgmBT/kYTbtPEww&#10;0+7GO7ruQyEihH2GCsoQ6kxKn5dk0fdcTRy9L9dYDFE2hdQN3iLcGpkmyUBarDgulFjTsqT8sv+2&#10;CtbblTmnm938JMPy9eXTDN8Xqw+luo/tfAwiUBvu4f/2m1aQ9kcD+HsTn4C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Wtf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3d28cA&#10;AADdAAAADwAAAGRycy9kb3ducmV2LnhtbESPW2vCQBSE3wv+h+UU+iK60XqNrlKEooUK3sDXY/Y0&#10;CWbPhuwa03/fFYQ+DjPzDTNfNqYQNVUut6yg141AECdW55wqOB0/OxMQziNrLCyTgl9ysFy0XuYY&#10;a3vnPdUHn4oAYRejgsz7MpbSJRkZdF1bEgfvx1YGfZBVKnWF9wA3hexH0UgazDksZFjSKqPkergZ&#10;BfXu+5Juald+XSdtN3y/rNdbfVbq7bX5mIHw1Pj/8LO90Qr6g+kYHm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893d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M1YMQA&#10;AADdAAAADwAAAGRycy9kb3ducmV2LnhtbERPy4rCMBTdD/gP4QqzG1OLI1qNogMDbgZ8LXR3ba5t&#10;sbnpJFE78/VmIbg8nPd03ppa3Mj5yrKCfi8BQZxbXXGhYL/7/hiB8AFZY22ZFPyRh/ms8zbFTNs7&#10;b+i2DYWIIewzVFCG0GRS+rwkg75nG+LIna0zGCJ0hdQO7zHc1DJNkqE0WHFsKLGhr5Lyy/ZqFCzH&#10;o+XvesA//5vTkY6H0+UzdYlS7912MQERqA0v8dO90grSwTjOjW/iE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DNWDEAAAA3QAAAA8AAAAAAAAAAAAAAAAAmAIAAGRycy9k&#10;b3ducmV2LnhtbFBLBQYAAAAABAAEAPUAAACJAwAAAAA=&#10;" fillcolor="black" stroked="f"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ZT9ccA&#10;AADdAAAADwAAAGRycy9kb3ducmV2LnhtbESPQWvCQBSE7wX/w/KE3uqmoYqmrqK2BUF70PbQ42v2&#10;NVmSfRuyW43+elcQPA4z8w0znXe2FgdqvXGs4HmQgCDOnTZcKPj++ngag/ABWWPtmBScyMN81nuY&#10;YqbdkXd02IdCRAj7DBWUITSZlD4vyaIfuIY4en+utRiibAupWzxGuK1lmiQjadFwXCixoVVJebX/&#10;twp+NiMz3hlKf7fn5bveDqvl51ul1GO/W7yCCNSFe/jWXmsF6ctkA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mU/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Jex8IA&#10;AADdAAAADwAAAGRycy9kb3ducmV2LnhtbERPTWsCMRC9C/0PYQq9uUmFimyNIhWxlx60Sq/DZrrZ&#10;7mayJlFXf31zKPT4eN/z5eA6caEQG88angsFgrjypuFaw+FzM56BiAnZYOeZNNwownLxMJpjafyV&#10;d3TZp1rkEI4larAp9aWUsbLkMBa+J87ctw8OU4ahlibgNYe7Tk6UmkqHDecGiz29Wara/dlpCKuv&#10;dXvn87FV949b3P4MpxlarZ8eh9UriERD+hf/ud+NhsmLyvvzm/w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Ul7H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pe7sYA&#10;AADdAAAADwAAAGRycy9kb3ducmV2LnhtbESPUUsDMRCE3wX/Q1jBF7FJD7R6Ni0iFIQWobU/YL2s&#10;d4fJ5rhs22t/vSkU+jjMzDfMdD4Er/bUpzayhfHIgCKuomu5trD9Xjy+gEqC7NBHJgtHSjCf3d5M&#10;sXTxwGvab6RWGcKpRAuNSFdqnaqGAqZR7Iiz9xv7gJJlX2vX4yHDg9eFMc86YMt5ocGOPhqq/ja7&#10;YMEXP/51OUkrOW71ypyCrB++nLX3d8P7GyihQa7hS/vTWSiezBjOb/IT0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pe7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TP3cYA&#10;AADdAAAADwAAAGRycy9kb3ducmV2LnhtbESPQWvCQBSE7wX/w/IKvdVNAxVJXaVVhFw8NKZ4fWZf&#10;s6G7b0N2q6m/visIHoeZ+YZZrEZnxYmG0HlW8DLNQBA3XnfcKqj32+c5iBCRNVrPpOCPAqyWk4cF&#10;Ftqf+ZNOVWxFgnAoUIGJsS+kDI0hh2Hqe+LkffvBYUxyaKUe8Jzgzso8y2bSYcdpwWBPa0PNT/Xr&#10;FGyq3uZ1aT7C4Wt3PNrysqXDRqmnx/H9DUSkMd7Dt3apFeSvWQ7XN+kJ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hTP3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8l98UA&#10;AADdAAAADwAAAGRycy9kb3ducmV2LnhtbESPT2sCMRTE7wW/Q3hCbzVxS62sxkWkgtBT/XPo7ZE8&#10;d1c3L8smdbffvikIHoeZ+Q2zLAbXiBt1ofasYTpRIIiNtzWXGo6H7cscRIjIFhvPpOGXAhSr0dMS&#10;c+t7/qLbPpYiQTjkqKGKsc2lDKYih2HiW+LknX3nMCbZldJ22Ce4a2Sm1Ew6rDktVNjSpiJz3f84&#10;DZet/PRGoTkdT/3Ovn9/zKhRWj+Ph/UCRKQhPsL39s5qyN7UK/y/S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zyX3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8frcYA&#10;AADdAAAADwAAAGRycy9kb3ducmV2LnhtbESPT2sCMRTE74LfITyht5p1W4usG0WFQql4qJbS4+vm&#10;7R9287IkUbffvhEKHoeZ+Q2TrwfTiQs531hWMJsmIIgLqxuuFHyeXh8XIHxA1thZJgW/5GG9Go9y&#10;zLS98gddjqESEcI+QwV1CH0mpS9qMuintieOXmmdwRClq6R2eI1w08k0SV6kwYbjQo097Woq2uPZ&#10;KPg+77k8PL1v3DZ82eHk2/Rn0Sr1MBk2SxCBhnAP/7fftIJ0njzD7U18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8fr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kA5MgA&#10;AADdAAAADwAAAGRycy9kb3ducmV2LnhtbESPQUsDMRSE74L/ITzBm5u4uKVumxZbELwItnqwt9fN&#10;6+7Szcs2ie3qr2+EQo/DzHzDTOeD7cSRfGgda3jMFAjiypmWaw1fn68PYxAhIhvsHJOGXwown93e&#10;TLE07sQrOq5jLRKEQ4kamhj7UspQNWQxZK4nTt7OeYsxSV9L4/GU4LaTuVIjabHltNBgT8uGqv36&#10;x2pYPI8Xh48nfv9bbTe0+d7ui9wrre/vhpcJiEhDvIYv7TejIS9UAf9v0hOQ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6QDkyAAAAN0AAAAPAAAAAAAAAAAAAAAAAJgCAABk&#10;cnMvZG93bnJldi54bWxQSwUGAAAAAAQABAD1AAAAjQMAAAAA&#10;" fillcolor="black" stroked="f"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dkksUA&#10;AADdAAAADwAAAGRycy9kb3ducmV2LnhtbESPQWsCMRSE70L/Q3iF3jRbi1K2RlmEYulptS29Pjev&#10;m6WblyWJcfvvG0HwOMzMN8xqM9peJPKhc6zgcVaAIG6c7rhV8PnxOn0GESKyxt4xKfijAJv13WSF&#10;pXZn3lM6xFZkCIcSFZgYh1LK0BiyGGZuIM7ej/MWY5a+ldrjOcNtL+dFsZQWO84LBgfaGmp+Dyer&#10;IB23dfWUvpPZv/uq9a7efR1rpR7ux+oFRKQx3sLX9ptWMF8US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R2SS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wh+8cA&#10;AADdAAAADwAAAGRycy9kb3ducmV2LnhtbESPT2vCQBTE7wW/w/KE3upGof6JrlKkLbYXNQp6fGSf&#10;2dDs25DdxthP3xUKPQ4z8xtmsepsJVpqfOlYwXCQgCDOnS65UHA8vD1NQfiArLFyTApu5GG17D0s&#10;MNXuyntqs1CICGGfogITQp1K6XNDFv3A1cTRu7jGYoiyKaRu8BrhtpKjJBlLiyXHBYM1rQ3lX9m3&#10;VeCH69fTp/2Zted3w9vsw4x3hVHqsd+9zEEE6sJ/+K+90QpGz8kE7m/iE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MIfv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843E4" w:rsidRDefault="00A843E4" w:rsidP="00A843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843E4" w:rsidRPr="00561513" w:rsidRDefault="00A843E4" w:rsidP="00A843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A843E4" w:rsidRPr="00561513" w:rsidRDefault="00A843E4" w:rsidP="00A843E4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en-US" w:eastAsia="en-US"/>
        </w:rPr>
        <w:t>VII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A843E4" w:rsidRPr="00561513" w:rsidRDefault="00A843E4" w:rsidP="00A843E4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</w:p>
    <w:p w:rsidR="00A843E4" w:rsidRPr="00561513" w:rsidRDefault="00A843E4" w:rsidP="00A843E4">
      <w:pPr>
        <w:tabs>
          <w:tab w:val="left" w:pos="2160"/>
        </w:tabs>
        <w:rPr>
          <w:rFonts w:ascii="Times New Roman" w:eastAsia="Calibr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21.0</w:t>
      </w:r>
      <w:r w:rsidRPr="00576D40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2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.2020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р.                   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</w:t>
      </w:r>
      <w:proofErr w:type="spellStart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A843E4" w:rsidRPr="00E1336B" w:rsidRDefault="00A843E4" w:rsidP="00A843E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A843E4" w:rsidRPr="00E1336B" w:rsidRDefault="00A843E4" w:rsidP="00A843E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A843E4" w:rsidRPr="00E1336B" w:rsidRDefault="00A843E4" w:rsidP="00A843E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A843E4" w:rsidRPr="00D75916" w:rsidRDefault="00A843E4" w:rsidP="00A843E4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>Шпак М.І.</w:t>
      </w:r>
    </w:p>
    <w:p w:rsidR="00A843E4" w:rsidRPr="00E1336B" w:rsidRDefault="00A843E4" w:rsidP="00A843E4">
      <w:pPr>
        <w:tabs>
          <w:tab w:val="left" w:pos="2160"/>
        </w:tabs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hAnsi="Times New Roman" w:cs="Times New Roman"/>
        </w:rPr>
        <w:t>Шпака М.І.</w:t>
      </w:r>
      <w:r w:rsidRPr="00E1336B">
        <w:rPr>
          <w:rFonts w:ascii="Times New Roman" w:hAnsi="Times New Roman" w:cs="Times New Roman"/>
        </w:rPr>
        <w:t xml:space="preserve">, сільська   рада     </w:t>
      </w: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>ВИРІШИЛА:</w:t>
      </w: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 </w:t>
      </w:r>
      <w:r w:rsidRPr="00E1336B">
        <w:rPr>
          <w:rFonts w:ascii="Times New Roman" w:hAnsi="Times New Roman" w:cs="Times New Roman"/>
        </w:rPr>
        <w:t xml:space="preserve">У зв’язку з добровільною відмовою, </w:t>
      </w:r>
      <w:r>
        <w:rPr>
          <w:rFonts w:ascii="Times New Roman" w:hAnsi="Times New Roman" w:cs="Times New Roman"/>
        </w:rPr>
        <w:t>Шпака Миколи Івановича</w:t>
      </w:r>
      <w:r w:rsidRPr="00E1336B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а</w:t>
      </w:r>
      <w:r w:rsidRPr="00E1336B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</w:t>
      </w:r>
      <w:r w:rsidRPr="00E1336B">
        <w:rPr>
          <w:rFonts w:ascii="Times New Roman" w:hAnsi="Times New Roman" w:cs="Times New Roman"/>
        </w:rPr>
        <w:t xml:space="preserve">за адресою: </w:t>
      </w:r>
      <w:r w:rsidR="006D1926" w:rsidRPr="006D1926">
        <w:rPr>
          <w:rFonts w:ascii="Times New Roman" w:hAnsi="Times New Roman" w:cs="Times New Roman"/>
          <w:lang w:val="ru-RU"/>
        </w:rPr>
        <w:t>_____________________</w:t>
      </w:r>
      <w:r w:rsidRPr="00E1336B">
        <w:rPr>
          <w:rFonts w:ascii="Times New Roman" w:hAnsi="Times New Roman" w:cs="Times New Roman"/>
        </w:rPr>
        <w:t xml:space="preserve">, припинити право користування на земельну </w:t>
      </w:r>
      <w:r>
        <w:rPr>
          <w:rFonts w:ascii="Times New Roman" w:hAnsi="Times New Roman" w:cs="Times New Roman"/>
        </w:rPr>
        <w:t>ділянку орієнтовною площею  0,21</w:t>
      </w:r>
      <w:r w:rsidRPr="00E1336B">
        <w:rPr>
          <w:rFonts w:ascii="Times New Roman" w:hAnsi="Times New Roman" w:cs="Times New Roman"/>
        </w:rPr>
        <w:t xml:space="preserve"> га, яка розташована в </w:t>
      </w:r>
      <w:proofErr w:type="spellStart"/>
      <w:r w:rsidRPr="00E1336B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Колом’є</w:t>
      </w:r>
      <w:proofErr w:type="spellEnd"/>
      <w:r w:rsidRPr="00E1336B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по вул. Зелена</w:t>
      </w:r>
      <w:r w:rsidRPr="00E1336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>та перевест</w:t>
      </w:r>
      <w:r>
        <w:rPr>
          <w:rFonts w:ascii="Times New Roman" w:hAnsi="Times New Roman" w:cs="Times New Roman"/>
        </w:rPr>
        <w:t>и в землі запасу Крупецької сільської ради.</w:t>
      </w:r>
      <w:r w:rsidRPr="00E1336B">
        <w:rPr>
          <w:rFonts w:ascii="Times New Roman" w:hAnsi="Times New Roman" w:cs="Times New Roman"/>
        </w:rPr>
        <w:t xml:space="preserve"> </w:t>
      </w: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</w:t>
      </w:r>
      <w:r w:rsidRPr="00E1336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 xml:space="preserve">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hAnsi="Times New Roman" w:cs="Times New Roman"/>
        </w:rPr>
        <w:t xml:space="preserve"> та благоустрою (Денисюк Т.В.).</w:t>
      </w: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A843E4" w:rsidRPr="00E1336B" w:rsidRDefault="00A843E4" w:rsidP="00A843E4">
      <w:pPr>
        <w:tabs>
          <w:tab w:val="left" w:pos="2160"/>
        </w:tabs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hAnsi="Times New Roman" w:cs="Times New Roman"/>
        </w:rPr>
        <w:t>Михалюк</w:t>
      </w:r>
      <w:proofErr w:type="spellEnd"/>
    </w:p>
    <w:p w:rsidR="006A1EE1" w:rsidRDefault="006A1EE1"/>
    <w:sectPr w:rsidR="006A1EE1" w:rsidSect="006A1E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843E4"/>
    <w:rsid w:val="000F2621"/>
    <w:rsid w:val="00171A2E"/>
    <w:rsid w:val="00304C90"/>
    <w:rsid w:val="00505B6D"/>
    <w:rsid w:val="006A1EE1"/>
    <w:rsid w:val="006D1926"/>
    <w:rsid w:val="006D3977"/>
    <w:rsid w:val="007D6C18"/>
    <w:rsid w:val="00A81E32"/>
    <w:rsid w:val="00A843E4"/>
    <w:rsid w:val="00C4236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3E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186</Words>
  <Characters>1065</Characters>
  <Application>Microsoft Office Word</Application>
  <DocSecurity>0</DocSecurity>
  <Lines>8</Lines>
  <Paragraphs>2</Paragraphs>
  <ScaleCrop>false</ScaleCrop>
  <Company>Microsoft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2020-02-13T11:08:00Z</dcterms:created>
  <dcterms:modified xsi:type="dcterms:W3CDTF">2020-02-13T12:04:00Z</dcterms:modified>
</cp:coreProperties>
</file>