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7A1" w:rsidRPr="00154EFF" w:rsidRDefault="000A37A1" w:rsidP="000A37A1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7A1" w:rsidRDefault="000A37A1" w:rsidP="000A37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37A1" w:rsidRDefault="000A37A1" w:rsidP="000A37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7A1" w:rsidRDefault="000A37A1" w:rsidP="000A37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37A1" w:rsidRDefault="000A37A1" w:rsidP="000A37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7A1" w:rsidRDefault="000A37A1" w:rsidP="000A37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37A1" w:rsidRDefault="000A37A1" w:rsidP="000A37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7A1" w:rsidRDefault="000A37A1" w:rsidP="000A37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37A1" w:rsidRDefault="000A37A1" w:rsidP="000A37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7A1" w:rsidRDefault="000A37A1" w:rsidP="000A37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37A1" w:rsidRDefault="000A37A1" w:rsidP="000A37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7A1" w:rsidRDefault="000A37A1" w:rsidP="000A37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37A1" w:rsidRDefault="000A37A1" w:rsidP="000A37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7A1" w:rsidRDefault="000A37A1" w:rsidP="000A37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37A1" w:rsidRDefault="000A37A1" w:rsidP="000A37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7A1" w:rsidRDefault="000A37A1" w:rsidP="000A37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37A1" w:rsidRDefault="000A37A1" w:rsidP="000A37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7A1" w:rsidRDefault="000A37A1" w:rsidP="000A37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37A1" w:rsidRDefault="000A37A1" w:rsidP="000A37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7A1" w:rsidRDefault="000A37A1" w:rsidP="000A37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37A1" w:rsidRDefault="000A37A1" w:rsidP="000A37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7A1" w:rsidRDefault="000A37A1" w:rsidP="000A37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7A1" w:rsidRDefault="000A37A1" w:rsidP="000A37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7A1" w:rsidRDefault="000A37A1" w:rsidP="000A37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7A1" w:rsidRDefault="000A37A1" w:rsidP="000A37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7A1" w:rsidRDefault="000A37A1" w:rsidP="000A37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7A1" w:rsidRDefault="000A37A1" w:rsidP="000A37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7A1" w:rsidRDefault="000A37A1" w:rsidP="000A37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7A1" w:rsidRDefault="000A37A1" w:rsidP="000A37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7A1" w:rsidRDefault="000A37A1" w:rsidP="000A37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37A1" w:rsidRDefault="000A37A1" w:rsidP="000A37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A37A1" w:rsidRDefault="000A37A1" w:rsidP="000A37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A37A1" w:rsidRDefault="000A37A1" w:rsidP="000A37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A37A1" w:rsidRDefault="000A37A1" w:rsidP="000A37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A37A1" w:rsidRDefault="000A37A1" w:rsidP="000A37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A37A1" w:rsidRDefault="000A37A1" w:rsidP="000A37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A37A1" w:rsidRDefault="000A37A1" w:rsidP="000A37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A37A1" w:rsidRDefault="000A37A1" w:rsidP="000A37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A37A1" w:rsidRDefault="000A37A1" w:rsidP="000A37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A37A1" w:rsidRDefault="000A37A1" w:rsidP="000A37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A37A1" w:rsidRDefault="000A37A1" w:rsidP="000A37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A37A1" w:rsidRDefault="000A37A1" w:rsidP="000A37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A37A1" w:rsidRDefault="000A37A1" w:rsidP="000A37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A37A1" w:rsidRDefault="000A37A1" w:rsidP="000A37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A37A1" w:rsidRDefault="000A37A1" w:rsidP="000A37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A37A1" w:rsidRDefault="000A37A1" w:rsidP="000A37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A37A1" w:rsidRDefault="000A37A1" w:rsidP="000A37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A37A1" w:rsidRDefault="000A37A1" w:rsidP="000A37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A37A1" w:rsidRDefault="000A37A1" w:rsidP="000A37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A37A1" w:rsidRDefault="000A37A1" w:rsidP="000A37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A37A1" w:rsidRDefault="000A37A1" w:rsidP="000A37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A37A1" w:rsidRDefault="000A37A1" w:rsidP="000A37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A37A1" w:rsidRDefault="000A37A1" w:rsidP="000A37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A37A1" w:rsidRDefault="000A37A1" w:rsidP="000A37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A37A1" w:rsidRDefault="000A37A1" w:rsidP="000A37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A37A1" w:rsidRDefault="000A37A1" w:rsidP="000A37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A37A1" w:rsidRDefault="000A37A1" w:rsidP="000A37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A37A1" w:rsidRDefault="000A37A1" w:rsidP="000A37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A37A1" w:rsidRDefault="000A37A1" w:rsidP="000A37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A37A1" w:rsidRDefault="000A37A1" w:rsidP="000A37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A37A1" w:rsidRDefault="000A37A1" w:rsidP="000A37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A37A1" w:rsidRDefault="000A37A1" w:rsidP="000A37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37A1" w:rsidRDefault="000A37A1" w:rsidP="000A37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37A1" w:rsidRDefault="000A37A1" w:rsidP="000A37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37A1" w:rsidRDefault="000A37A1" w:rsidP="000A37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37A1" w:rsidRDefault="000A37A1" w:rsidP="000A37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A37A1" w:rsidRDefault="000A37A1" w:rsidP="000A37A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A37A1" w:rsidRDefault="000A37A1" w:rsidP="000A37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0A37A1" w:rsidRDefault="000A37A1" w:rsidP="000A37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A37A1" w:rsidRDefault="000A37A1" w:rsidP="000A37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37A1" w:rsidRDefault="000A37A1" w:rsidP="000A37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A37A1" w:rsidRDefault="000A37A1" w:rsidP="000A37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37A1" w:rsidRDefault="000A37A1" w:rsidP="000A37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A37A1" w:rsidRDefault="000A37A1" w:rsidP="000A37A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A37A1" w:rsidRDefault="000A37A1" w:rsidP="000A37A1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№74</w:t>
      </w:r>
    </w:p>
    <w:p w:rsidR="000A37A1" w:rsidRPr="003B50D1" w:rsidRDefault="000A37A1" w:rsidP="000A37A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A37A1" w:rsidRPr="003B50D1" w:rsidRDefault="000A37A1" w:rsidP="000A37A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0A37A1" w:rsidRPr="003B50D1" w:rsidRDefault="000A37A1" w:rsidP="000A37A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0A37A1" w:rsidRPr="003B50D1" w:rsidRDefault="000A37A1" w:rsidP="000A37A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0A37A1" w:rsidRPr="003B50D1" w:rsidRDefault="000A37A1" w:rsidP="000A37A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Меркушевій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І.В.</w:t>
      </w:r>
    </w:p>
    <w:p w:rsidR="000A37A1" w:rsidRPr="003B50D1" w:rsidRDefault="000A37A1" w:rsidP="000A37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A37A1" w:rsidRPr="003B50D1" w:rsidRDefault="000A37A1" w:rsidP="000A37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</w:t>
      </w:r>
      <w:r w:rsidRPr="003B50D1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, 186</w:t>
      </w:r>
      <w:r w:rsidRPr="003B50D1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Меркушевої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І.В., </w:t>
      </w:r>
      <w:r w:rsidRPr="003B50D1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0A37A1" w:rsidRPr="003B50D1" w:rsidRDefault="000A37A1" w:rsidP="000A37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0A37A1" w:rsidRDefault="000A37A1" w:rsidP="000A37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Меркушевій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Ірині Володимирівні, </w:t>
      </w:r>
      <w:proofErr w:type="spellStart"/>
      <w:r w:rsidRPr="003B50D1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</w:t>
      </w:r>
      <w:r>
        <w:rPr>
          <w:rFonts w:ascii="Times New Roman" w:eastAsia="Calibri" w:hAnsi="Times New Roman" w:cs="Times New Roman"/>
          <w:sz w:val="24"/>
          <w:szCs w:val="24"/>
        </w:rPr>
        <w:t>мельної ділянки, для  ведення особистого селянського господарства,  площею  0,2456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с.Стригани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0A37A1" w:rsidRPr="003B50D1" w:rsidRDefault="000A37A1" w:rsidP="000A37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3B50D1">
        <w:rPr>
          <w:rFonts w:ascii="Times New Roman" w:eastAsia="Calibri" w:hAnsi="Times New Roman" w:cs="Times New Roman"/>
          <w:sz w:val="24"/>
          <w:szCs w:val="24"/>
        </w:rPr>
        <w:t>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Меркушевій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Ірині Володимирівні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   зареєстрована</w:t>
      </w:r>
      <w:r w:rsidRPr="003B50D1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3404C2">
        <w:rPr>
          <w:rFonts w:ascii="Times New Roman" w:eastAsia="Calibri" w:hAnsi="Times New Roman" w:cs="Times New Roman"/>
          <w:sz w:val="24"/>
        </w:rPr>
        <w:t>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3404C2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szCs w:val="24"/>
        </w:rPr>
        <w:t>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0,2456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</w:rPr>
        <w:t>кадастровий номер: 6823984000:02:001:0056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ведення особистого селянського господарства,  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яка розташована Хмельницька область,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с.Стригани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0A37A1" w:rsidRPr="003B50D1" w:rsidRDefault="000A37A1" w:rsidP="000A37A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Меркушевій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І.В.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якій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0A37A1" w:rsidRDefault="000A37A1" w:rsidP="000A37A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3B50D1">
        <w:rPr>
          <w:rFonts w:ascii="Times New Roman" w:eastAsia="Calibri" w:hAnsi="Times New Roman" w:cs="Times New Roman"/>
          <w:sz w:val="24"/>
          <w:szCs w:val="24"/>
        </w:rPr>
        <w:t>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A37A1" w:rsidRPr="003B50D1" w:rsidRDefault="000A37A1" w:rsidP="000A37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C33A6" w:rsidRPr="000A37A1" w:rsidRDefault="000A37A1" w:rsidP="000A37A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CC33A6" w:rsidRPr="000A37A1" w:rsidSect="000A37A1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7A1"/>
    <w:rsid w:val="000A37A1"/>
    <w:rsid w:val="003404C2"/>
    <w:rsid w:val="00CC3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7A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0A37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0A37A1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37A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0A37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0A37A1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263</Words>
  <Characters>1502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2022-02-08T06:53:00Z</dcterms:created>
  <dcterms:modified xsi:type="dcterms:W3CDTF">2022-02-08T11:25:00Z</dcterms:modified>
</cp:coreProperties>
</file>