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98" w:rsidRPr="008D31FA" w:rsidRDefault="00770998" w:rsidP="00770998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998" w:rsidRDefault="00770998" w:rsidP="007709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0998" w:rsidRDefault="00770998" w:rsidP="007709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0998" w:rsidRPr="000A4F3E" w:rsidRDefault="00770998" w:rsidP="0077099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998" w:rsidRPr="000A4F3E" w:rsidRDefault="00770998" w:rsidP="0077099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70998" w:rsidRPr="000A4F3E" w:rsidRDefault="00770998" w:rsidP="0077099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0998" w:rsidRDefault="00770998" w:rsidP="0077099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№49</w:t>
      </w:r>
    </w:p>
    <w:p w:rsidR="00770998" w:rsidRDefault="00770998" w:rsidP="0077099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0998" w:rsidRPr="00CA5B65" w:rsidRDefault="00770998" w:rsidP="00770998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770998" w:rsidRPr="00CA5B65" w:rsidRDefault="00770998" w:rsidP="00770998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770998" w:rsidRPr="00CA5B65" w:rsidRDefault="00770998" w:rsidP="00770998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770998" w:rsidRDefault="00770998" w:rsidP="00770998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770998" w:rsidRPr="00CA5B65" w:rsidRDefault="00770998" w:rsidP="00770998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Поємчук</w:t>
      </w:r>
      <w:proofErr w:type="spellEnd"/>
      <w:r>
        <w:rPr>
          <w:rFonts w:ascii="Times New Roman" w:hAnsi="Times New Roman"/>
          <w:b/>
          <w:sz w:val="24"/>
        </w:rPr>
        <w:t xml:space="preserve"> Л.І.</w:t>
      </w:r>
    </w:p>
    <w:p w:rsidR="00770998" w:rsidRPr="00CA5B65" w:rsidRDefault="00770998" w:rsidP="00770998">
      <w:pPr>
        <w:spacing w:after="0"/>
        <w:rPr>
          <w:rFonts w:ascii="Times New Roman" w:hAnsi="Times New Roman"/>
          <w:b/>
          <w:sz w:val="24"/>
        </w:rPr>
      </w:pPr>
    </w:p>
    <w:p w:rsidR="00770998" w:rsidRPr="00CA5B65" w:rsidRDefault="00770998" w:rsidP="00770998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ст.13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порядок </w:t>
      </w:r>
      <w:proofErr w:type="spellStart"/>
      <w:r>
        <w:rPr>
          <w:rFonts w:ascii="Times New Roman" w:hAnsi="Times New Roman"/>
          <w:sz w:val="24"/>
        </w:rPr>
        <w:t>виділення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 )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власникам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часток</w:t>
      </w:r>
      <w:proofErr w:type="spellEnd"/>
      <w:r>
        <w:rPr>
          <w:rFonts w:ascii="Times New Roman" w:hAnsi="Times New Roman"/>
          <w:sz w:val="24"/>
        </w:rPr>
        <w:t xml:space="preserve"> ( </w:t>
      </w:r>
      <w:proofErr w:type="spellStart"/>
      <w:r>
        <w:rPr>
          <w:rFonts w:ascii="Times New Roman" w:hAnsi="Times New Roman"/>
          <w:sz w:val="24"/>
        </w:rPr>
        <w:t>паїв</w:t>
      </w:r>
      <w:proofErr w:type="spellEnd"/>
      <w:r>
        <w:rPr>
          <w:rFonts w:ascii="Times New Roman" w:hAnsi="Times New Roman"/>
          <w:sz w:val="24"/>
        </w:rPr>
        <w:t xml:space="preserve"> ) », </w:t>
      </w:r>
      <w:r w:rsidRPr="00CA5B6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оємчук</w:t>
      </w:r>
      <w:proofErr w:type="spellEnd"/>
      <w:r>
        <w:rPr>
          <w:rFonts w:ascii="Times New Roman" w:hAnsi="Times New Roman"/>
          <w:sz w:val="24"/>
        </w:rPr>
        <w:t xml:space="preserve"> Л.І.,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770998" w:rsidRPr="00CA5B65" w:rsidRDefault="00770998" w:rsidP="00770998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770998" w:rsidRPr="00CA5B65" w:rsidRDefault="00770998" w:rsidP="00770998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Поємчук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83091">
        <w:rPr>
          <w:rFonts w:ascii="Times New Roman" w:hAnsi="Times New Roman"/>
          <w:sz w:val="24"/>
          <w:lang w:val="en-US"/>
        </w:rPr>
        <w:t>________________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2,68 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№0102439,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770998" w:rsidRPr="00CA5B65" w:rsidRDefault="00770998" w:rsidP="0077099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Поємчук</w:t>
      </w:r>
      <w:proofErr w:type="spellEnd"/>
      <w:r>
        <w:rPr>
          <w:rFonts w:ascii="Times New Roman" w:hAnsi="Times New Roman"/>
          <w:sz w:val="24"/>
        </w:rPr>
        <w:t xml:space="preserve"> Л.І.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770998" w:rsidRPr="00770998" w:rsidRDefault="00770998" w:rsidP="0077099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70998" w:rsidRDefault="00770998" w:rsidP="0077099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3B04" w:rsidRPr="00770998" w:rsidRDefault="00770998" w:rsidP="00770998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9D3B04" w:rsidRPr="00770998" w:rsidSect="00770998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98"/>
    <w:rsid w:val="00171A2E"/>
    <w:rsid w:val="00304C90"/>
    <w:rsid w:val="00505B6D"/>
    <w:rsid w:val="006D3977"/>
    <w:rsid w:val="00770998"/>
    <w:rsid w:val="007D6C18"/>
    <w:rsid w:val="009D3B04"/>
    <w:rsid w:val="00D1641A"/>
    <w:rsid w:val="00D8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7099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70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099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7099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70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099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270</Words>
  <Characters>1541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2020-09-01T14:01:00Z</dcterms:created>
  <dcterms:modified xsi:type="dcterms:W3CDTF">2020-09-01T15:43:00Z</dcterms:modified>
</cp:coreProperties>
</file>