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CB" w:rsidRPr="00DD2275" w:rsidRDefault="007041CB" w:rsidP="007041C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DD2275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ПРОЕКТ</w:t>
      </w:r>
    </w:p>
    <w:p w:rsidR="007041CB" w:rsidRPr="00DD2275" w:rsidRDefault="007041CB" w:rsidP="00704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1CB" w:rsidRPr="00DD2275" w:rsidRDefault="007041CB" w:rsidP="00704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DD2275">
        <w:rPr>
          <w:rFonts w:ascii="Calibri" w:eastAsia="SimSun" w:hAnsi="Calibri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1C49E9" wp14:editId="5D4C3FBE">
                <wp:simplePos x="0" y="0"/>
                <wp:positionH relativeFrom="margin">
                  <wp:posOffset>2866987</wp:posOffset>
                </wp:positionH>
                <wp:positionV relativeFrom="paragraph">
                  <wp:posOffset>75319</wp:posOffset>
                </wp:positionV>
                <wp:extent cx="418758" cy="612140"/>
                <wp:effectExtent l="0" t="0" r="635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758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41CB" w:rsidRDefault="007041CB" w:rsidP="007041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wk/yn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41CB" w:rsidRDefault="007041CB" w:rsidP="007041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041CB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041CB" w:rsidRPr="00DD2275" w:rsidRDefault="007041CB" w:rsidP="007041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041CB" w:rsidRPr="00DD2275" w:rsidRDefault="007041CB" w:rsidP="007041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7041CB" w:rsidRPr="00DD2275" w:rsidRDefault="007041CB" w:rsidP="007041C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041CB" w:rsidRPr="00DD2275" w:rsidRDefault="007041CB" w:rsidP="007041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041CB" w:rsidRPr="00DD2275" w:rsidRDefault="007041CB" w:rsidP="007041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041CB" w:rsidRDefault="007041CB" w:rsidP="007041C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едачі  її у власність  </w:t>
      </w:r>
    </w:p>
    <w:p w:rsidR="007041CB" w:rsidRPr="00DD2275" w:rsidRDefault="007041CB" w:rsidP="007041C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Бєлоглазовій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Б.О.</w:t>
      </w: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Times New Roman" w:hAnsi="Times New Roman" w:cs="Times New Roman"/>
          <w:sz w:val="24"/>
          <w:lang w:eastAsia="en-US"/>
        </w:rPr>
        <w:t>116,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118</w:t>
      </w:r>
      <w:r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121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, 122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Б.О.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Богдані Олександрівні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едення земельної ділянки, для будівництва і обслуговування житлового будинку, господарських будівель і споруд (присадибна ділянка), площею  0,2500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41CB" w:rsidRDefault="007041CB" w:rsidP="007041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Богдані Олександрівні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360D5">
        <w:rPr>
          <w:rFonts w:ascii="Times New Roman" w:eastAsia="Calibri" w:hAnsi="Times New Roman" w:cs="Times New Roman"/>
          <w:sz w:val="24"/>
          <w:lang w:eastAsia="en-US"/>
        </w:rPr>
        <w:t>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="005360D5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 6823984000:01:007:0049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будівництва і обслуговування житлового будинку, господарських будівель і споруд (присадибна ділянка)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7041CB" w:rsidRPr="00DD2275" w:rsidRDefault="007041CB" w:rsidP="007041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Б.О.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041CB" w:rsidRPr="00DD2275" w:rsidRDefault="007041CB" w:rsidP="007041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041CB" w:rsidRPr="00DD2275" w:rsidRDefault="007041CB" w:rsidP="007041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41CB" w:rsidRPr="00DD2275" w:rsidRDefault="007041CB" w:rsidP="007041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4FC6" w:rsidRPr="007041CB" w:rsidRDefault="007041CB" w:rsidP="007041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D227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54FC6" w:rsidRPr="007041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CB"/>
    <w:rsid w:val="005360D5"/>
    <w:rsid w:val="007041CB"/>
    <w:rsid w:val="00D5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C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C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23</TotalTime>
  <Pages>1</Pages>
  <Words>287</Words>
  <Characters>1639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2021-06-22T10:25:00Z</dcterms:created>
  <dcterms:modified xsi:type="dcterms:W3CDTF">2021-06-22T13:45:00Z</dcterms:modified>
</cp:coreProperties>
</file>