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248" w:rsidRPr="00744026" w:rsidRDefault="00610248" w:rsidP="00610248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248" w:rsidRDefault="00610248" w:rsidP="006102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0248" w:rsidRDefault="00610248" w:rsidP="006102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10248" w:rsidRDefault="00610248" w:rsidP="0061024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10248" w:rsidRDefault="00610248" w:rsidP="006102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10248" w:rsidRDefault="00610248" w:rsidP="006102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10248" w:rsidRPr="00186FBA" w:rsidRDefault="00610248" w:rsidP="006102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№18</w:t>
      </w:r>
    </w:p>
    <w:p w:rsidR="00610248" w:rsidRPr="00CF04D8" w:rsidRDefault="00610248" w:rsidP="00610248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10248" w:rsidRPr="00CF04D8" w:rsidRDefault="00610248" w:rsidP="006102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10248" w:rsidRPr="00CF04D8" w:rsidRDefault="00610248" w:rsidP="006102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CF04D8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10248" w:rsidRPr="00CF04D8" w:rsidRDefault="00610248" w:rsidP="006102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610248" w:rsidRPr="00CF04D8" w:rsidRDefault="00610248" w:rsidP="006102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10248" w:rsidRPr="00CF04D8" w:rsidRDefault="00610248" w:rsidP="006102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610248" w:rsidRPr="00CF04D8" w:rsidRDefault="00610248" w:rsidP="00610248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10248" w:rsidRPr="00CF04D8" w:rsidRDefault="00610248" w:rsidP="006102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610248" w:rsidRPr="00CF04D8" w:rsidRDefault="00610248" w:rsidP="006102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10248" w:rsidRPr="00CF04D8" w:rsidRDefault="00610248" w:rsidP="006102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1.Надати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E54FE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Незалежності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, 114.</w:t>
      </w:r>
    </w:p>
    <w:p w:rsidR="00610248" w:rsidRPr="00CF04D8" w:rsidRDefault="00610248" w:rsidP="006102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2.Гуменюку В.В.,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610248" w:rsidRPr="00CF04D8" w:rsidRDefault="00610248" w:rsidP="006102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10248" w:rsidRPr="00CF04D8" w:rsidRDefault="00610248" w:rsidP="0061024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10248" w:rsidRPr="00CF04D8" w:rsidRDefault="00610248" w:rsidP="006102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2B83" w:rsidRPr="00610248" w:rsidRDefault="00610248" w:rsidP="0061024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голова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2D2B83" w:rsidRPr="006102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248"/>
    <w:rsid w:val="00171A2E"/>
    <w:rsid w:val="002D2B83"/>
    <w:rsid w:val="00304C90"/>
    <w:rsid w:val="00505B6D"/>
    <w:rsid w:val="00610248"/>
    <w:rsid w:val="006D3977"/>
    <w:rsid w:val="007D6C18"/>
    <w:rsid w:val="00D1641A"/>
    <w:rsid w:val="00D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1024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1024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10248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1024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1024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10248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262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2021-03-02T13:56:00Z</dcterms:created>
  <dcterms:modified xsi:type="dcterms:W3CDTF">2021-03-02T14:34:00Z</dcterms:modified>
</cp:coreProperties>
</file>