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7ED" w:rsidRPr="004102D1" w:rsidRDefault="00E727ED" w:rsidP="00E727ED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7ED" w:rsidRDefault="00E727ED" w:rsidP="00E727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27ED" w:rsidRDefault="00E727ED" w:rsidP="00E727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7ED" w:rsidRDefault="00E727ED" w:rsidP="00E727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27ED" w:rsidRDefault="00E727ED" w:rsidP="00E727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7ED" w:rsidRDefault="00E727ED" w:rsidP="00E727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27ED" w:rsidRDefault="00E727ED" w:rsidP="00E727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7ED" w:rsidRDefault="00E727ED" w:rsidP="00E727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27ED" w:rsidRDefault="00E727ED" w:rsidP="00E727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7ED" w:rsidRDefault="00E727ED" w:rsidP="00E727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27ED" w:rsidRDefault="00E727ED" w:rsidP="00E727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7ED" w:rsidRDefault="00E727ED" w:rsidP="00E727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27ED" w:rsidRDefault="00E727ED" w:rsidP="00E727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7ED" w:rsidRDefault="00E727ED" w:rsidP="00E727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27ED" w:rsidRDefault="00E727ED" w:rsidP="00E727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7ED" w:rsidRDefault="00E727ED" w:rsidP="00E727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27ED" w:rsidRDefault="00E727ED" w:rsidP="00E727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7ED" w:rsidRDefault="00E727ED" w:rsidP="00E727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27ED" w:rsidRDefault="00E727ED" w:rsidP="00E727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7ED" w:rsidRDefault="00E727ED" w:rsidP="00E727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27ED" w:rsidRDefault="00E727ED" w:rsidP="00E727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7ED" w:rsidRDefault="00E727ED" w:rsidP="00E727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7ED" w:rsidRDefault="00E727ED" w:rsidP="00E727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7ED" w:rsidRDefault="00E727ED" w:rsidP="00E727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7ED" w:rsidRDefault="00E727ED" w:rsidP="00E727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7ED" w:rsidRDefault="00E727ED" w:rsidP="00E727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7ED" w:rsidRDefault="00E727ED" w:rsidP="00E727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7ED" w:rsidRDefault="00E727ED" w:rsidP="00E727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7ED" w:rsidRDefault="00E727ED" w:rsidP="00E727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7ED" w:rsidRDefault="00E727ED" w:rsidP="00E727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7ED" w:rsidRDefault="00E727ED" w:rsidP="00E727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727ED" w:rsidRDefault="00E727ED" w:rsidP="00E727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727ED" w:rsidRDefault="00E727ED" w:rsidP="00E727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727ED" w:rsidRDefault="00E727ED" w:rsidP="00E727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727ED" w:rsidRDefault="00E727ED" w:rsidP="00E727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727ED" w:rsidRDefault="00E727ED" w:rsidP="00E727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727ED" w:rsidRDefault="00E727ED" w:rsidP="00E727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727ED" w:rsidRDefault="00E727ED" w:rsidP="00E727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727ED" w:rsidRDefault="00E727ED" w:rsidP="00E727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727ED" w:rsidRDefault="00E727ED" w:rsidP="00E727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727ED" w:rsidRDefault="00E727ED" w:rsidP="00E727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727ED" w:rsidRDefault="00E727ED" w:rsidP="00E727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727ED" w:rsidRDefault="00E727ED" w:rsidP="00E727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727ED" w:rsidRDefault="00E727ED" w:rsidP="00E727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727ED" w:rsidRDefault="00E727ED" w:rsidP="00E727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727ED" w:rsidRDefault="00E727ED" w:rsidP="00E727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727ED" w:rsidRDefault="00E727ED" w:rsidP="00E727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727ED" w:rsidRDefault="00E727ED" w:rsidP="00E727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727ED" w:rsidRDefault="00E727ED" w:rsidP="00E727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727ED" w:rsidRDefault="00E727ED" w:rsidP="00E727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727ED" w:rsidRDefault="00E727ED" w:rsidP="00E727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727ED" w:rsidRDefault="00E727ED" w:rsidP="00E727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727ED" w:rsidRDefault="00E727ED" w:rsidP="00E727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727ED" w:rsidRDefault="00E727ED" w:rsidP="00E727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727ED" w:rsidRDefault="00E727ED" w:rsidP="00E727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727ED" w:rsidRDefault="00E727ED" w:rsidP="00E727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727ED" w:rsidRDefault="00E727ED" w:rsidP="00E727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727ED" w:rsidRDefault="00E727ED" w:rsidP="00E727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727ED" w:rsidRDefault="00E727ED" w:rsidP="00E727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727ED" w:rsidRDefault="00E727ED" w:rsidP="00E727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727ED" w:rsidRDefault="00E727ED" w:rsidP="00E727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727ED" w:rsidRPr="000A4F3E" w:rsidRDefault="00E727ED" w:rsidP="00E727E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727ED" w:rsidRPr="000A4F3E" w:rsidRDefault="00E727ED" w:rsidP="00E727E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727ED" w:rsidRPr="000A4F3E" w:rsidRDefault="00E727ED" w:rsidP="00E727E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727ED" w:rsidRPr="000A4F3E" w:rsidRDefault="00E727ED" w:rsidP="00E727E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727ED" w:rsidRPr="000A4F3E" w:rsidRDefault="00E727ED" w:rsidP="00E727E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727ED" w:rsidRPr="000A4F3E" w:rsidRDefault="00E727ED" w:rsidP="00E727ED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727ED" w:rsidRPr="000A4F3E" w:rsidRDefault="00E727ED" w:rsidP="00E727E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727ED" w:rsidRPr="000A4F3E" w:rsidRDefault="00E727ED" w:rsidP="00E727E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727ED" w:rsidRPr="000A4F3E" w:rsidRDefault="00E727ED" w:rsidP="00E727E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727ED" w:rsidRPr="000A4F3E" w:rsidRDefault="00E727ED" w:rsidP="00E727E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E727ED" w:rsidRPr="000A4F3E" w:rsidRDefault="00E727ED" w:rsidP="00E727E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727ED" w:rsidRPr="000A4F3E" w:rsidRDefault="00E727ED" w:rsidP="00E727ED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E727ED" w:rsidRPr="000A4F3E" w:rsidRDefault="00E727ED" w:rsidP="00E727ED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727ED" w:rsidRDefault="00E727ED" w:rsidP="00E727ED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№___</w:t>
      </w:r>
    </w:p>
    <w:p w:rsidR="00E727ED" w:rsidRDefault="00E727ED" w:rsidP="00E727ED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727ED" w:rsidRPr="00CA5B65" w:rsidRDefault="00E727ED" w:rsidP="00E727ED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надання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дозволу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розробку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</w:p>
    <w:p w:rsidR="00E727ED" w:rsidRPr="00CA5B65" w:rsidRDefault="00E727ED" w:rsidP="00E727ED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проекту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із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</w:p>
    <w:p w:rsidR="00E727ED" w:rsidRPr="00CA5B65" w:rsidRDefault="00E727ED" w:rsidP="00E727ED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 w:rsidRPr="00CA5B65">
        <w:rPr>
          <w:rFonts w:ascii="Times New Roman" w:eastAsia="Times New Roman" w:hAnsi="Times New Roman"/>
          <w:b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ділянки</w:t>
      </w:r>
      <w:proofErr w:type="spellEnd"/>
    </w:p>
    <w:p w:rsidR="00E727ED" w:rsidRPr="00CA5B65" w:rsidRDefault="00E727ED" w:rsidP="00E727ED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Дмитрук Г.А.</w:t>
      </w:r>
    </w:p>
    <w:p w:rsidR="00E727ED" w:rsidRPr="00CA5B65" w:rsidRDefault="00E727ED" w:rsidP="00E727ED">
      <w:pPr>
        <w:tabs>
          <w:tab w:val="left" w:pos="2160"/>
        </w:tabs>
        <w:spacing w:after="0"/>
        <w:rPr>
          <w:rFonts w:ascii="Times New Roman" w:eastAsia="Times New Roman" w:hAnsi="Times New Roman"/>
          <w:sz w:val="24"/>
        </w:rPr>
      </w:pPr>
    </w:p>
    <w:p w:rsidR="00E727ED" w:rsidRPr="00CA5B65" w:rsidRDefault="00E727ED" w:rsidP="00E727ED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Times New Roman" w:eastAsia="Times New Roman" w:hAnsi="Times New Roman"/>
          <w:sz w:val="24"/>
        </w:rPr>
        <w:t xml:space="preserve">          </w:t>
      </w:r>
      <w:proofErr w:type="spellStart"/>
      <w:r w:rsidRPr="00CA5B65">
        <w:rPr>
          <w:rFonts w:ascii="Times New Roman" w:eastAsia="Times New Roman" w:hAnsi="Times New Roman"/>
          <w:sz w:val="24"/>
        </w:rPr>
        <w:t>Відповідно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до пункту 34 </w:t>
      </w:r>
      <w:proofErr w:type="spellStart"/>
      <w:r w:rsidRPr="00CA5B65">
        <w:rPr>
          <w:rFonts w:ascii="Times New Roman" w:eastAsia="Times New Roman" w:hAnsi="Times New Roman"/>
          <w:sz w:val="24"/>
        </w:rPr>
        <w:t>частини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1 </w:t>
      </w:r>
      <w:proofErr w:type="spellStart"/>
      <w:r w:rsidRPr="00CA5B65">
        <w:rPr>
          <w:rFonts w:ascii="Times New Roman" w:eastAsia="Times New Roman" w:hAnsi="Times New Roman"/>
          <w:sz w:val="24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26,  </w:t>
      </w:r>
      <w:proofErr w:type="spellStart"/>
      <w:r w:rsidRPr="00CA5B65">
        <w:rPr>
          <w:rFonts w:ascii="Times New Roman" w:eastAsia="Times New Roman" w:hAnsi="Times New Roman"/>
          <w:sz w:val="24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42 Закону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</w:rPr>
        <w:t>місцеве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самоврядування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», статей 12,  118 та 121 Земельного кодексу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Закону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землеустрій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», </w:t>
      </w:r>
      <w:proofErr w:type="spellStart"/>
      <w:r w:rsidRPr="00CA5B65">
        <w:rPr>
          <w:rFonts w:ascii="Times New Roman" w:eastAsia="Times New Roman" w:hAnsi="Times New Roman"/>
          <w:sz w:val="24"/>
        </w:rPr>
        <w:t>врахувавши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пропозицію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благоустрою,</w:t>
      </w:r>
      <w:r w:rsidRPr="00CA5B65">
        <w:rPr>
          <w:rFonts w:ascii="Times New Roman" w:eastAsia="Times New Roman" w:hAnsi="Times New Roman"/>
          <w:sz w:val="24"/>
        </w:rPr>
        <w:t xml:space="preserve">     </w:t>
      </w:r>
      <w:proofErr w:type="spellStart"/>
      <w:r w:rsidRPr="00CA5B65">
        <w:rPr>
          <w:rFonts w:ascii="Times New Roman" w:eastAsia="Times New Roman" w:hAnsi="Times New Roman"/>
          <w:sz w:val="24"/>
        </w:rPr>
        <w:t>розглянувши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заяву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 </w:t>
      </w:r>
      <w:r>
        <w:rPr>
          <w:rFonts w:ascii="Times New Roman" w:eastAsia="Times New Roman" w:hAnsi="Times New Roman"/>
          <w:sz w:val="24"/>
        </w:rPr>
        <w:t>Дмитрук Г.А.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сільська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рада </w:t>
      </w:r>
    </w:p>
    <w:p w:rsidR="00E727ED" w:rsidRPr="00CA5B65" w:rsidRDefault="00E727ED" w:rsidP="00E727ED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/>
          <w:sz w:val="24"/>
        </w:rPr>
      </w:pPr>
      <w:r w:rsidRPr="00CA5B65">
        <w:rPr>
          <w:rFonts w:ascii="Times New Roman" w:eastAsia="Times New Roman" w:hAnsi="Times New Roman"/>
          <w:sz w:val="24"/>
        </w:rPr>
        <w:t>ВИРІШИЛА:</w:t>
      </w:r>
    </w:p>
    <w:p w:rsidR="00E727ED" w:rsidRPr="00CA5B65" w:rsidRDefault="00E727ED" w:rsidP="00E727ED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</w:pPr>
      <w:r w:rsidRPr="00CA5B65">
        <w:rPr>
          <w:rFonts w:ascii="Times New Roman" w:eastAsia="Times New Roman" w:hAnsi="Times New Roman"/>
          <w:sz w:val="24"/>
        </w:rPr>
        <w:t xml:space="preserve">        1. </w:t>
      </w:r>
      <w:proofErr w:type="spellStart"/>
      <w:r w:rsidRPr="00CA5B65">
        <w:rPr>
          <w:rFonts w:ascii="Times New Roman" w:eastAsia="Times New Roman" w:hAnsi="Times New Roman"/>
          <w:sz w:val="24"/>
        </w:rPr>
        <w:t>Надати</w:t>
      </w:r>
      <w:proofErr w:type="spellEnd"/>
      <w:r w:rsidRPr="00CA5B65">
        <w:rPr>
          <w:rFonts w:ascii="Times New Roman" w:eastAsia="Times New Roman" w:hAnsi="Times New Roman"/>
          <w:color w:val="FF0000"/>
          <w:sz w:val="24"/>
        </w:rPr>
        <w:t xml:space="preserve"> 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Дмитрук </w:t>
      </w:r>
      <w:proofErr w:type="spellStart"/>
      <w:r>
        <w:rPr>
          <w:rFonts w:ascii="Times New Roman" w:eastAsia="Times New Roman" w:hAnsi="Times New Roman"/>
          <w:sz w:val="24"/>
        </w:rPr>
        <w:t>Галині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Антонівні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 </w:t>
      </w:r>
      <w:r>
        <w:rPr>
          <w:rFonts w:ascii="Times New Roman" w:eastAsia="Times New Roman" w:hAnsi="Times New Roman"/>
          <w:sz w:val="24"/>
        </w:rPr>
        <w:t>яка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зареєстрован</w:t>
      </w:r>
      <w:r>
        <w:rPr>
          <w:rFonts w:ascii="Times New Roman" w:eastAsia="Times New Roman" w:hAnsi="Times New Roman"/>
          <w:sz w:val="24"/>
        </w:rPr>
        <w:t>а</w:t>
      </w:r>
      <w:proofErr w:type="spellEnd"/>
      <w:r>
        <w:rPr>
          <w:rFonts w:ascii="Times New Roman" w:eastAsia="Times New Roman" w:hAnsi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/>
          <w:sz w:val="24"/>
        </w:rPr>
        <w:t xml:space="preserve">: </w:t>
      </w:r>
      <w:r w:rsidR="00CF29A7">
        <w:rPr>
          <w:rFonts w:ascii="Times New Roman" w:eastAsia="Times New Roman" w:hAnsi="Times New Roman"/>
          <w:sz w:val="24"/>
          <w:lang w:val="en-US"/>
        </w:rPr>
        <w:t>_____________</w:t>
      </w:r>
      <w:bookmarkStart w:id="0" w:name="_GoBack"/>
      <w:bookmarkEnd w:id="0"/>
      <w:r w:rsidRPr="00CA5B65">
        <w:rPr>
          <w:rFonts w:ascii="Times New Roman" w:eastAsia="Times New Roman" w:hAnsi="Times New Roman"/>
          <w:sz w:val="24"/>
        </w:rPr>
        <w:t xml:space="preserve">,  </w:t>
      </w:r>
      <w:proofErr w:type="spellStart"/>
      <w:r w:rsidRPr="00CA5B65">
        <w:rPr>
          <w:rFonts w:ascii="Times New Roman" w:eastAsia="Times New Roman" w:hAnsi="Times New Roman"/>
          <w:sz w:val="24"/>
        </w:rPr>
        <w:t>дозвіл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sz w:val="24"/>
        </w:rPr>
        <w:t>розробку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проекту </w:t>
      </w:r>
      <w:proofErr w:type="spellStart"/>
      <w:r w:rsidRPr="00CA5B65">
        <w:rPr>
          <w:rFonts w:ascii="Times New Roman" w:eastAsia="Times New Roman" w:hAnsi="Times New Roman"/>
          <w:sz w:val="24"/>
        </w:rPr>
        <w:t>із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ділянки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CA5B65">
        <w:rPr>
          <w:rFonts w:ascii="Times New Roman" w:eastAsia="Times New Roman" w:hAnsi="Times New Roman"/>
          <w:sz w:val="24"/>
        </w:rPr>
        <w:t>передачі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її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CA5B65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орієнтовною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площею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0,37</w:t>
      </w:r>
      <w:r w:rsidRPr="00CA5B65">
        <w:rPr>
          <w:rFonts w:ascii="Times New Roman" w:eastAsia="Times New Roman" w:hAnsi="Times New Roman"/>
          <w:sz w:val="24"/>
        </w:rPr>
        <w:t xml:space="preserve">га, для </w:t>
      </w:r>
      <w:proofErr w:type="spellStart"/>
      <w:r w:rsidRPr="00CA5B65">
        <w:rPr>
          <w:rFonts w:ascii="Times New Roman" w:eastAsia="Times New Roman" w:hAnsi="Times New Roman"/>
          <w:sz w:val="24"/>
        </w:rPr>
        <w:t>ведення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особистого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селянського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господарства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</w:t>
      </w:r>
      <w:r>
        <w:rPr>
          <w:rFonts w:ascii="Times New Roman" w:eastAsia="Times New Roman" w:hAnsi="Times New Roman"/>
          <w:sz w:val="24"/>
        </w:rPr>
        <w:t>яка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розташована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</w:rPr>
        <w:t>в</w:t>
      </w:r>
      <w:proofErr w:type="gram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селі</w:t>
      </w:r>
      <w:proofErr w:type="spellEnd"/>
      <w:r>
        <w:rPr>
          <w:rFonts w:ascii="Times New Roman" w:eastAsia="Times New Roman" w:hAnsi="Times New Roman"/>
          <w:sz w:val="24"/>
        </w:rPr>
        <w:t xml:space="preserve">   </w:t>
      </w:r>
      <w:proofErr w:type="spellStart"/>
      <w:r>
        <w:rPr>
          <w:rFonts w:ascii="Times New Roman" w:eastAsia="Times New Roman" w:hAnsi="Times New Roman"/>
          <w:sz w:val="24"/>
        </w:rPr>
        <w:t>Крупець</w:t>
      </w:r>
      <w:proofErr w:type="spellEnd"/>
      <w:r w:rsidRPr="00CA5B65"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  <w:t>.</w:t>
      </w:r>
    </w:p>
    <w:p w:rsidR="00E727ED" w:rsidRPr="00CA5B65" w:rsidRDefault="00E727ED" w:rsidP="00E727ED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Arial" w:eastAsia="Arial Unicode MS" w:hAnsi="Arial" w:cs="Arial"/>
          <w:color w:val="333333"/>
          <w:sz w:val="21"/>
          <w:szCs w:val="21"/>
          <w:shd w:val="clear" w:color="auto" w:fill="FFFFFF"/>
        </w:rPr>
        <w:t xml:space="preserve">   </w:t>
      </w:r>
      <w:r w:rsidRPr="00CA5B65">
        <w:rPr>
          <w:rFonts w:ascii="Times New Roman" w:eastAsia="Times New Roman" w:hAnsi="Times New Roman"/>
          <w:sz w:val="24"/>
        </w:rPr>
        <w:t xml:space="preserve">    2</w:t>
      </w:r>
      <w:r>
        <w:rPr>
          <w:rFonts w:ascii="Times New Roman" w:eastAsia="Times New Roman" w:hAnsi="Times New Roman"/>
          <w:sz w:val="24"/>
        </w:rPr>
        <w:t>. Дмитрук Г.А.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розробити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проект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ділянки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CA5B65">
        <w:rPr>
          <w:rFonts w:ascii="Times New Roman" w:eastAsia="Times New Roman" w:hAnsi="Times New Roman"/>
          <w:sz w:val="24"/>
        </w:rPr>
        <w:t>передачі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її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CA5B65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та подати на </w:t>
      </w:r>
      <w:proofErr w:type="spellStart"/>
      <w:r w:rsidRPr="00CA5B65">
        <w:rPr>
          <w:rFonts w:ascii="Times New Roman" w:eastAsia="Times New Roman" w:hAnsi="Times New Roman"/>
          <w:sz w:val="24"/>
        </w:rPr>
        <w:t>розгляд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сесії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сільської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CA5B65">
        <w:rPr>
          <w:rFonts w:ascii="Times New Roman" w:eastAsia="Times New Roman" w:hAnsi="Times New Roman"/>
          <w:sz w:val="24"/>
        </w:rPr>
        <w:t>ради</w:t>
      </w:r>
      <w:proofErr w:type="gramEnd"/>
      <w:r w:rsidRPr="00CA5B65">
        <w:rPr>
          <w:rFonts w:ascii="Times New Roman" w:eastAsia="Times New Roman" w:hAnsi="Times New Roman"/>
          <w:sz w:val="24"/>
        </w:rPr>
        <w:t>.</w:t>
      </w:r>
    </w:p>
    <w:p w:rsidR="00E727ED" w:rsidRPr="00CA5B65" w:rsidRDefault="00E727ED" w:rsidP="00E727ED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E727ED" w:rsidRPr="00CA5B65" w:rsidRDefault="00E727ED" w:rsidP="00E727ED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E727ED" w:rsidRPr="004102D1" w:rsidRDefault="00E727ED" w:rsidP="00E727ED">
      <w:pPr>
        <w:pStyle w:val="HTML0"/>
        <w:spacing w:line="276" w:lineRule="auto"/>
        <w:rPr>
          <w:rFonts w:ascii="Times New Roman" w:hAnsi="Times New Roman"/>
        </w:rPr>
      </w:pPr>
    </w:p>
    <w:p w:rsidR="00E727ED" w:rsidRDefault="00E727ED" w:rsidP="00E727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3551" w:rsidRPr="00E727ED" w:rsidRDefault="00E727ED" w:rsidP="00E727ED">
      <w:pPr>
        <w:pStyle w:val="HTML0"/>
        <w:spacing w:line="276" w:lineRule="auto"/>
        <w:rPr>
          <w:rFonts w:ascii="Times New Roman" w:hAnsi="Times New Roman"/>
          <w:lang w:val="en-US"/>
        </w:rPr>
      </w:pPr>
      <w:proofErr w:type="spellStart"/>
      <w:r w:rsidRPr="004102D1">
        <w:rPr>
          <w:rFonts w:ascii="Times New Roman" w:hAnsi="Times New Roman"/>
        </w:rPr>
        <w:t>Сільський</w:t>
      </w:r>
      <w:proofErr w:type="spellEnd"/>
      <w:r w:rsidRPr="004102D1">
        <w:rPr>
          <w:rFonts w:ascii="Times New Roman" w:hAnsi="Times New Roman"/>
        </w:rPr>
        <w:t xml:space="preserve"> голова </w:t>
      </w:r>
      <w:r w:rsidRPr="004102D1">
        <w:rPr>
          <w:rFonts w:ascii="Times New Roman" w:hAnsi="Times New Roman"/>
        </w:rPr>
        <w:tab/>
      </w:r>
      <w:r w:rsidRPr="004102D1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</w:t>
      </w:r>
      <w:r w:rsidRPr="004102D1">
        <w:rPr>
          <w:rFonts w:ascii="Times New Roman" w:hAnsi="Times New Roman"/>
        </w:rPr>
        <w:t xml:space="preserve"> </w:t>
      </w:r>
      <w:proofErr w:type="spellStart"/>
      <w:r w:rsidRPr="004102D1">
        <w:rPr>
          <w:rFonts w:ascii="Times New Roman" w:hAnsi="Times New Roman"/>
        </w:rPr>
        <w:t>Валерій</w:t>
      </w:r>
      <w:proofErr w:type="spellEnd"/>
      <w:r w:rsidRPr="004102D1">
        <w:rPr>
          <w:rFonts w:ascii="Times New Roman" w:hAnsi="Times New Roman"/>
        </w:rPr>
        <w:t xml:space="preserve">  МИХАЛЮК </w:t>
      </w:r>
    </w:p>
    <w:sectPr w:rsidR="00163551" w:rsidRPr="00E727E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7ED"/>
    <w:rsid w:val="00163551"/>
    <w:rsid w:val="00171A2E"/>
    <w:rsid w:val="00304C90"/>
    <w:rsid w:val="00505B6D"/>
    <w:rsid w:val="006D3977"/>
    <w:rsid w:val="007D6C18"/>
    <w:rsid w:val="00CF29A7"/>
    <w:rsid w:val="00D1641A"/>
    <w:rsid w:val="00E72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E727ED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E727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E727ED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E727ED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E727E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E727ED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242</Words>
  <Characters>1381</Characters>
  <Application>Microsoft Office Word</Application>
  <DocSecurity>0</DocSecurity>
  <Lines>11</Lines>
  <Paragraphs>3</Paragraphs>
  <ScaleCrop>false</ScaleCrop>
  <Company>Microsoft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2020-08-20T14:23:00Z</dcterms:created>
  <dcterms:modified xsi:type="dcterms:W3CDTF">2020-08-20T15:50:00Z</dcterms:modified>
</cp:coreProperties>
</file>