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4D2" w:rsidRPr="003B50D1" w:rsidRDefault="00DC64D2" w:rsidP="00DC6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DC64D2" w:rsidRPr="003B50D1" w:rsidRDefault="00DC64D2" w:rsidP="00DC6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DC64D2" w:rsidRPr="003B50D1" w:rsidRDefault="00DC64D2" w:rsidP="00DC6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E6D9B26" wp14:editId="0DE5DFF8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732" name="Группа 227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73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6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7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8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9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0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1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2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3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4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5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6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7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8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09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0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1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2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3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4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5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6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7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8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19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0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1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2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3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24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C64D2" w:rsidRDefault="00DC64D2" w:rsidP="00DC64D2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732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3GrMHkAAEF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Qi7OsYA&#10;AADeAAAADwAAAGRycy9kb3ducmV2LnhtbESPzWrDMBCE74G+g9hCb4lcGxrjRg6hJMEHQ4lb3xdr&#10;/UOtlbGUxH37qlDocZiZb5jdfjGjuNHsBssKnjcRCOLG6oE7BZ8fp3UKwnlkjaNlUvBNDvb5w2qH&#10;mbZ3vtCt8p0IEHYZKui9nzIpXdOTQbexE3HwWjsb9EHOndQz3gPcjDKOohdpcOCw0ONEbz01X9XV&#10;KLDJuSjrLr4kR956Prynbb2USj09LodXEJ4W/x/+axdaQRxvkwR+74QrIPM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Qi7OsYAAADeAAAADwAAAAAAAAAAAAAAAACYAgAAZHJz&#10;L2Rvd25yZXYueG1sUEsFBgAAAAAEAAQA9QAAAIs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31O8kA&#10;AADeAAAADwAAAGRycy9kb3ducmV2LnhtbESPQUsDMRSE70L/Q3gFL8Vm3cPWrk2LFFath0JrodfH&#10;5rlZ3bwsSWzX/npTEDwOM/MNs1gNthMn8qF1rOB+moEgrp1uuVFweK/uHkCEiKyxc0wKfijAajm6&#10;WWCp3Zl3dNrHRiQIhxIVmBj7UspQG7IYpq4nTt6H8xZjkr6R2uM5wW0n8ywrpMWW04LBntaG6q/9&#10;t1XwWW3NcT27PPvJfEeXSfX20m0KpW7Hw9MjiEhD/A//tV+1gjyfzQu43klXQC5/AQ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id31O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IL0ocQA&#10;AADeAAAADwAAAGRycy9kb3ducmV2LnhtbESP3YrCMBCF74V9hzALeyOaWkHdrlFEVMQbUfcBhmZs&#10;yjaT0kTbfXsjCF4ezs/HmS87W4k7Nb50rGA0TEAQ506XXCj4vWwHMxA+IGusHJOCf/KwXHz05php&#10;1/KJ7udQiDjCPkMFJoQ6k9Lnhiz6oauJo3d1jcUQZVNI3WAbx20l0ySZSIslR4LBmtaG8r/zzUbI&#10;cYzHw7W9bHcdtrg5GO6vTkp9fXarHxCBuvAOv9p7rSBNp99TeN6JV0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C9KH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l16cQA&#10;AADeAAAADwAAAGRycy9kb3ducmV2LnhtbERPTUsDMRC9F/wPYQRvNuuirV2bFqkVROjBKhRvw2a6&#10;u7iZhGTaXf+9OQg9Pt73cj26Xp0pps6zgbtpAYq49rbjxsDX5+vtI6gkyBZ7z2TglxKsV1eTJVbW&#10;D/xB5700KodwqtBAKxIqrVPdksM09YE4c0cfHUqGsdE24pDDXa/Lophphx3nhhYDbVqqf/YnZ2A3&#10;bMP7fPZwDN/xvtTpxcphI8bcXI/PT6CERrmI/91v1kBZzhd5b76Tr4Be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ZdenEAAAA3g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HFSMQA&#10;AADeAAAADwAAAGRycy9kb3ducmV2LnhtbESP3YrCMBCF74V9hzALeyNragV/ukYRURFvRN0HGJqx&#10;KdtMShNt9+2NIHh5OD8fZ77sbCXu1PjSsYLhIAFBnDtdcqHg97L9noLwAVlj5ZgU/JOH5eKjN8dM&#10;u5ZPdD+HQsQR9hkqMCHUmZQ+N2TRD1xNHL2rayyGKJtC6gbbOG4rmSbJWFosORIM1rQ2lP+dbzZC&#10;jiM8Hq7tZbvrsMXNwXB/dVLq67Nb/YAI1IV3+NXeawVpOpnN4HknXgG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RxUj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F4PsUA&#10;AADeAAAADwAAAGRycy9kb3ducmV2LnhtbESPTUsDMRCG74L/IYzQm8262FrWpkWqhVLwYBXE27CZ&#10;7i5uJiEZu9t/3xwKHl/eL57lenS9OlFMnWcDD9MCFHHtbceNga/P7f0CVBJki71nMnCmBOvV7c0S&#10;K+sH/qDTQRqVRzhVaKAVCZXWqW7JYZr6QJy9o48OJcvYaBtxyOOu12VRzLXDjvNDi4E2LdW/hz9n&#10;4H14C/un+ewYfuJjqdOrle+NGDO5G1+eQQmN8h++tnfWQFkuigyQcTIK6NU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UXg+xQAAAN4AAAAPAAAAAAAAAAAAAAAAAJgCAABkcnMv&#10;ZG93bnJldi54bWxQSwUGAAAAAAQABAD1AAAAigMAAAAA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jATMcA&#10;AADeAAAADwAAAGRycy9kb3ducmV2LnhtbESPUWvCMBSF3wf+h3AFX8ZMrUykM4oOggMHYzrY66W5&#10;tsXmpiSZ7f69EQZ7PJxzvsNZbQbbiiv50DhWMJtmIIhLZxquFHyd9NMSRIjIBlvHpOCXAmzWo4cV&#10;Fsb1/EnXY6xEgnAoUEEdY1dIGcqaLIap64iTd3beYkzSV9J47BPctjLPsoW02HBaqLGj15rKy/HH&#10;Kth99NXcP5a7wR3O++9nrY1+10pNxsP2BUSkIf6H/9pvRkGeL7MZ3O+kKyDX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YYwEz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voUxMQA&#10;AADeAAAADwAAAGRycy9kb3ducmV2LnhtbESPwWrDMBBE74X+g9hAb40c0QTjRgmhxVBKLkn6AYu1&#10;sZxYKyMpjvv3VaHQ4zAzb5j1dnK9GCnEzrOGxbwAQdx403Gr4etUP5cgYkI22HsmDd8UYbt5fFhj&#10;ZfydDzQeUysyhGOFGmxKQyVlbCw5jHM/EGfv7IPDlGVopQl4z3DXS1UUK+mw47xgcaA3S831eHMa&#10;6k+1H683E2q/m14cLe2lfLdaP82m3SuIRFP6D/+1P4wGpcpCwe+dfAXk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76FMTEAAAA3gAAAA8AAAAAAAAAAAAAAAAAmAIAAGRycy9k&#10;b3ducmV2LnhtbFBLBQYAAAAABAAEAPUAAACJ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b7oMcA&#10;AADeAAAADwAAAGRycy9kb3ducmV2LnhtbESPUWvCMBSF3wf+h3AFX8ZMV5lIZxQdBAcOxnSw10tz&#10;bYvNTUmirf9+EQZ7PJxzvsNZrgfbiiv50DhW8DzNQBCXzjRcKfg+6qcFiBCRDbaOScGNAqxXo4cl&#10;Fsb1/EXXQ6xEgnAoUEEdY1dIGcqaLIap64iTd3LeYkzSV9J47BPctjLPsrm02HBaqLGjt5rK8+Fi&#10;FWw/+2rmH8vt4Pan3c+L1kZ/aKUm42HzCiLSEP/Df+13oyDPF9kM7nfSFZCr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mG+6DHAAAA3gAAAA8AAAAAAAAAAAAAAAAAmAIAAGRy&#10;cy9kb3ducmV2LnhtbFBLBQYAAAAABAAEAPUAAACM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l8pK8UA&#10;AADeAAAADwAAAGRycy9kb3ducmV2LnhtbESPwWrDMBBE74X8g9hAb40ckxbjRA4hwVBKL037AYu1&#10;sRxbKyMpjvv3VaHQ4zAzb5jdfraDmMiHzrGC9SoDQdw43XGr4OuzfipAhIiscXBMCr4pwL5aPOyw&#10;1O7OHzSdYysShEOJCkyMYyllaAxZDCs3Eifv4rzFmKRvpfZ4T3A7yDzLXqTFjtOCwZGOhpr+fLMK&#10;6rf8fepv2tfuMG8sPZtrcTJKPS7nwxZEpDn+h//ar1pBnhfZBn7vpCsgqx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Xykr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90SWMMA&#10;AADeAAAADwAAAGRycy9kb3ducmV2LnhtbESP0YrCMBRE3wX/IVxh3zSxa0W6RpEFF320+gGX5m5b&#10;bG5qk7X17zeC4OMwM2eY9XawjbhT52vHGuYzBYK4cKbmUsPlvJ+uQPiAbLBxTBoe5GG7GY/WmBnX&#10;84nueShFhLDPUEMVQptJ6YuKLPqZa4mj9+s6iyHKrpSmwz7CbSMTpZbSYs1xocKWvisqrvmf1bB4&#10;9D+3PL2qvbE0P362Rw5FqvXHZNh9gQg0hHf41T4YDUmyUik878QrIDf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90SW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2agMMA&#10;AADeAAAADwAAAGRycy9kb3ducmV2LnhtbESPQYvCMBSE74L/ITzBm6b2UNxqFFEU8aRd1/OjebbF&#10;5qU0Ueu/N4Kwx2FmvmHmy87U4kGtqywrmIwjEMS51RUXCs6/29EUhPPIGmvLpOBFDpaLfm+OqbZP&#10;PtEj84UIEHYpKii9b1IpXV6SQTe2DXHwrrY16INsC6lbfAa4qWUcRYk0WHFYKLGhdUn5LbsbBffk&#10;Ep/5etDHbPPa/Wy2Kyf/CqWGg241A+Gp8//hb3uvFcTxNErgcydcAbl4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Q2agMMAAADeAAAADwAAAAAAAAAAAAAAAACYAgAAZHJzL2Rv&#10;d25yZXYueG1sUEsFBgAAAAAEAAQA9QAAAIgDAAAAAA=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6PBskA&#10;AADeAAAADwAAAGRycy9kb3ducmV2LnhtbESPQU/CQBSE7yT+h80z8QZbqqmlshA1IUEPECsevD27&#10;j7bQfVu6K9R/z5qQcJzMzDeZ6bw3jThS52rLCsajCARxYXXNpYLN52KYgnAeWWNjmRT8kYP57GYw&#10;xUzbE3/QMfelCBB2GSqovG8zKV1RkUE3si1x8La2M+iD7EqpOzwFuGlkHEWJNFhzWKiwpdeKin3+&#10;axR8rdNksn55e9i9r37w3ujDt64Tpe5u++cnEJ56fw1f2kutII7T6BH+74QrIGdn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QS6PBskAAADeAAAADwAAAAAAAAAAAAAAAACYAgAA&#10;ZHJzL2Rvd25yZXYueG1sUEsFBgAAAAAEAAQA9QAAAI4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iM4MIA&#10;AADeAAAADwAAAGRycy9kb3ducmV2LnhtbERPTYvCMBC9C/6HMII3Ta0ipRpFXdTFk3YXvA7NbFu2&#10;mZQmq9VfvzkIHh/ve7nuTC1u1LrKsoLJOAJBnFtdcaHg+2s/SkA4j6yxtkwKHuRgver3lphqe+cL&#10;3TJfiBDCLkUFpfdNKqXLSzLoxrYhDtyPbQ36ANtC6hbvIdzUMo6iuTRYcWgosaFdSflv9mcUPOdX&#10;PLtjvP2Yak+PWXKwp/NBqeGg2yxAeOr8W/xyf2oFcZxEYW+4E66AXP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SIzgwgAAAN4AAAAPAAAAAAAAAAAAAAAAAJgCAABkcnMvZG93&#10;bnJldi54bWxQSwUGAAAAAAQABAD1AAAAhw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1A1cQA&#10;AADeAAAADwAAAGRycy9kb3ducmV2LnhtbESP0YrCMBRE3xf8h3AF39Z0iy7aNYqIwr6p1Q+4NNe0&#10;2NzUJmrdrzeCsI/DzJxhZovO1uJGra8cK/gaJiCIC6crNgqOh83nBIQPyBprx6TgQR4W897HDDPt&#10;7rynWx6MiBD2GSooQ2gyKX1RkkU/dA1x9E6utRiibI3ULd4j3NYyTZJvabHiuFBiQ6uSinN+tQou&#10;Lh3rLl/j9rye7ipjRpe//UipQb9b/oAI1IX/8Lv9qxWk6SSZwutOvAJy/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9QNXEAAAA3gAAAA8AAAAAAAAAAAAAAAAAmAIAAGRycy9k&#10;b3ducmV2LnhtbFBLBQYAAAAABAAEAPUAAACJAwAAAAA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IZfsUA&#10;AADeAAAADwAAAGRycy9kb3ducmV2LnhtbESPvW7CMBSFd6S+g3UrsTVOUkFDwEFtJSRWoAPjxb4k&#10;aePrNHYh9OnroRLj0fnTt1qPthMXGnzrWEGWpCCItTMt1wo+DpunAoQPyAY7x6TgRh7W1cNkhaVx&#10;V97RZR9qEUfYl6igCaEvpfS6IYs+cT1x9M5usBiiHGppBrzGcdvJPE3n0mLL8aHBnt4b0l/7H6tg&#10;255oNtfnhS3e9O74+x2eXz6NUtPH8XUJItAY7uH/9tYoyPMiiwARJ6KArP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Yhl+xQAAAN4AAAAPAAAAAAAAAAAAAAAAAJgCAABkcnMv&#10;ZG93bnJldi54bWxQSwUGAAAAAAQABAD1AAAAig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9FMsMA&#10;AADeAAAADwAAAGRycy9kb3ducmV2LnhtbERPW2vCMBR+H/gfwhH2NtP2YbjOWKwgOLYJXtheD81Z&#10;U2xOShNr/ffLYODjd+dbFKNtxUC9bxwrSGcJCOLK6YZrBafj5mkOwgdkja1jUnAjD8Vy8rDAXLsr&#10;72k4hFrEEvY5KjAhdLmUvjJk0c9cRxy1H9dbDBH2tdQ9XmO5bWWWJM/SYsNxwWBHa0PV+XCxCgbc&#10;3ZJvU36+vDUfVbYrv9515NXjdFy9ggg0hrv5P73VCrJsnqbwdydeAb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w9FMs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AE38QA&#10;AADeAAAADwAAAGRycy9kb3ducmV2LnhtbESPQUsDMRSE74L/ITzBm802Bylr01IKFY+6evD4unnd&#10;bN28tySxu/rrjSB4HGbmG2a9ncOgLhRTL2xhuahAEbfieu4svL0e7lagUkZ2OAiThS9KsN1cX62x&#10;djLxC12a3KkC4VSjBZ/zWGudWk8B00JG4uKdJAbMRcZOu4hTgYdBm6q61wF7LgseR9p7aj+az2Bh&#10;emyPZ3N6d/47jnJonuVsBrH29mbePYDKNOf/8F/7yVkwZrU08HunXAG9+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7QBN/EAAAA3gAAAA8AAAAAAAAAAAAAAAAAmAIAAGRycy9k&#10;b3ducmV2LnhtbFBLBQYAAAAABAAEAPUAAACJAwAAAAA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SxU8gA&#10;AADeAAAADwAAAGRycy9kb3ducmV2LnhtbESP3WrCQBSE7wu+w3IKvasbU6ghuorVCkUU8af3p9nT&#10;JHb3bMhuNb69KxR6OczMN8x42lkjztT62rGCQT8BQVw4XXOp4HhYPmcgfEDWaByTgit5mE56D2PM&#10;tbvwjs77UIoIYZ+jgiqEJpfSFxVZ9H3XEEfv27UWQ5RtKXWLlwi3RqZJ8iot1hwXKmxoXlHxs/+1&#10;CpbbhTmlm93sU4b5+/DLZKu3xVqpp8duNgIRqAv/4b/2h1aQptngBe534hWQk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JZLFT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v0s8gA&#10;AADeAAAADwAAAGRycy9kb3ducmV2LnhtbESPQWvCQBSE74L/YXmCF6kboy0hdZVSkFio0NpCr8/s&#10;axLMvg3ZNUn/fVcQPA4z8w2z3g6mFh21rrKsYDGPQBDnVldcKPj+2j0kIJxH1lhbJgV/5GC7GY/W&#10;mGrb8yd1R1+IAGGXooLS+yaV0uUlGXRz2xAH79e2Bn2QbSF1i32Am1rGUfQkDVYcFkps6LWk/Hy8&#10;GAXdx/up2HeueTsnM/e4PGXZQf8oNZ0ML88gPA3+Hr6191pBHCeLFVzvhCsgN/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le/Sz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DC64D2" w:rsidRDefault="00DC64D2" w:rsidP="00DC64D2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1svNcgA&#10;AADeAAAADwAAAGRycy9kb3ducmV2LnhtbESPQWvCQBSE74L/YXmF3nRjqBKjq2ih0EtBbQ/19sy+&#10;JsHs23R3q9Ff7wpCj8PMfMPMl51pxImcry0rGA0TEMSF1TWXCr4+3wYZCB+QNTaWScGFPCwX/d4c&#10;c23PvKXTLpQiQtjnqKAKoc2l9EVFBv3QtsTR+7HOYIjSlVI7PEe4aWSaJBNpsOa4UGFLrxUVx92f&#10;UbCeZuvfzQt/XLeHPe2/D8dx6hKlnp+61QxEoC78hx/td60gTbPRGO534hWQix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PWy81yAAAAN4AAAAPAAAAAAAAAAAAAAAAAJgCAABk&#10;cnMvZG93bnJldi54bWxQSwUGAAAAAAQABAD1AAAAjQMAAAAA&#10;" fillcolor="black" stroked="f">
                  <v:textbox>
                    <w:txbxContent>
                      <w:p w:rsidR="00DC64D2" w:rsidRDefault="00DC64D2" w:rsidP="00DC64D2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q/QsgA&#10;AADeAAAADwAAAGRycy9kb3ducmV2LnhtbESPQWvCQBSE74X+h+UVvNWNAUOIrqJtBaH2oPXg8Zl9&#10;Jkuyb0N2q2l/fbcg9DjMzDfMfDnYVlyp98axgsk4AUFcOm24UnD83DznIHxA1tg6JgXf5GG5eHyY&#10;Y6Hdjfd0PYRKRAj7AhXUIXSFlL6syaIfu444ehfXWwxR9pXUPd4i3LYyTZJMWjQcF2rs6KWmsjl8&#10;WQWn98zke0PpefezftO7abP+eG2UGj0NqxmIQEP4D9/bW60gTfNJBn934hWQi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WSr9C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R368cA&#10;AADeAAAADwAAAGRycy9kb3ducmV2LnhtbESPwW7CMBBE75X6D9Yi9QYOObRRwCBEhdpLD4VWXFfx&#10;EofE62AbCHx9XalSj6OZeaOZLwfbiQv50DhWMJ1kIIgrpxuuFXztNuMCRIjIGjvHpOBGAZaLx4c5&#10;ltpd+ZMu21iLBOFQogITY19KGSpDFsPE9cTJOzhvMSbpa6k9XhPcdjLPsmdpseG0YLCntaGq3Z6t&#10;Ar/av7Z3Pn+32f3jFt6Ow6lAo9TTaFjNQEQa4n/4r/2uFeR5MX2B3zvpCsjF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9Ud+vHAAAA3gAAAA8AAAAAAAAAAAAAAAAAmAIAAGRy&#10;cy9kb3ducmV2LnhtbFBLBQYAAAAABAAEAPUAAACMAwAAAAA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pV0sQA&#10;AADeAAAADwAAAGRycy9kb3ducmV2LnhtbERPzWrCQBC+F3yHZYReSt2YQ7VpNlIKQqEi+PMA0+w0&#10;Cd2dDdlRY5++exA8fnz/5Wr0Tp1piF1gA/NZBoq4DrbjxsDxsH5egoqCbNEFJgNXirCqJg8lFjZc&#10;eEfnvTQqhXAs0EAr0hdax7olj3EWeuLE/YTBoyQ4NNoOeEnh3uk8y160x45TQ4s9fbRU/+5P3oDL&#10;v93r1yJu5HrUm+zPy+5pa415nI7vb6CERrmLb+5PayDPl/O0N91JV0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26VdLEAAAA3gAAAA8AAAAAAAAAAAAAAAAAmAIAAGRycy9k&#10;b3ducmV2LnhtbFBLBQYAAAAABAAEAPUAAACJAwAAAAA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axE8cA&#10;AADeAAAADwAAAGRycy9kb3ducmV2LnhtbESPQWvCQBSE70L/w/IKvenGHIqmrtJWhFx6aEzx+sw+&#10;s8HdtyG71dRf7xYKPQ4z8w2z2ozOigsNofOsYD7LQBA3XnfcKqj3u+kCRIjIGq1nUvBDATbrh8kK&#10;C+2v/EmXKrYiQTgUqMDE2BdShsaQwzDzPXHyTn5wGJMcWqkHvCa4szLPsmfpsOO0YLCnd0PNufp2&#10;CrZVb/O6NG/h8PVxPNrytqPDVqmnx/H1BUSkMf6H/9qlVpDni/kSfu+kKyD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UmsRPHAAAA3gAAAA8AAAAAAAAAAAAAAAAAmAIAAGRy&#10;cy9kb3ducmV2LnhtbFBLBQYAAAAABAAEAPUAAACMAwAAAAA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3VgBcIA&#10;AADeAAAADwAAAGRycy9kb3ducmV2LnhtbESPy4rCMBSG94LvEI7gThO7UKlGGQYFYVbeFu4OybHt&#10;THNSmoytb28Wgsuf/8a33vauFg9qQ+VZw2yqQBAbbysuNFzO+8kSRIjIFmvPpOFJAbab4WCNufUd&#10;H+lxioVIIxxy1FDG2ORSBlOSwzD1DXHy7r51GJNsC2lb7NK4q2Wm1Fw6rDg9lNjQd0nm7/TvNPzu&#10;5Y83Cs31cu0OdnHbzalWWo9H/dcKRKQ+fsLv9sFqyLJllgASTkIBuX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bdWAFwgAAAN4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E2+cYA&#10;AADeAAAADwAAAGRycy9kb3ducmV2LnhtbESPQWsCMRSE7wX/Q3gFbzVrhLJsjWKFQlF6qIp4fN08&#10;d5fdvCxJ1PXfm0Khx2FmvmHmy8F24ko+NI41TCcZCOLSmYYrDYf9x0sOIkRkg51j0nCnAMvF6GmO&#10;hXE3/qbrLlYiQTgUqKGOsS+kDGVNFsPE9cTJOztvMSbpK2k83hLcdlJl2au02HBaqLGndU1lu7tY&#10;DafLls9fs83Kv8ejG/ahVT95q/X4eVi9gYg0xP/wX/vTaFAqV1P4vZOugFw8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dE2+cYAAADe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DC64D2" w:rsidRDefault="00DC64D2" w:rsidP="00DC64D2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59/MgA&#10;AADeAAAADwAAAGRycy9kb3ducmV2LnhtbESPQWsCMRSE70L/Q3iF3jRraMu6GqUKQi+Faj3o7bl5&#10;7i5uXrZJqtv++qYg9DjMzDfMbNHbVlzIh8axhvEoA0FcOtNwpWH3sR7mIEJENtg6Jg3fFGAxvxvM&#10;sDDuyhu6bGMlEoRDgRrqGLtCylDWZDGMXEecvJPzFmOSvpLG4zXBbStVlj1Liw2nhRo7WtVUnrdf&#10;VsNyki8/3x/57WdzPNBhfzw/KZ9p/XDfv0xBROrjf/jWfjUalMqVgr876QrI+S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O3n38yAAAAN4AAAAPAAAAAAAAAAAAAAAAAJgCAABk&#10;cnMvZG93bnJldi54bWxQSwUGAAAAAAQABAD1AAAAjQMAAAAA&#10;" fillcolor="black" stroked="f">
                  <v:textbox>
                    <w:txbxContent>
                      <w:p w:rsidR="00DC64D2" w:rsidRDefault="00DC64D2" w:rsidP="00DC64D2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iTTzcYA&#10;AADeAAAADwAAAGRycy9kb3ducmV2LnhtbESPwWrDMBBE74X8g9hAb40cB0JwowQTCC09OWlLrxtr&#10;a5laKyOpivv3UaHQ4zAzb5jtfrKDSORD71jBclGAIG6d7rlT8PZ6fNiACBFZ4+CYFPxQgP1udrfF&#10;SrsrnyidYycyhEOFCkyMYyVlaA1ZDAs3Emfv03mLMUvfSe3xmuF2kGVRrKXFnvOCwZEOhtqv87dV&#10;kC6Hpl6lj2ROL77uvGue3i+NUvfzqX4EEWmK/+G/9rNWUJabcgW/d/IVkL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iTTzc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DC64D2" w:rsidRDefault="00DC64D2" w:rsidP="00DC64D2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EPsMcA&#10;AADeAAAADwAAAGRycy9kb3ducmV2LnhtbESPQWvCQBSE7wX/w/IEb3VjKGKjq4i0RXupjYIeH9ln&#10;Nph9G7JrTPvru4VCj8PMfMMsVr2tRUetrxwrmIwTEMSF0xWXCo6H18cZCB+QNdaOScEXeVgtBw8L&#10;zLS78yd1eShFhLDPUIEJocmk9IUhi37sGuLoXVxrMUTZllK3eI9wW8s0SabSYsVxwWBDG0PFNb9Z&#10;BX6yeTm92+/n7vxm+CPfmem+NEqNhv16DiJQH/7Df+2tVpCms/QJfu/EKyC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FhD7D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DC64D2" w:rsidRDefault="00DC64D2" w:rsidP="00DC64D2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DC64D2" w:rsidRPr="003B50D1" w:rsidRDefault="00DC64D2" w:rsidP="00DC64D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DC64D2" w:rsidRPr="003B50D1" w:rsidRDefault="00DC64D2" w:rsidP="00DC64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DC64D2" w:rsidRPr="003B50D1" w:rsidRDefault="00DC64D2" w:rsidP="00DC64D2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DC64D2" w:rsidRPr="003B50D1" w:rsidRDefault="00DC64D2" w:rsidP="00DC64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DC64D2" w:rsidRPr="003B50D1" w:rsidRDefault="00DC64D2" w:rsidP="00DC64D2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DC64D2" w:rsidRPr="003B50D1" w:rsidRDefault="00DC64D2" w:rsidP="00DC64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C64D2" w:rsidRPr="003B50D1" w:rsidRDefault="00DC64D2" w:rsidP="00DC64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DC64D2" w:rsidRPr="003B50D1" w:rsidRDefault="00DC64D2" w:rsidP="00DC64D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DC64D2" w:rsidRPr="003B50D1" w:rsidRDefault="00DC64D2" w:rsidP="00DC64D2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DC64D2" w:rsidRPr="003B50D1" w:rsidRDefault="00DC64D2" w:rsidP="00DC64D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C64D2" w:rsidRPr="003B50D1" w:rsidRDefault="00DC64D2" w:rsidP="00DC64D2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DC64D2" w:rsidRPr="003B50D1" w:rsidRDefault="00DC64D2" w:rsidP="00DC64D2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DC64D2" w:rsidRPr="003B50D1" w:rsidRDefault="00DC64D2" w:rsidP="00DC64D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C64D2" w:rsidRPr="003B50D1" w:rsidRDefault="00DC64D2" w:rsidP="00DC64D2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DC64D2" w:rsidRDefault="00DC64D2" w:rsidP="00DC64D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Про </w:t>
      </w: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надання дозволу на розробку</w:t>
      </w:r>
    </w:p>
    <w:p w:rsidR="00DC64D2" w:rsidRPr="003B50D1" w:rsidRDefault="00DC64D2" w:rsidP="00DC64D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технічної документації</w:t>
      </w:r>
    </w:p>
    <w:p w:rsidR="00DC64D2" w:rsidRPr="003B50D1" w:rsidRDefault="00DC64D2" w:rsidP="00DC64D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DC64D2" w:rsidRPr="003B50D1" w:rsidRDefault="00DC64D2" w:rsidP="00DC64D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DC64D2" w:rsidRPr="003B50D1" w:rsidRDefault="00DC64D2" w:rsidP="00DC64D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DC64D2" w:rsidRPr="0061236C" w:rsidRDefault="00DC64D2" w:rsidP="00DC64D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М. М.</w:t>
      </w:r>
    </w:p>
    <w:p w:rsidR="00DC64D2" w:rsidRPr="003B50D1" w:rsidRDefault="00DC64D2" w:rsidP="00DC64D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C64D2" w:rsidRPr="003B50D1" w:rsidRDefault="00DC64D2" w:rsidP="00DC64D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C64D2" w:rsidRPr="003B50D1" w:rsidRDefault="00DC64D2" w:rsidP="00DC64D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вання в Україні», статей 12, 122, 186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Земельного кодексу України,  Закону України «Про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землеустрій»,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розглянувши заяву 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 М.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 сільська  рада </w:t>
      </w:r>
    </w:p>
    <w:p w:rsidR="00DC64D2" w:rsidRPr="003B50D1" w:rsidRDefault="00DC64D2" w:rsidP="00DC64D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DC64D2" w:rsidRPr="003B50D1" w:rsidRDefault="00DC64D2" w:rsidP="00DC64D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DC64D2" w:rsidRPr="003B50D1" w:rsidRDefault="00DC64D2" w:rsidP="00DC64D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Надати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Марині Миколаївні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164BAE" w:rsidRPr="00164BAE">
        <w:rPr>
          <w:rFonts w:ascii="Times New Roman" w:eastAsia="Calibri" w:hAnsi="Times New Roman" w:cs="Times New Roman"/>
          <w:sz w:val="24"/>
        </w:rPr>
        <w:t>_______________________________</w:t>
      </w:r>
      <w:bookmarkStart w:id="0" w:name="_GoBack"/>
      <w:bookmarkEnd w:id="0"/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дозвіл на розробку технічної документації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орієнтовною площею 0,1466 га для ведення особистого селянського господарства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яка розташована Хмельницька область Шепетівський район,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</w:rPr>
        <w:t>.</w:t>
      </w:r>
    </w:p>
    <w:p w:rsidR="00DC64D2" w:rsidRDefault="00DC64D2" w:rsidP="00DC64D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Відрук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М. М, розробити технічну документацію із землеустрою щодо встановлення (відновлення) меж земельної ділянки в натурі (на місцевості) та подати на розгляд сесії сільської ради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</w:t>
      </w:r>
    </w:p>
    <w:p w:rsidR="00DC64D2" w:rsidRPr="003B50D1" w:rsidRDefault="00DC64D2" w:rsidP="00DC64D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Даний дозвіл дійсний на протязі року з дня прийняття даного рішення.</w:t>
      </w:r>
    </w:p>
    <w:p w:rsidR="00DC64D2" w:rsidRPr="00DC64D2" w:rsidRDefault="00DC64D2" w:rsidP="00DC64D2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4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та благоустрою (Денисюк Т.В.).</w:t>
      </w:r>
    </w:p>
    <w:p w:rsidR="00DC64D2" w:rsidRDefault="00DC64D2" w:rsidP="00DC64D2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DC64D2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4D2"/>
    <w:rsid w:val="00164BAE"/>
    <w:rsid w:val="00912EC6"/>
    <w:rsid w:val="00DC6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D2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4D2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254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2022-02-11T13:46:00Z</dcterms:created>
  <dcterms:modified xsi:type="dcterms:W3CDTF">2022-02-14T07:48:00Z</dcterms:modified>
</cp:coreProperties>
</file>