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5" w:rsidRPr="003B50D1" w:rsidRDefault="006B29A5" w:rsidP="006B2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6B29A5" w:rsidRPr="003B50D1" w:rsidRDefault="006B29A5" w:rsidP="006B2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6B29A5" w:rsidRPr="003B50D1" w:rsidRDefault="006B29A5" w:rsidP="006B2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FB64AE" wp14:editId="5D5225D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734" name="Группа 22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7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9A5" w:rsidRDefault="006B29A5" w:rsidP="006B29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73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2G1cYA&#10;AADeAAAADwAAAGRycy9kb3ducmV2LnhtbESPT2vCQBTE7wW/w/IEb3VjQqukWSWUKh6Eotb7I/vy&#10;B7NvQ3aN8du7hUKPw8z8hsk2o2nFQL1rLCtYzCMQxIXVDVcKfs7b1xUI55E1tpZJwYMcbNaTlwxT&#10;be98pOHkKxEg7FJUUHvfpVK6oiaDbm474uCVtjfog+wrqXu8B7hpZRxF79Jgw2Ghxo4+ayqup5tR&#10;YJPd/nCp4mPyxUvP+feqvIwHpWbTMf8A4Wn0/+G/9l4riONl8ga/d8IVkO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2G1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uqAckA&#10;AADeAAAADwAAAGRycy9kb3ducmV2LnhtbESPS2vDMBCE74X8B7GFXkIj1wWndaOEEnAfORTygF4X&#10;a2u5sVZGUhM3vz4qBHocZuYbZrYYbCcO5EPrWMHdJANBXDvdcqNgt61uH0CEiKyxc0wKfinAYj66&#10;mmGp3ZHXdNjERiQIhxIVmBj7UspQG7IYJq4nTt6X8xZjkr6R2uMxwW0n8ywrpMWW04LBnpaG6v3m&#10;xyr4rj7M53J6evHjxzWdxtXqtXsvlLq5Hp6fQEQa4n/40n7TCvJ8el/A3510BeT8D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7uqA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Srm8QA&#10;AADeAAAADwAAAGRycy9kb3ducmV2LnhtbESP3YrCMBCF74V9hzDC3oimVliXahRZVhFvpLoPMDRj&#10;U2wmpYm2vr0RhL08nJ+Ps1z3thZ3an3lWMF0koAgLpyuuFTwd96Ov0H4gKyxdkwKHuRhvfoYLDHT&#10;ruOc7qdQijjCPkMFJoQmk9IXhiz6iWuIo3dxrcUQZVtK3WIXx20t0yT5khYrjgSDDf0YKq6nm42Q&#10;4wyPh0t33u567PD3YHi0yZX6HPabBYhAffgPv9t7rSBN57M5vO7EK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kq5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q08QA&#10;AADeAAAADwAAAGRycy9kb3ducmV2LnhtbERPTUsDMRC9C/0PYQRvNuuqbVmbllIVROihrSC9DZvp&#10;7uJmEpKxu/57cxA8Pt73cj26Xl0ops6zgbtpAYq49rbjxsDH8fV2ASoJssXeMxn4oQTr1eRqiZX1&#10;A+/pcpBG5RBOFRpoRUKldapbcpimPhBn7uyjQ8kwNtpGHHK463VZFDPtsOPc0GKgbUv11+HbGdgN&#10;L+F9Pns8h1N8KHV6tvK5FWNursfNEyihUf7Ff+43a6As5/d5b76Tr4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/Kt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eacsUA&#10;AADeAAAADwAAAGRycy9kb3ducmV2LnhtbESP32rCMBTG7wd7h3CE3YyZrgU3q1FkrDJ6I+oe4NAc&#10;m2JzUpqs7d5+EQZefnx/fnzr7WRbMVDvG8cKXucJCOLK6YZrBd/n4uUdhA/IGlvHpOCXPGw3jw9r&#10;zLUb+UjDKdQijrDPUYEJocul9JUhi37uOuLoXVxvMUTZ11L3OMZx28o0SRbSYsORYLCjD0PV9fRj&#10;I+SQ4aG8jOdiP+GIn6Xh591RqafZtFuBCDSFe/i//aUVpOlbtoTbnXgF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5py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9VqMYA&#10;AADeAAAADwAAAGRycy9kb3ducmV2LnhtbESPTUsDMRCG70L/Q5iCN5t1qa1sm5bSKojgoVWQ3obN&#10;dHdxMwnJ2F3/vTkIHl/eL571dnS9ulJMnWcD97MCFHHtbceNgY/357tHUEmQLfaeycAPJdhuJjdr&#10;rKwf+EjXkzQqj3Cq0EArEiqtU92SwzTzgTh7Fx8dSpax0TbikMddr8uiWGiHHeeHFgPtW6q/Tt/O&#10;wNvwFF6Xi4dLOMd5qdPByudejLmdjrsVKKFR/sN/7RdroCyX8wyQcTIK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9Vq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t2sgA&#10;AADeAAAADwAAAGRycy9kb3ducmV2LnhtbESPUUvDMBSF3wf+h3AFX8aWrs4pddlwQpgwQZyCr5fm&#10;ri02NyWJa/fvzWCwx8M55zuc5XqwrTiSD41jBbNpBoK4dKbhSsH3l548gQgR2WDrmBScKMB6dTNa&#10;YmFcz5903MdKJAiHAhXUMXaFlKGsyWKYuo44eQfnLcYkfSWNxz7BbSvzLFtIiw2nhRo7eq2p/N3/&#10;WQWbj7669+NyM7jdYfvzoLXR71qpu9vh5RlEpCFew5f2m1GQ54/zGZzvpCsgV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xu3a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Q5UsUA&#10;AADeAAAADwAAAGRycy9kb3ducmV2LnhtbESP0WoCMRRE3wv+Q7iCbzXbYKtsjSLKQil9qfoBl83t&#10;ZuvmZkniuv59Uyj0cZiZM8x6O7pODBRi61nD07wAQVx703Kj4XyqHlcgYkI22HkmDXeKsN1MHtZY&#10;Gn/jTxqOqREZwrFEDTalvpQy1pYcxrnvibP35YPDlGVopAl4y3DXSVUUL9Jhy3nBYk97S/XleHUa&#10;qnf1MVyuJlR+Ny4cPdvv1cFqPZuOu1cQicb0H/5rvxkNSi0XCn7v5Cs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Dl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WNsgA&#10;AADeAAAADwAAAGRycy9kb3ducmV2LnhtbESPUUvDMBSF3wX/Q7jCXsaW2umUumxsQthggjgFXy/N&#10;XVtsbkoS1+7fL8LAx8M55zucxWqwrTiRD41jBffTDARx6UzDlYKvTz15BhEissHWMSk4U4DV8vZm&#10;gYVxPX/Q6RArkSAcClRQx9gVUoayJoth6jri5B2dtxiT9JU0HvsEt63Ms2wuLTacFmrs6LWm8ufw&#10;axVs3vtq5sflZnD74/b7UWuj37RSo7th/QIi0hD/w9f2zijI86eHGfzdSVdALi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WNY2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EEvcUA&#10;AADeAAAADwAAAGRycy9kb3ducmV2LnhtbESPUWvCMBSF3wf7D+EOfJuppdukM4psFGT4Mt0PuDR3&#10;TbW5KUms9d8bQfDxcM75DmexGm0nBvKhdaxgNs1AENdOt9wo+NtXr3MQISJr7ByTggsFWC2fnxZY&#10;anfmXxp2sREJwqFEBSbGvpQy1IYshqnriZP377zFmKRvpPZ4TnDbyTzL3qXFltOCwZ6+DNXH3ckq&#10;qH7y7XA8aV+59VhYejOH+bdRavIyrj9BRBrjI3xvb7SCPP8oCrjdSV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gQS9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/zsUA&#10;AADeAAAADwAAAGRycy9kb3ducmV2LnhtbESPzWrDMBCE74W8g9hCb40cJ26KG8WUgEtyjJsHWKyt&#10;bWKtHEv1z9tHhUKOw8x8w+yyybRioN41lhWslhEI4tLqhisFl+/89R2E88gaW8ukYCYH2X7xtMNU&#10;25HPNBS+EgHCLkUFtfddKqUrazLolrYjDt6P7Q36IPtK6h7HADetjKPoTRpsOCzU2NGhpvJa/BoF&#10;m3n8uhXJNcq1odVp3Z3Yl4lSL8/T5wcIT5N/hP/bR60gjrebBP7uhCsg9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z/O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O3FsYA&#10;AADeAAAADwAAAGRycy9kb3ducmV2LnhtbESPQWvCQBSE7wX/w/KE3urGIGmbukowpEhPNbU9P7LP&#10;JJh9G7Ibjf/eLRR6HGbmG2a9nUwnLjS41rKC5SICQVxZ3XKt4PhVPL2AcB5ZY2eZFNzIwXYze1hj&#10;qu2VD3QpfS0ChF2KChrv+1RKVzVk0C1sTxy8kx0M+iCHWuoBrwFuOhlHUSINthwWGuxp11B1Lkej&#10;YEx+4iOfPvRnmd/eX/Mic/K7VupxPmVvIDxN/j/8195rBXH8vErg9064AnJ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O3F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ikMgA&#10;AADeAAAADwAAAGRycy9kb3ducmV2LnhtbESPQWvCQBSE74X+h+UJvdWNUaKNrlKFQvWgaNuDt2f2&#10;maTNvk2zW43/visIHoeZ+YaZzFpTiRM1rrSsoNeNQBBnVpecK/j8eHsegXAeWWNlmRRcyMFs+vgw&#10;wVTbM2/ptPO5CBB2KSoovK9TKV1WkEHXtTVx8I62MeiDbHKpGzwHuKlkHEWJNFhyWCiwpkVB2c/u&#10;zyj42oySl818OfherQ/YN/p3r8tEqadO+zoG4an19/Ct/a4VxPFwMITrnXAF5PQ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8KKQ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ahdsQA&#10;AADeAAAADwAAAGRycy9kb3ducmV2LnhtbERPy2rCQBTdC/7DcIXudNJUUomO0geNpavUCm4vmWsS&#10;mrkTMlOT+PWdheDycN6b3WAacaHO1ZYVPC4iEMSF1TWXCo4/H/MVCOeRNTaWScFIDnbb6WSDqbY9&#10;f9Pl4EsRQtilqKDyvk2ldEVFBt3CtsSBO9vOoA+wK6XusA/hppFxFCXSYM2hocKW3ioqfg9/RsE1&#10;OWHu9vHr+5P2NC5Xmf3KM6UeZsPLGoSnwd/FN/enVhDHz8uwN9wJV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WoXb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tQ8UA&#10;AADeAAAADwAAAGRycy9kb3ducmV2LnhtbESP0WrCQBRE34X+w3KFvunGEGuNrlKKBd+ssR9wyV43&#10;wezdmN1q2q93BcHHYWbOMMt1bxtxoc7XjhVMxgkI4tLpmo2Cn8PX6B2ED8gaG8ek4I88rFcvgyXm&#10;2l15T5ciGBEh7HNUUIXQ5lL6siKLfuxa4ugdXWcxRNkZqTu8RrhtZJokb9JizXGhwpY+KypPxa9V&#10;cHbpVPfFBnenzfy7NiY7/+8zpV6H/ccCRKA+PMOP9lYrSNNZNof7nXgF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421D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06MQA&#10;AADeAAAADwAAAGRycy9kb3ducmV2LnhtbESPyU7DMBCG70i8gzVIvRGHVN3SOFWLhNRrlwPHwZ4s&#10;EI9DbNrQp68PSBx//Zu+YjPaTlxo8K1jBS9JCoJYO9NyreB8entegvAB2WDnmBT8kodN+fhQYG7c&#10;lQ90OYZaxBH2OSpoQuhzKb1uyKJPXE8cvcoNFkOUQy3NgNc4bjuZpelcWmw5PjTY02tD+uv4YxXs&#10;2w+azXW1ssudPrzfvsN08WmUmjyN2zWIQGP4D/+190ZBli1mESDiRBSQ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8NO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FopMMA&#10;AADeAAAADwAAAGRycy9kb3ducmV2LnhtbERPXWvCMBR9F/Yfwh3szaYWNrdqlCkIDqcwN/T10lyb&#10;suamNLHWf28Gwh7PN2c6720tOmp95VjBKElBEBdOV1wq+PleDV9B+ICssXZMCq7kYT57GEwx1+7C&#10;X9TtQyliCfscFZgQmlxKXxiy6BPXEEft5FqLIcK2lLrFSyy3tczS9EVarDguGGxoaaj43Z+tgg53&#10;1/RoFtu3j+qzyHaLw0ZHXj099u8TEIH68G++p9daQZaNn0fwdydeAT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9Fop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4pScUA&#10;AADeAAAADwAAAGRycy9kb3ducmV2LnhtbESPT0sDMRTE74LfITzBm80a8A9r01KEikdde/D43Lxu&#10;tt28tySxu/rpjSB4HGbmN8xyPYdBnSimXtjC9aICRdyK67mzsHvbXt2DShnZ4SBMFr4owXp1frbE&#10;2snEr3RqcqcKhFONFnzOY611aj0FTAsZiYu3lxgwFxk77SJOBR4GbarqVgfsuSx4HOnRU3tsPoOF&#10;6an9OJj9u/PfcZRt8yIHM4i1lxfz5gFUpjn/h//az86CMXc3Bn7vlCu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DilJ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qcxcgA&#10;AADeAAAADwAAAGRycy9kb3ducmV2LnhtbESP3WoCMRSE74W+QzgF7zTrlqpsjWL9gSKVotX7081x&#10;d9vkZNmkur59IxS8HGbmG2Yya60RZ2p85VjBoJ+AIM6drrhQcPhc98YgfEDWaByTgit5mE0fOhPM&#10;tLvwjs77UIgIYZ+hgjKEOpPS5yVZ9H1XE0fv5BqLIcqmkLrBS4RbI9MkGUqLFceFEmtalJT/7H+t&#10;gvXH0nyn2938KMNiNfoy483r8l2p7mM7fwERqA338H/7TStI09HzE9zuxCsgp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upzF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ZJcgA&#10;AADeAAAADwAAAGRycy9kb3ducmV2LnhtbESPW2vCQBSE3wv+h+UIvhTdmNYL0VVKQVSo4A18PWaP&#10;STB7NmS3Mf33XaHQx2FmvmHmy9aUoqHaFZYVDAcRCOLU6oIzBefTqj8F4TyyxtIyKfghB8tF52WO&#10;ibYPPlBz9JkIEHYJKsi9rxIpXZqTQTewFXHwbrY26IOsM6lrfAS4KWUcRWNpsOCwkGNFnzml9+O3&#10;UdDsv67ZpnHV9j59daO363q90xelet32YwbCU+v/w3/tjVYQx5PROzzv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pdkl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29A5" w:rsidRDefault="006B29A5" w:rsidP="006B29A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UCo8kA&#10;AADeAAAADwAAAGRycy9kb3ducmV2LnhtbESPT2vCQBTE74V+h+UJvdWNoamaukotCF4K9c9Bb8/s&#10;axLMvk13V4399F2h4HGYmd8wk1lnGnEm52vLCgb9BARxYXXNpYLtZvE8AuEDssbGMim4kofZ9PFh&#10;grm2F17ReR1KESHsc1RQhdDmUvqiIoO+b1vi6H1bZzBE6UqpHV4i3DQyTZJXabDmuFBhSx8VFcf1&#10;ySiYj0fzn68X/vxdHfa03x2OWeoSpZ563fsbiEBduIf/20utIE2HWQa3O/EKyO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4UCo8kAAADeAAAADwAAAAAAAAAAAAAAAACYAgAA&#10;ZHJzL2Rvd25yZXYueG1sUEsFBgAAAAAEAAQA9QAAAI4DAAAAAA==&#10;" fillcolor="black" stroked="f">
                  <v:textbox>
                    <w:txbxContent>
                      <w:p w:rsidR="006B29A5" w:rsidRDefault="006B29A5" w:rsidP="006B29A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SS1MgA&#10;AADeAAAADwAAAGRycy9kb3ducmV2LnhtbESPT2vCQBTE74V+h+UVvNVNA6aSukptLQjVg38OPT6z&#10;z2RJ9m3IbjX207tCweMwM79hJrPeNuJEnTeOFbwMExDEhdOGSwX73dfzGIQPyBobx6TgQh5m08eH&#10;CebanXlDp20oRYSwz1FBFUKbS+mLiiz6oWuJo3d0ncUQZVdK3eE5wm0j0yTJpEXDcaHClj4qKurt&#10;r1Xw852Z8cZQelj9zRd6Narn689aqcFT//4GIlAf7uH/9lIrSNPXUQa3O/EKyO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lJLU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pafccA&#10;AADeAAAADwAAAGRycy9kb3ducmV2LnhtbESPQWsCMRSE7wX/Q3hCbzXrQqusRhFLaS89qC1eH5vn&#10;Zt3NyzaJuvrrG6HQ4zAz3zDzZW9bcSYfascKxqMMBHHpdM2Vgq/d29MURIjIGlvHpOBKAZaLwcMc&#10;C+0uvKHzNlYiQTgUqMDE2BVShtKQxTByHXHyDs5bjEn6SmqPlwS3rcyz7EVarDktGOxobahstier&#10;wK/2r82NT99Ndvu8hvdj/zNFo9TjsF/NQETq43/4r/2hFeT55HkC9zvp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KWn3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4RMMA&#10;AADeAAAADwAAAGRycy9kb3ducmV2LnhtbERP22rCQBB9L/gPywi+FN0YaLWpq4ggCJWClw+YZqdJ&#10;cHc2ZEeN/fruQ6GPh3NfrHrv1I262AQ2MJ1koIjLYBuuDJxP2/EcVBRkiy4wGXhQhNVy8LTAwoY7&#10;H+h2lEqlEI4FGqhF2kLrWNbkMU5CS5y479B5lAS7StsO7yncO51n2av22HBqqLGlTU3l5Xj1Blz+&#10;5d4+ZnEvj7PeZz9eDs+f1pjRsF+/gxLq5V/8595ZA3k+e0l70510B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R4RMMAAADe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ichccA&#10;AADeAAAADwAAAGRycy9kb3ducmV2LnhtbESPS2vDMBCE74X8B7GF3Bq5hvThRgl5EPClh7opuW6s&#10;jWUirYylJE5/fVUo9DjMzDfMbDE4Ky7Uh9azgsdJBoK49rrlRsHuc/vwAiJEZI3WMym4UYDFfHQ3&#10;w0L7K3/QpYqNSBAOBSowMXaFlKE25DBMfEecvKPvHcYk+0bqHq8J7qzMs+xJOmw5LRjsaG2oPlVn&#10;p2BTdTbflWYV9l/vh4Mtv7e03yg1vh+WbyAiDfE//NcutYI8f56+wu+ddAXk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4nIX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tNk8MA&#10;AADeAAAADwAAAGRycy9kb3ducmV2LnhtbESPy4rCMBSG9wO+QziCuzGxiyrVKCIKwqzGy8LdITm2&#10;1eakNBlb336yGJjlz3/jW20G14gXdaH2rGE2VSCIjbc1lxou58PnAkSIyBYbz6ThTQE269HHCgvr&#10;e/6m1ymWIo1wKFBDFWNbSBlMRQ7D1LfEybv7zmFMsiul7bBP466RmVK5dFhzeqiwpV1F5nn6cRoe&#10;B/nljUJzvVz7o53f9jk1SuvJeNguQUQa4n/4r320GrJsnieAhJNQ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tNk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8bb8YA&#10;AADeAAAADwAAAGRycy9kb3ducmV2LnhtbESPT4vCMBTE7wv7HcITvK2pXVDpGsUVhEXx4B9kj8/m&#10;2ZY2LyWJWr+9WVjwOMzMb5jpvDONuJHzlWUFw0ECgji3uuJCwfGw+piA8AFZY2OZFDzIw3z2/jbF&#10;TNs77+i2D4WIEPYZKihDaDMpfV6SQT+wLXH0LtYZDFG6QmqH9wg3jUyTZCQNVhwXSmxpWVJe769G&#10;we91w5ft53rhvsPJdgdfp+dJrVS/1y2+QATqwiv83/7RCtJ0PBrC3514BeTs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8bb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29A5" w:rsidRDefault="006B29A5" w:rsidP="006B29A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BQasgA&#10;AADeAAAADwAAAGRycy9kb3ducmV2LnhtbESPQWsCMRSE74X+h/AKvXWzDdXq1ihVKHgpqO1Bb8/N&#10;6+7i5mVNUt321zeC0OMwM98wk1lvW3EiHxrHGh6zHARx6UzDlYbPj7eHEYgQkQ22jknDDwWYTW9v&#10;JlgYd+Y1nTaxEgnCoUANdYxdIWUoa7IYMtcRJ+/LeYsxSV9J4/Gc4LaVKs+H0mLDaaHGjhY1lYfN&#10;t9UwH4/mx9UTv/+u9zvabfeHgfK51vd3/esLiEh9/A9f20ujQannoYLLnXQF5P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AFBqyAAAAN4AAAAPAAAAAAAAAAAAAAAAAJgCAABk&#10;cnMvZG93bnJldi54bWxQSwUGAAAAAAQABAD1AAAAjQMAAAAA&#10;" fillcolor="black" stroked="f">
                  <v:textbox>
                    <w:txbxContent>
                      <w:p w:rsidR="006B29A5" w:rsidRDefault="006B29A5" w:rsidP="006B29A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r+W8YA&#10;AADeAAAADwAAAGRycy9kb3ducmV2LnhtbESPQUsDMRSE74L/ITyhN5t1C62sTctSEKWnbat4fd08&#10;N4ublyWJ6frvjSD0OMzMN8x6O9lBJPKhd6zgYV6AIG6d7rlT8HZ6vn8EESKyxsExKfihANvN7c0a&#10;K+0ufKB0jJ3IEA4VKjAxjpWUoTVkMczdSJy9T+ctxix9J7XHS4bbQZZFsZQWe84LBkfaGWq/jt9W&#10;QTrvmnqRPpI57H3dede8vJ8bpWZ3U/0EItIUr+H/9qtWUJar5QL+7uQr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r+W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29A5" w:rsidRDefault="006B29A5" w:rsidP="006B29A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8iJsgA&#10;AADeAAAADwAAAGRycy9kb3ducmV2LnhtbESPQUvDQBSE74X+h+UVvNlNg8Qauy1SVKyX1rTQHh/Z&#10;ZzaYfRuyaxr7611B6HGYmW+YxWqwjeip87VjBbNpAoK4dLrmSsFh/3I7B+EDssbGMSn4IQ+r5Xi0&#10;wFy7M39QX4RKRAj7HBWYENpcSl8asuinriWO3qfrLIYou0rqDs8RbhuZJkkmLdYcFwy2tDZUfhXf&#10;VoGfrZ+P7/by0J9eDW+Ljcl2lVHqZjI8PYIINIRr+L/9phWk6X12B3934hW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vyIm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29A5" w:rsidRDefault="006B29A5" w:rsidP="006B29A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29A5" w:rsidRPr="003B50D1" w:rsidRDefault="006B29A5" w:rsidP="006B2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6B29A5" w:rsidRPr="003B50D1" w:rsidRDefault="006B29A5" w:rsidP="006B29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6B29A5" w:rsidRPr="003B50D1" w:rsidRDefault="006B29A5" w:rsidP="006B29A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B29A5" w:rsidRPr="003B50D1" w:rsidRDefault="006B29A5" w:rsidP="006B29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6B29A5" w:rsidRPr="003B50D1" w:rsidRDefault="006B29A5" w:rsidP="006B29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B29A5" w:rsidRPr="003B50D1" w:rsidRDefault="006B29A5" w:rsidP="006B29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29A5" w:rsidRPr="003B50D1" w:rsidRDefault="006B29A5" w:rsidP="006B29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B29A5" w:rsidRPr="003B50D1" w:rsidRDefault="006B29A5" w:rsidP="006B29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29A5" w:rsidRPr="003B50D1" w:rsidRDefault="006B29A5" w:rsidP="006B29A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B29A5" w:rsidRPr="003B50D1" w:rsidRDefault="006B29A5" w:rsidP="006B29A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B29A5" w:rsidRPr="003B50D1" w:rsidRDefault="006B29A5" w:rsidP="006B29A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B29A5" w:rsidRPr="003B50D1" w:rsidRDefault="006B29A5" w:rsidP="006B29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6B29A5" w:rsidRPr="003B50D1" w:rsidRDefault="006B29A5" w:rsidP="006B29A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B29A5" w:rsidRPr="003B50D1" w:rsidRDefault="006B29A5" w:rsidP="006B29A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B29A5" w:rsidRPr="003B50D1" w:rsidRDefault="006B29A5" w:rsidP="006B29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Бережному С. А.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6B29A5" w:rsidRPr="003B50D1" w:rsidRDefault="006B29A5" w:rsidP="006B29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Бережного С. 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.,  сільська  рада 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6B29A5" w:rsidRPr="003B50D1" w:rsidRDefault="006B29A5" w:rsidP="006B29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Бережному Сергію Антоновичу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B7BCC">
        <w:rPr>
          <w:rFonts w:ascii="Times New Roman" w:eastAsia="Calibri" w:hAnsi="Times New Roman" w:cs="Times New Roman"/>
          <w:sz w:val="24"/>
          <w:lang w:val="ru-RU"/>
        </w:rPr>
        <w:t>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1B7BC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товарного сільськогосподарського виробництва, площею 0,1949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6823984000:03:018:0219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Бережному С. А.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B29A5" w:rsidRPr="003B50D1" w:rsidRDefault="006B29A5" w:rsidP="006B29A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B29A5" w:rsidRPr="003B50D1" w:rsidRDefault="006B29A5" w:rsidP="006B29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6B29A5" w:rsidRPr="003B50D1" w:rsidRDefault="006B29A5" w:rsidP="006B29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6B29A5" w:rsidRDefault="006B29A5" w:rsidP="006B29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6B29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9A5"/>
    <w:rsid w:val="000E5B78"/>
    <w:rsid w:val="001B7BCC"/>
    <w:rsid w:val="006B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9A5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9A5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2022-02-11T13:42:00Z</dcterms:created>
  <dcterms:modified xsi:type="dcterms:W3CDTF">2022-02-14T07:45:00Z</dcterms:modified>
</cp:coreProperties>
</file>