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39F" w:rsidRPr="008D31FA" w:rsidRDefault="00FD439F" w:rsidP="00FD439F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39F" w:rsidRDefault="00FD439F" w:rsidP="00FD43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D439F" w:rsidRDefault="00FD439F" w:rsidP="00FD43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D439F" w:rsidRPr="000A4F3E" w:rsidRDefault="00FD439F" w:rsidP="00FD439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439F" w:rsidRPr="000A4F3E" w:rsidRDefault="00FD439F" w:rsidP="00FD439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439F" w:rsidRPr="000A4F3E" w:rsidRDefault="00FD439F" w:rsidP="00FD439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439F" w:rsidRPr="000A4F3E" w:rsidRDefault="00FD439F" w:rsidP="00FD439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439F" w:rsidRPr="000A4F3E" w:rsidRDefault="00FD439F" w:rsidP="00FD439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D439F" w:rsidRPr="000A4F3E" w:rsidRDefault="00FD439F" w:rsidP="00FD439F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D439F" w:rsidRPr="000A4F3E" w:rsidRDefault="00FD439F" w:rsidP="00FD439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D439F" w:rsidRPr="000A4F3E" w:rsidRDefault="00FD439F" w:rsidP="00FD439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D439F" w:rsidRPr="000A4F3E" w:rsidRDefault="00FD439F" w:rsidP="00FD439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439F" w:rsidRPr="000A4F3E" w:rsidRDefault="00FD439F" w:rsidP="00FD439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D439F" w:rsidRPr="000A4F3E" w:rsidRDefault="00FD439F" w:rsidP="00FD439F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439F" w:rsidRPr="000A4F3E" w:rsidRDefault="00FD439F" w:rsidP="00FD439F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D439F" w:rsidRPr="000A4F3E" w:rsidRDefault="00FD439F" w:rsidP="00FD439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D439F" w:rsidRDefault="00FD439F" w:rsidP="00FD439F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№61</w:t>
      </w:r>
    </w:p>
    <w:p w:rsidR="00FD439F" w:rsidRPr="001869AA" w:rsidRDefault="00FD439F" w:rsidP="00FD439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D439F" w:rsidRPr="001869AA" w:rsidRDefault="00FD439F" w:rsidP="00FD439F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FD439F" w:rsidRPr="001869AA" w:rsidRDefault="00FD439F" w:rsidP="00FD439F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FD439F" w:rsidRPr="001869AA" w:rsidRDefault="00FD439F" w:rsidP="00FD439F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меж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FD439F" w:rsidRPr="001869AA" w:rsidRDefault="00FD439F" w:rsidP="00FD439F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Микульський</w:t>
      </w:r>
      <w:proofErr w:type="spellEnd"/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В.В.</w:t>
      </w:r>
    </w:p>
    <w:p w:rsidR="00FD439F" w:rsidRPr="001869AA" w:rsidRDefault="00FD439F" w:rsidP="00FD439F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D439F" w:rsidRDefault="00FD439F" w:rsidP="00FD439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Микульський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В.В.,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FD439F" w:rsidRPr="001869AA" w:rsidRDefault="00FD439F" w:rsidP="00FD439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FD439F" w:rsidRPr="001869AA" w:rsidRDefault="00FD439F" w:rsidP="00FD439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hAnsi="Times New Roman"/>
          <w:sz w:val="24"/>
        </w:rPr>
        <w:t>Микульському</w:t>
      </w:r>
      <w:proofErr w:type="spellEnd"/>
      <w:r w:rsidRPr="001869AA">
        <w:rPr>
          <w:rFonts w:ascii="Times New Roman" w:hAnsi="Times New Roman"/>
          <w:sz w:val="24"/>
        </w:rPr>
        <w:t xml:space="preserve"> Василю </w:t>
      </w:r>
      <w:proofErr w:type="spellStart"/>
      <w:r w:rsidRPr="001869AA">
        <w:rPr>
          <w:rFonts w:ascii="Times New Roman" w:hAnsi="Times New Roman"/>
          <w:sz w:val="24"/>
        </w:rPr>
        <w:t>Васильовичу</w:t>
      </w:r>
      <w:proofErr w:type="spellEnd"/>
      <w:r w:rsidRPr="001869AA">
        <w:rPr>
          <w:rFonts w:ascii="Times New Roman" w:hAnsi="Times New Roman"/>
          <w:sz w:val="24"/>
        </w:rPr>
        <w:t xml:space="preserve">, </w:t>
      </w:r>
      <w:proofErr w:type="spellStart"/>
      <w:r w:rsidRPr="001869AA">
        <w:rPr>
          <w:rFonts w:ascii="Times New Roman" w:hAnsi="Times New Roman"/>
          <w:sz w:val="24"/>
        </w:rPr>
        <w:t>який</w:t>
      </w:r>
      <w:proofErr w:type="spellEnd"/>
      <w:r w:rsidRPr="001869AA">
        <w:rPr>
          <w:rFonts w:ascii="Times New Roman" w:hAnsi="Times New Roman"/>
          <w:sz w:val="24"/>
        </w:rPr>
        <w:t xml:space="preserve"> </w:t>
      </w:r>
      <w:proofErr w:type="spellStart"/>
      <w:r w:rsidRPr="001869AA">
        <w:rPr>
          <w:rFonts w:ascii="Times New Roman" w:hAnsi="Times New Roman"/>
          <w:sz w:val="24"/>
        </w:rPr>
        <w:t>зареєстрований</w:t>
      </w:r>
      <w:proofErr w:type="spellEnd"/>
      <w:r w:rsidRPr="001869AA">
        <w:rPr>
          <w:rFonts w:ascii="Times New Roman" w:hAnsi="Times New Roman"/>
          <w:sz w:val="24"/>
        </w:rPr>
        <w:t xml:space="preserve"> за </w:t>
      </w:r>
      <w:proofErr w:type="spellStart"/>
      <w:r w:rsidRPr="001869AA">
        <w:rPr>
          <w:rFonts w:ascii="Times New Roman" w:hAnsi="Times New Roman"/>
          <w:sz w:val="24"/>
        </w:rPr>
        <w:t>адресою</w:t>
      </w:r>
      <w:proofErr w:type="spellEnd"/>
      <w:r w:rsidRPr="001869AA">
        <w:rPr>
          <w:rFonts w:ascii="Times New Roman" w:hAnsi="Times New Roman"/>
          <w:sz w:val="24"/>
        </w:rPr>
        <w:t xml:space="preserve">: </w:t>
      </w:r>
      <w:r w:rsidR="00A44290">
        <w:rPr>
          <w:rFonts w:ascii="Times New Roman" w:hAnsi="Times New Roman"/>
          <w:sz w:val="24"/>
          <w:lang w:val="en-US"/>
        </w:rPr>
        <w:t>_______________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A44290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___________</w:t>
      </w:r>
      <w:bookmarkStart w:id="0" w:name="_GoBack"/>
      <w:bookmarkEnd w:id="0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приватну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0,2500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га, (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6823986800:02:008:0027), для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обслуговування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житлового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будинку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господарських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будівель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споруд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присадибна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ділянка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), яка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Колом’</w:t>
      </w:r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є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,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вулиця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Миру, 103.</w:t>
      </w:r>
      <w:r w:rsidRPr="001869AA">
        <w:rPr>
          <w:rFonts w:ascii="Times New Roman" w:eastAsia="Arial Unicode MS" w:hAnsi="Times New Roman"/>
          <w:color w:val="FF0000"/>
          <w:sz w:val="24"/>
          <w:szCs w:val="24"/>
        </w:rPr>
        <w:t xml:space="preserve">  </w:t>
      </w:r>
    </w:p>
    <w:p w:rsidR="00FD439F" w:rsidRPr="001869AA" w:rsidRDefault="00FD439F" w:rsidP="00FD439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2.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Микульському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В.В.,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FD439F" w:rsidRPr="001869AA" w:rsidRDefault="00FD439F" w:rsidP="00FD439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FD439F" w:rsidRPr="001869AA" w:rsidRDefault="00FD439F" w:rsidP="00FD439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D439F" w:rsidRPr="001869AA" w:rsidRDefault="00FD439F" w:rsidP="00FD439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D439F" w:rsidRPr="001869AA" w:rsidRDefault="00FD439F" w:rsidP="00FD439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D439F" w:rsidRPr="001869AA" w:rsidRDefault="00FD439F" w:rsidP="00FD439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F0EC2" w:rsidRPr="00FD439F" w:rsidRDefault="00FD439F" w:rsidP="00FD439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proofErr w:type="spellStart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Сільський</w:t>
      </w:r>
      <w:proofErr w:type="spellEnd"/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голова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МИХАЛЮК</w:t>
      </w:r>
    </w:p>
    <w:sectPr w:rsidR="008F0EC2" w:rsidRPr="00FD439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39F"/>
    <w:rsid w:val="00171A2E"/>
    <w:rsid w:val="00304C90"/>
    <w:rsid w:val="00505B6D"/>
    <w:rsid w:val="006D3977"/>
    <w:rsid w:val="007D6C18"/>
    <w:rsid w:val="008F0EC2"/>
    <w:rsid w:val="00A44290"/>
    <w:rsid w:val="00D1641A"/>
    <w:rsid w:val="00FD4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D439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D4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D439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D439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D43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D439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266</Words>
  <Characters>1521</Characters>
  <Application>Microsoft Office Word</Application>
  <DocSecurity>0</DocSecurity>
  <Lines>12</Lines>
  <Paragraphs>3</Paragraphs>
  <ScaleCrop>false</ScaleCrop>
  <Company>Microsoft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2020-09-01T14:16:00Z</dcterms:created>
  <dcterms:modified xsi:type="dcterms:W3CDTF">2020-09-01T15:47:00Z</dcterms:modified>
</cp:coreProperties>
</file>