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1F5" w:rsidRDefault="003171F5" w:rsidP="003171F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3171F5" w:rsidRDefault="003171F5" w:rsidP="003171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D59258" wp14:editId="5F5BFF33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5077" name="Группа 15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50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71F5" w:rsidRDefault="003171F5" w:rsidP="003171F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077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Oyj5TrCD&#10;ks+WNuXEfp8dlHwk3EHJ33ebcua0lB2UHO22KaEb1qah9xHN05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UXMYA&#10;AADeAAAADwAAAGRycy9kb3ducmV2LnhtbESPQWvCQBCF7wX/wzIFb3VTpSqpq4hoySEg2nofsmMS&#10;mp0N2TVJ/33nUOhthvfmvW82u9E1qqcu1J4NvM4SUMSFtzWXBr4+Ty9rUCEiW2w8k4EfCrDbTp42&#10;mFo/8IX6ayyVhHBI0UAVY5tqHYqKHIaZb4lFu/vOYZS1K7XtcJBw1+h5kiy1w5qlocKWDhUV39eH&#10;M+AXH1l+K+eXxZFXkffn9f025sZMn8f9O6hIY/w3/11nVvDfkpXwyjsyg9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eUX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+DZMcA&#10;AADeAAAADwAAAGRycy9kb3ducmV2LnhtbERPS0sDMRC+C/6HMIKX4mZbsLXrpkUK22oPQh/gddiM&#10;m9XNZEliu/bXG0HwNh/fc8rlYDtxIh9axwrGWQ6CuHa65UbB8VDdPYAIEVlj55gUfFOA5eL6qsRC&#10;uzPv6LSPjUghHApUYGLsCylDbchiyFxPnLh35y3GBH0jtcdzCrednOT5VFpsOTUY7GllqP7cf1kF&#10;H9WreVvNLms/mu/oMqq2m+5lqtTtzfD0CCLSEP/Ff+5nnebf57M5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fg2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P+38UA&#10;AADeAAAADwAAAGRycy9kb3ducmV2LnhtbESP3WrCQBCF7wu+wzKCN0U3WioSXUWkSvFG/HmAITtm&#10;g9nZkN2a+Padi0LvZphzzjdntel9rZ7UxiqwgekkA0VcBFtxaeB23Y8XoGJCtlgHJgMvirBZD95W&#10;mNvQ8Zmel1QqCeGYowGXUpNrHQtHHuMkNMRyu4fWY5K1LbVtsZNwX+tZls21x4qF4LChnaPicfnx&#10;Ajl94Ol47677Q48dfh0dv2/PxoyG/XYJKlGf/sV/7m8r739mCykgdW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/7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tOfsQA&#10;AADeAAAADwAAAGRycy9kb3ducmV2LnhtbERPS0sDMRC+C/0PYQRvNttiH2ybllIVRPDQVpDehs10&#10;d3EzCcnYXf+9EQRv8/E9Z70dXKeuFFPr2cBkXIAirrxtuTbwfnq+X4JKgmyx80wGvinBdjO6WWNp&#10;fc8Huh6lVjmEU4kGGpFQap2qhhymsQ/Embv46FAyjLW2Efsc7jo9LYq5dthybmgw0L6h6vP45Qy8&#10;9U/hdTGfXcI5Pkx1erTysRdj7m6H3QqU0CD/4j/3i83zZ8VyAr/v5Bv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rTn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3FM8QA&#10;AADeAAAADwAAAGRycy9kb3ducmV2LnhtbESP3YrCMBCF7xd8hzCCN4umuihSjSKisngj/jzA0IxN&#10;sZmUJtr69kYQvJvhnDnfmfmytaV4UO0LxwqGgwQEceZ0wbmCy3nbn4LwAVlj6ZgUPMnDctH5mWOq&#10;XcNHepxCLmII+xQVmBCqVEqfGbLoB64ijtrV1RZDXOtc6hqbGG5LOUqSibRYcCQYrGhtKLud7jZC&#10;Dn942F+b83bXYoObveHf1VGpXrddzUAEasPX/Ln+17H+OJmO4P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9xT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V1ksUA&#10;AADeAAAADwAAAGRycy9kb3ducmV2LnhtbERPTUsDMRC9C/6HMII3m7XaWtamRapCEXpoK5Tehs10&#10;d3EzCcnYXf99Iwje5vE+Z74cXKfOFFPr2cD9qABFXHnbcm3gc/9+NwOVBNli55kM/FCC5eL6ao6l&#10;9T1v6byTWuUQTiUaaERCqXWqGnKYRj4QZ+7ko0PJMNbaRuxzuOv0uCim2mHLuaHBQKuGqq/dtzOw&#10;6d/Cx9N0cgrH+DjW6dXKYSXG3N4ML8+ghAb5F/+51zbPnxSzB/h9J9+gF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9XW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nwD8UA&#10;AADeAAAADwAAAGRycy9kb3ducmV2LnhtbERP32vCMBB+H+x/CDfYy9BUp0OqUVQIExyM6WCvR3O2&#10;xeZSkszW/94Ig73dx/fzFqveNuJCPtSOFYyGGQjiwpmaSwXfRz2YgQgR2WDjmBRcKcBq+fiwwNy4&#10;jr/ocoilSCEcclRQxdjmUoaiIoth6FrixJ2ctxgT9KU0HrsUbhs5zrI3abHm1FBhS9uKivPh1yrY&#10;fHblq38pNr3bn95/plob/aGVen7q13MQkfr4L/5z70yaP81mE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fA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Ufa8IA&#10;AADeAAAADwAAAGRycy9kb3ducmV2LnhtbERP3WrCMBS+H/gO4QjezVSxo1SjiFKQsZu5PcChOTbV&#10;5qQksda3XwaD3Z2P7/dsdqPtxEA+tI4VLOYZCOLa6ZYbBd9f1WsBIkRkjZ1jUvCkALvt5GWDpXYP&#10;/qThHBuRQjiUqMDE2JdShtqQxTB3PXHiLs5bjAn6RmqPjxRuO7nMsjdpseXUYLCng6H6dr5bBdX7&#10;8mO43bWv3H5cWcrNtTgapWbTcb8GEWmM/+I/90mn+XlW5PD7TrpBb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ZR9r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fL48QA&#10;AADeAAAADwAAAGRycy9kb3ducmV2LnhtbERP32vCMBB+H/g/hBN8GTOdQ5FqlCmEDRyMOcHXoznb&#10;YnMpSbTdf28EYW/38f285bq3jbiSD7VjBa/jDARx4UzNpYLDr36ZgwgR2WDjmBT8UYD1avC0xNy4&#10;jn/ouo+lSCEcclRQxdjmUoaiIoth7FrixJ2ctxgT9KU0HrsUbhs5ybKZtFhzaqiwpW1FxXl/sQo2&#10;31355p+LTe92p4/jVGujv7RSo2H/vgARqY//4of706T502w+g/s76Qa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qHy+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skh8IA&#10;AADeAAAADwAAAGRycy9kb3ducmV2LnhtbERP3WrCMBS+H/gO4Qi7m+lkztIZRTYKIt5MfYBDc9Z0&#10;NiclibW+vREE787H93sWq8G2oicfGscK3icZCOLK6YZrBcdD+ZaDCBFZY+uYFFwpwGo5ellgod2F&#10;f6nfx1qkEA4FKjAxdoWUoTJkMUxcR5y4P+ctxgR9LbXHSwq3rZxm2ae02HBqMNjRt6HqtD9bBeV2&#10;uutPZ+1Ltx4+LM3Mf/5jlHodD+svEJGG+BQ/3Bud5s+yfA73d9IN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+ySH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ouHcQA&#10;AADeAAAADwAAAGRycy9kb3ducmV2LnhtbESPQWvDMAyF74X+B6PCbq3dbhkli1tGoWM9Lt0PELGW&#10;hMRyFntN+u+nw2A3iff03qfiOPte3WiMbWAL240BRVwF13Jt4fN6Xu9BxYTssA9MFu4U4XhYLgrM&#10;XZj4g25lqpWEcMzRQpPSkGsdq4Y8xk0YiEX7CqPHJOtYazfiJOG+1ztjnrXHlqWhwYFODVVd+eMt&#10;PN2nt+8y68zZedpeHocLpyqz9mE1v76ASjSnf/Pf9bsT/MzshVfekRn04R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qLh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SdKcQA&#10;AADeAAAADwAAAGRycy9kb3ducmV2LnhtbERPTWuDQBC9F/Iflgn01qwVGqLNKtKQUnJKbdrz4E5U&#10;6s6Ku4n677uBQG/zeJ+zzSfTiSsNrrWs4HkVgSCurG65VnD62j9tQDiPrLGzTApmcpBni4ctptqO&#10;/EnX0tcihLBLUUHjfZ9K6aqGDLqV7YkDd7aDQR/gUEs94BjCTSfjKFpLgy2HhgZ7emuo+i0vRsFl&#10;/ROf+HzQx3I3vye7feHkd63U43IqXkF4mvy/+O7+0GH+S7RJ4P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knS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gSdMkA&#10;AADeAAAADwAAAGRycy9kb3ducmV2LnhtbESPS2/CQAyE75X4Dysj9VY2fUUQWFBBqtT2UMTrwM1k&#10;3SSQ9abZLaT/vj5U4mbL45n5JrPO1epMbag8G7gfJKCIc28rLgxsN693Q1AhIlusPZOBXwowm/Zu&#10;JphZf+EVndexUGLCIUMDZYxNpnXIS3IYBr4hltuXbx1GWdtC2xYvYu5q/ZAkqXZYsSSU2NCipPy0&#10;/nEGdsthOlrO35+OH58HfHT2e2+r1JjbfvcyBhWpi1fx//eblfrPyUgABEdm0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GgSd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0ge8UA&#10;AADeAAAADwAAAGRycy9kb3ducmV2LnhtbERPTWvCQBC9F/wPywi91U1sFZtmlarUiie1gtchO01C&#10;s7Mhu5qkv75bELzN431OuuhMJa7UuNKygngUgSDOrC45V3D6+niagXAeWWNlmRT05GAxHzykmGjb&#10;8oGuR5+LEMIuQQWF93UipcsKMuhGtiYO3LdtDPoAm1zqBtsQbio5jqKpNFhyaCiwplVB2c/xYhT8&#10;Ts+4d5/j5fpZe+pfZhu722+Uehx2728gPHX+Lr65tzrMn0SvMfy/E26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3SB7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XosQA&#10;AADeAAAADwAAAGRycy9kb3ducmV2LnhtbERPzWrCQBC+C32HZQq96aZBpaZuQhELvbXGPsCQnW6C&#10;2dmYXZPUp3cLBW/z8f3OtphsKwbqfeNYwfMiAUFcOd2wUfB9fJ+/gPABWWPrmBT8kocif5htMdNu&#10;5AMNZTAihrDPUEEdQpdJ6auaLPqF64gj9+N6iyHC3kjd4xjDbSvTJFlLiw3Hhho72tVUncqLVXB2&#10;6UpP5R4/T/vNV2PM8nw9LJV6epzeXkEEmsJd/O/+0HH+Ktmk8PdOv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216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U0sIA&#10;AADeAAAADwAAAGRycy9kb3ducmV2LnhtbERPTYvCMBC9C/6HMII3TVV0tRplFQSv6h72OJuMbbWZ&#10;dJuo3f31RhC8zeN9zmLV2FLcqPaFYwWDfgKCWDtTcKbg67jtTUH4gGywdEwK/sjDatluLTA17s57&#10;uh1CJmII+xQV5CFUqZRe52TR911FHLmTqy2GCOtMmhrvMdyWcpgkE2mx4NiQY0WbnPTlcLUKdsUP&#10;jSf6NLPTtd5///+G0cfZKNXtNJ9zEIGa8Ba/3DsT54+T2Qie78Qb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xhTS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51ccYA&#10;AADeAAAADwAAAGRycy9kb3ducmV2LnhtbERPXWsCMRB8L/Q/hC30rSZKW+ppFC0UWvwAP9DX5bJe&#10;Di+b45Ke5783QqFvszs7Mzvjaecq0VITSs8a+j0Fgjj3puRCw3739fIBIkRkg5Vn0nClANPJ48MY&#10;M+MvvKF2GwuRTDhkqMHGWGdShtySw9DzNXHiTr5xGNPYFNI0eEnmrpIDpd6lw5JTgsWaPi3l5+2v&#10;09Di+qqOdr4a/pTLfLCeHxYm7fXzUzcbgYjUxf/jP/W3Se+/qeEr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51c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8PcMMA&#10;AADeAAAADwAAAGRycy9kb3ducmV2LnhtbERPTUvDQBC9C/0PyxS82U0DFY3dllKoeNToweOYnWZT&#10;szNhd9tEf70rCN7m8T5nvZ18ry4UYidsYLkoQBE3YjtuDby9Hm7uQMWEbLEXJgNfFGG7mV2tsbIy&#10;8gtd6tSqHMKxQgMupaHSOjaOPMaFDMSZO0rwmDIMrbYBxxzue10Wxa322HFucDjQ3lHzWZ+9gfGx&#10;+TiVx3frvsMgh/pZTmUvxlzPp90DqERT+hf/uZ9snr8q7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k8Pc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WBEMUA&#10;AADeAAAADwAAAGRycy9kb3ducmV2LnhtbERP22oCMRB9L/gPYQTfalbBS1ejWC8g0lK09X3cjLtr&#10;k8myibr9e1Mo9G0O5zrTeWONuFHtS8cKet0EBHHmdMm5gq/PzfMYhA/IGo1jUvBDHuaz1tMUU+3u&#10;vKfbIeQihrBPUUERQpVK6bOCLPquq4gjd3a1xRBhnUtd4z2GWyP7STKUFkuODQVWtCwo+z5crYLN&#10;x8pc+u/7xVGG5Xp0MuPd6+pNqU67WUxABGrCv/jPvdVx/iB5GcLvO/EGO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YE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/5H8YA&#10;AADeAAAADwAAAGRycy9kb3ducmV2LnhtbERPTWvCQBC9F/oflil4Ed20YtWYVUpBVLDQpgWvk+yY&#10;BLOzIbvG9N93BaG3ebzPSda9qUVHrassK3geRyCIc6srLhT8fG9GcxDOI2usLZOCX3KwXj0+JBhr&#10;e+Uv6lJfiBDCLkYFpfdNLKXLSzLoxrYhDtzJtgZ9gG0hdYvXEG5q+RJFr9JgxaGhxIbeS8rP6cUo&#10;6D4PWbHrXLM/z4duOsm22w99VGrw1L8tQXjq/b/47t7pMH8aLWZweyfc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/5H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wTcMgA&#10;AADeAAAADwAAAGRycy9kb3ducmV2LnhtbESPQU8CMRCF7yb8h2ZMvEkrEQMLhYCJiRcTQA9yG7bD&#10;7obtdG0rrP565mDibSbvzXvfzJe9b9WZYmoCW3gYGlDEZXANVxY+3l/uJ6BSRnbYBiYLP5RguRjc&#10;zLFw4cJbOu9ypSSEU4EW6py7QutU1uQxDUNHLNoxRI9Z1lhpF/Ei4b7VI2OetMeGpaHGjp5rKk+7&#10;b29hPZ2svzaP/Pa7Pexp/3k4jUfRWHt3269moDL1+d/8d/3qBH9spsIr78gMe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LBNwyAAAAN4AAAAPAAAAAAAAAAAAAAAAAJgCAABk&#10;cnMvZG93bnJldi54bWxQSwUGAAAAAAQABAD1AAAAjQMAAAAA&#10;" fillcolor="black" stroked="f"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468UA&#10;AADeAAAADwAAAGRycy9kb3ducmV2LnhtbERPTWsCMRC9F/ofwhR6q9kKiq5G0WqhoB60HjyOm3E3&#10;7GaybFJd/fVGEHqbx/uc8bS1lThT441jBZ+dBARx5rThXMH+9/tjAMIHZI2VY1JwJQ/TyevLGFPt&#10;Lryl8y7kIoawT1FBEUKdSumzgiz6jquJI3dyjcUQYZNL3eAlhttKdpOkLy0ajg0F1vRVUFbu/qyC&#10;w6pvBltD3eP6Nl/qda+cbxalUu9v7WwEIlAb/sVP94+O83vJcAiPd+INcn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7jr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DmXsYA&#10;AADeAAAADwAAAGRycy9kb3ducmV2LnhtbESPQUsDMRCF74L/IYzQm00qVMratBRF7KUHq+J12Iyb&#10;dTeTNUnbbX+9cxC8zTBv3nvfcj2GXh0p5TayhdnUgCKuo2u5sfD+9ny7AJULssM+Mlk4U4b16vpq&#10;iZWLJ36l4740Skw4V2jBlzJUWufaU8A8jQOx3L5iClhkTY12CU9iHnp9Z8y9DtiyJHgc6NFT3e0P&#10;wULafD51Fz58dOayO+eX7/Fngd7ayc24eQBVaCz/4r/vrZP685kRAMGRGf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SDmX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31jsQA&#10;AADeAAAADwAAAGRycy9kb3ducmV2LnhtbERP22oCMRB9F/oPYQp9kZqs0NvWKCIUCkpB6wdMN9Pd&#10;pclk2Ux19esbQejbHM51ZosheHWgPrWRLRQTA4q4iq7l2sL+8+3+GVQSZIc+Mlk4UYLF/GY0w9LF&#10;I2/psJNa5RBOJVpoRLpS61Q1FDBNYkecue/YB5QM+1q7Ho85PHg9NeZRB2w5NzTY0aqh6mf3Gyz4&#10;6Zd/WT+ljZz2emPOQbbjD2ft3e2wfAUlNMi/+Op+d3n+Q2EKuLyTb9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d9Y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8qo8QA&#10;AADeAAAADwAAAGRycy9kb3ducmV2LnhtbERPTWvCQBC9C/0PyxR6042BFkldxVaEXHowRryO2Wk2&#10;uDsbsltN++vdQqG3ebzPWa5HZ8WVhtB5VjCfZSCIG687bhXUh910ASJEZI3WMyn4pgDr1cNkiYX2&#10;N97TtYqtSCEcClRgYuwLKUNjyGGY+Z44cZ9+cBgTHFqpB7ylcGdlnmUv0mHHqcFgT++Gmkv15RRs&#10;q97mdWnewun4cT7b8mdHp61ST4/j5hVEpDH+i//cpU7zn+dZ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fKq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Y9DsMA&#10;AADeAAAADwAAAGRycy9kb3ducmV2LnhtbERPS2sCMRC+C/0PYQq9aWKLVlajlNIFwZOvQ29DMu6u&#10;3UyWTbq7/feNIHibj+85q83gatFRGyrPGqYTBYLYeFtxoeF0zMcLECEiW6w9k4Y/CrBZP41WmFnf&#10;8566QyxECuGQoYYyxiaTMpiSHIaJb4gTd/Gtw5hgW0jbYp/CXS1flZpLhxWnhhIb+izJ/Bx+nYZr&#10;LnfeKDTn07nf2vfvrznVSuuX5+FjCSLSEB/iu3tr0/zZVL3B7Z10g1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FY9D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dWHcQA&#10;AADeAAAADwAAAGRycy9kb3ducmV2LnhtbERPTWvCQBC9C/0PyxS86UZbi0RXsYWCtHgwFvE4Zsck&#10;JDsbdleN/94tCN7m8T5nvuxMIy7kfGVZwWiYgCDOra64UPC3+x5MQfiArLGxTApu5GG5eOnNMdX2&#10;ylu6ZKEQMYR9igrKENpUSp+XZNAPbUscuZN1BkOErpDa4TWGm0aOk+RDGqw4NpTY0ldJeZ2djYLD&#10;+ZdPm7eflfsMe9vtfD0+Tmul+q/dagYiUBee4od7reP8ySh5h/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XVh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Ym9MUA&#10;AADeAAAADwAAAGRycy9kb3ducmV2LnhtbERPTWsCMRC9C/0PYYTeNFG6RVej1EKhl4LaHupt3Iy7&#10;i5vJNkl19dc3gtDbPN7nzJedbcSJfKgdaxgNFQjiwpmaSw1fn2+DCYgQkQ02jknDhQIsFw+9OebG&#10;nXlDp20sRQrhkKOGKsY2lzIUFVkMQ9cSJ+7gvMWYoC+l8XhO4baRY6WepcWaU0OFLb1WVBy3v1bD&#10;ajpZ/ayf+OO62e9o970/ZmOvtH7sdy8zEJG6+C++u99Nmp+NVAa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xib0xQAAAN4AAAAPAAAAAAAAAAAAAAAAAJgCAABkcnMv&#10;ZG93bnJldi54bWxQSwUGAAAAAAQABAD1AAAAigMAAAAA&#10;" fillcolor="black" stroked="f"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zKcQA&#10;AADeAAAADwAAAGRycy9kb3ducmV2LnhtbERPTWsCMRC9C/0PYQq9adYWpWyNsgilpafVtvQ6bqab&#10;pZvJkqRx/fdGELzN433OajPaXiTyoXOsYD4rQBA3TnfcKvj6fJ0+gwgRWWPvmBScKMBmfTdZYand&#10;kXeU9rEVOYRDiQpMjEMpZWgMWQwzNxBn7td5izFD30rt8ZjDbS8fi2IpLXacGwwOtDXU/O3/rYJ0&#10;2NbVU/pJZvfhq9a7+u37UCv1cD9WLyAijfEmvrrfdZ6/mBdLuLyTb5D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isy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Su8UA&#10;AADeAAAADwAAAGRycy9kb3ducmV2LnhtbERPTWvCQBC9F/oflhF6q5sUajV1lSIq2ktrFOxxyI7Z&#10;0OxsyK4x+uu7hUJv83ifM533thYdtb5yrCAdJiCIC6crLhUc9qvHMQgfkDXWjknBlTzMZ/d3U8y0&#10;u/COujyUIoawz1CBCaHJpPSFIYt+6BriyJ1cazFE2JZSt3iJ4baWT0kykhYrjg0GG1oYKr7zs1Xg&#10;08Xy+G5vk+5rbfgj35rRZ2mUehj0b68gAvXhX/zn3ug4/zlNXuD3nXiDn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QlK7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71F5" w:rsidRDefault="003171F5" w:rsidP="003171F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3171F5" w:rsidRDefault="003171F5" w:rsidP="003171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171F5" w:rsidRDefault="003171F5" w:rsidP="003171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171F5" w:rsidRDefault="003171F5" w:rsidP="003171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__.07.2021 року                                            Крупець                                                 №___</w:t>
      </w:r>
    </w:p>
    <w:p w:rsidR="003171F5" w:rsidRDefault="003171F5" w:rsidP="003171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171F5" w:rsidRDefault="003171F5" w:rsidP="003171F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Рижук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М.М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М.М.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3171F5" w:rsidRDefault="003171F5" w:rsidP="003171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Миколі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7688B" w:rsidRPr="00A7688B">
        <w:rPr>
          <w:rFonts w:ascii="Times New Roman" w:eastAsia="Calibri" w:hAnsi="Times New Roman" w:cs="Times New Roman"/>
          <w:sz w:val="24"/>
          <w:lang w:eastAsia="en-US"/>
        </w:rPr>
        <w:t>_</w:t>
      </w:r>
      <w:r w:rsidR="00A7688B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М.М,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171F5" w:rsidRDefault="003171F5" w:rsidP="0031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171F5" w:rsidRDefault="003171F5" w:rsidP="003171F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171F5" w:rsidRDefault="003171F5" w:rsidP="003171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171F5" w:rsidRDefault="003171F5" w:rsidP="0031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171F5" w:rsidRPr="003171F5" w:rsidRDefault="003171F5" w:rsidP="0031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 w:eastAsia="en-US"/>
        </w:rPr>
      </w:pPr>
    </w:p>
    <w:p w:rsidR="003171F5" w:rsidRDefault="003171F5" w:rsidP="0031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171F5" w:rsidRDefault="003171F5" w:rsidP="00317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60993" w:rsidRPr="003171F5" w:rsidRDefault="003171F5" w:rsidP="003171F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560993" w:rsidRPr="003171F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1F5"/>
    <w:rsid w:val="003171F5"/>
    <w:rsid w:val="00560993"/>
    <w:rsid w:val="00A7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F5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241</Words>
  <Characters>1378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2021-07-19T05:57:00Z</dcterms:created>
  <dcterms:modified xsi:type="dcterms:W3CDTF">2021-07-19T06:32:00Z</dcterms:modified>
</cp:coreProperties>
</file>