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92" w:rsidRPr="00EB3DB1" w:rsidRDefault="00F04892" w:rsidP="00F0489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F04892" w:rsidRDefault="005F4487" w:rsidP="00F048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F4487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04892" w:rsidRDefault="00F04892" w:rsidP="00F04892"/>
    <w:p w:rsidR="00F04892" w:rsidRDefault="00F04892" w:rsidP="00F04892"/>
    <w:p w:rsidR="00F04892" w:rsidRDefault="00F04892" w:rsidP="00F048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04892" w:rsidRDefault="00F04892" w:rsidP="00F048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04892" w:rsidRDefault="00F04892" w:rsidP="00F048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04892" w:rsidRDefault="00F04892" w:rsidP="00F048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04892" w:rsidRDefault="00F04892" w:rsidP="00F048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4892" w:rsidRDefault="00F04892" w:rsidP="00F048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04892" w:rsidRDefault="00F04892" w:rsidP="00F048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4892" w:rsidRPr="001C3332" w:rsidRDefault="00F04892" w:rsidP="00F0489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04892" w:rsidRDefault="00F04892" w:rsidP="00F048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4892" w:rsidRDefault="00F04892" w:rsidP="00F0489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№22</w:t>
      </w:r>
    </w:p>
    <w:p w:rsidR="00F04892" w:rsidRPr="000209E7" w:rsidRDefault="00F04892" w:rsidP="00F0489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F04892" w:rsidRPr="000209E7" w:rsidRDefault="00F04892" w:rsidP="00F0489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F04892" w:rsidRPr="000209E7" w:rsidRDefault="00F04892" w:rsidP="00F0489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F04892" w:rsidRPr="000209E7" w:rsidRDefault="00F04892" w:rsidP="00F0489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F04892" w:rsidRPr="000209E7" w:rsidRDefault="00F04892" w:rsidP="00F0489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Микульському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0209E7">
        <w:rPr>
          <w:rFonts w:ascii="Times New Roman" w:eastAsia="Calibri" w:hAnsi="Times New Roman" w:cs="Times New Roman"/>
          <w:b/>
          <w:sz w:val="24"/>
        </w:rPr>
        <w:t xml:space="preserve"> В.В.</w:t>
      </w:r>
    </w:p>
    <w:p w:rsidR="00F04892" w:rsidRPr="000209E7" w:rsidRDefault="00F04892" w:rsidP="00F0489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F04892" w:rsidRPr="000209E7" w:rsidRDefault="00F04892" w:rsidP="00F048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209E7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Микульського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В.В., сільська рада </w:t>
      </w:r>
    </w:p>
    <w:p w:rsidR="00F04892" w:rsidRPr="000209E7" w:rsidRDefault="00F04892" w:rsidP="00F048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F04892" w:rsidRPr="000209E7" w:rsidRDefault="00F04892" w:rsidP="00F048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Микульському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Василю Васильовичу, який зареєстрований за адресою: </w:t>
      </w:r>
      <w:r w:rsidR="007C7760" w:rsidRPr="007C7760">
        <w:rPr>
          <w:rFonts w:ascii="Times New Roman" w:eastAsia="Calibri" w:hAnsi="Times New Roman" w:cs="Times New Roman"/>
          <w:sz w:val="24"/>
        </w:rPr>
        <w:t>___________________</w:t>
      </w:r>
      <w:r w:rsidRPr="000209E7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0,30 га, для ведення особистого селянського господарства, земельна ділянка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>.</w:t>
      </w:r>
    </w:p>
    <w:p w:rsidR="00F04892" w:rsidRPr="000209E7" w:rsidRDefault="00F04892" w:rsidP="00F048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Микульському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В.В.,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F04892" w:rsidRPr="000209E7" w:rsidRDefault="00F04892" w:rsidP="00F048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F04892" w:rsidRPr="000209E7" w:rsidRDefault="00F04892" w:rsidP="00F048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04892" w:rsidRPr="000209E7" w:rsidRDefault="00F04892" w:rsidP="00F048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04892" w:rsidRPr="000209E7" w:rsidRDefault="00F04892" w:rsidP="00F048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04892" w:rsidRPr="000209E7" w:rsidRDefault="00F04892" w:rsidP="00F048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F01D9" w:rsidRPr="00F04892" w:rsidRDefault="00F04892" w:rsidP="00F0489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0209E7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</w:p>
    <w:sectPr w:rsidR="001F01D9" w:rsidRPr="00F04892" w:rsidSect="001F0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04892"/>
    <w:rsid w:val="00171A2E"/>
    <w:rsid w:val="001F01D9"/>
    <w:rsid w:val="00304C90"/>
    <w:rsid w:val="00505B6D"/>
    <w:rsid w:val="005F4487"/>
    <w:rsid w:val="006D3977"/>
    <w:rsid w:val="007C7760"/>
    <w:rsid w:val="007D6C18"/>
    <w:rsid w:val="00D1641A"/>
    <w:rsid w:val="00F04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89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226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2020-01-21T06:41:00Z</dcterms:created>
  <dcterms:modified xsi:type="dcterms:W3CDTF">2020-01-21T07:37:00Z</dcterms:modified>
</cp:coreProperties>
</file>