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10" w:rsidRDefault="005B5C10" w:rsidP="005B5C10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B5C10" w:rsidRDefault="005B5C10" w:rsidP="005B5C10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B5C10" w:rsidRPr="00FF3CBA" w:rsidRDefault="005B5C10" w:rsidP="005B5C1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F3CBA">
        <w:rPr>
          <w:rFonts w:ascii="Times New Roman" w:eastAsia="Calibri" w:hAnsi="Times New Roman" w:cs="Times New Roman"/>
          <w:color w:val="FF0000"/>
        </w:rPr>
        <w:t>ПРОЕКТ</w:t>
      </w:r>
    </w:p>
    <w:p w:rsidR="005B5C10" w:rsidRPr="00FF3CBA" w:rsidRDefault="00C40888" w:rsidP="005B5C10">
      <w:pPr>
        <w:spacing w:after="0" w:line="240" w:lineRule="auto"/>
        <w:rPr>
          <w:rFonts w:ascii="Times New Roman" w:eastAsia="Calibri" w:hAnsi="Times New Roman" w:cs="Times New Roman"/>
        </w:rPr>
      </w:pPr>
      <w:r w:rsidRPr="00C40888">
        <w:rPr>
          <w:rFonts w:ascii="Calibri" w:eastAsia="Calibri" w:hAnsi="Calibri" w:cs="Times New Roman"/>
          <w:noProof/>
          <w:lang w:eastAsia="ru-RU"/>
        </w:rPr>
        <w:pict>
          <v:group 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rrY8UA&#10;AADdAAAADwAAAGRycy9kb3ducmV2LnhtbESPzWrDMBCE74G+g9hCb4lcG5zgRg6hNMWHQEnS3Bdr&#10;/UOtlbEU23n7qFDocZiZb5jtbjadGGlwrWUFr6sIBHFpdcu1gu/LYbkB4Tyyxs4yKbiTg13+tNhi&#10;pu3EJxrPvhYBwi5DBY33fSalKxsy6Fa2Jw5eZQeDPsihlnrAKcBNJ+MoSqXBlsNCgz29N1T+nG9G&#10;gU0+i+O1jk/JB68977821XU+KvXyPO/fQHia/X/4r11oBXGaruH3TXgCM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ut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O7H8QA&#10;AADdAAAADwAAAGRycy9kb3ducmV2LnhtbERPz2vCMBS+D/Y/hCd4kZnOQ6edUYbQqTsI6mDXR/PW&#10;dDYvJYla/euXw2DHj+/3fNnbVlzIh8axgudxBoK4crrhWsHnsXyagggRWWPrmBTcKMBy8fgwx0K7&#10;K+/pcoi1SCEcClRgYuwKKUNlyGIYu444cd/OW4wJ+lpqj9cUbls5ybJcWmw4NRjsaGWoOh3OVsFP&#10;uTNfq5f7ux/N9nQflR/rdpsrNRz0b68gIvXxX/zn3mgFkzxPc9O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jux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d8+8QA&#10;AADdAAAADwAAAGRycy9kb3ducmV2LnhtbESPTWrDMBCF94HeQUyhm9DIScGkbhRjSl2CN8FJDzBY&#10;E8vUGhlLid3bR4VCl4/38/F2+Wx7caPRd44VrFcJCOLG6Y5bBV/n8nkLwgdkjb1jUvBDHvL9w2KH&#10;mXYT13Q7hVbEEfYZKjAhDJmUvjFk0a/cQBy9ixsthijHVuoRpzhue7lJklRa7DgSDA70bqj5Pl1t&#10;hBxf8FhdpnP5OeOEH5XhZVEr9fQ4F28gAs3hP/zXPmgFmzR9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3fP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WG8MA&#10;AADdAAAADwAAAGRycy9kb3ducmV2LnhtbERPTUvDQBC9C/6HZYTe7MZQ0xK7LVJbEMGDtSDehuw0&#10;CWZnl92xif/ePQgeH+97vZ3coC4UU+/ZwN28AEXceNtza+D0frhdgUqCbHHwTAZ+KMF2c321xtr6&#10;kd/ocpRW5RBONRroREKtdWo6cpjmPhBn7uyjQ8kwttpGHHO4G3RZFJV22HNu6DDQrqPm6/jtDLyO&#10;+/CyrO7P4TMuSp2erHzsxJjZzfT4AEpokn/xn/vZGiirZd6f3+Qn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+WG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jmIMMA&#10;AADd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0vpj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jmI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t98UA&#10;AADdAAAADwAAAGRycy9kb3ducmV2LnhtbESPQUvDQBSE70L/w/IEb3Zj0FRit6VUBRE8tBXE2yP7&#10;mgSzb5fdZxP/vSsIPQ4z8w2zXE9uUCeKqfds4GZegCJuvO25NfB+eL6+B5UE2eLgmQz8UIL1anax&#10;xNr6kXd02kurMoRTjQY6kVBrnZqOHKa5D8TZO/roULKMrbYRxwx3gy6LotIOe84LHQbadtR87b+d&#10;gbfxKbwuqrtj+Iy3pU6PVj62YszV5bR5ACU0yTn8336xBspqUcL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a33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oEsYA&#10;AADdAAAADwAAAGRycy9kb3ducmV2LnhtbESPQWsCMRSE7wX/Q3hCL1KzKrVlaxQthAoVRFvo9bF5&#10;7i7dvCxJ6q7/3ghCj8PMfMMsVr1txJl8qB0rmIwzEMSFMzWXCr6/9NMriBCRDTaOScGFAqyWg4cF&#10;5sZ1fKDzMZYiQTjkqKCKsc2lDEVFFsPYtcTJOzlvMSbpS2k8dgluGznNsrm0WHNaqLCl94qK3+Of&#10;VbDZd+XMj4pN7z5PHz/PWhu900o9Dvv1G4hIffwP39tbo2A6f5nB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2oE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qI8QA&#10;AADd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k88U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sai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V/ccA&#10;AADdAAAADwAAAGRycy9kb3ducmV2LnhtbESP3WoCMRSE74W+QziF3pSa1aKVrVG0ECpUEH/A28Pm&#10;uLt0c7Ikqbt9e1MoeDnMzDfMfNnbRlzJh9qxgtEwA0FcOFNzqeB01C8zECEiG2wck4JfCrBcPAzm&#10;mBvX8Z6uh1iKBOGQo4IqxjaXMhQVWQxD1xIn7+K8xZikL6Xx2CW4beQ4y6bSYs1pocKWPioqvg8/&#10;VsF615Wv/rlY9+7r8nmeaG30Viv19Niv3kFE6uM9/N/eGAXj6dsE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Ylf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JRz8QA&#10;AADdAAAADwAAAGRycy9kb3ducmV2LnhtbESPUWvCMBSF3wf+h3CFvc3UslWpRhGlMMZepv6AS3Nt&#10;qs1NSWLt/v0yGOzxcM75Dme9HW0nBvKhdaxgPstAENdOt9woOJ+qlyWIEJE1do5JwTcF2G4mT2ss&#10;tXvwFw3H2IgE4VCiAhNjX0oZakMWw8z1xMm7OG8xJukbqT0+Etx2Ms+yQlpsOS0Y7GlvqL4d71ZB&#10;9ZF/Dre79pXbja+W3sx1eTBKPU/H3QpEpDH+h//a71pBXiwK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yUc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vucsMA&#10;AADdAAAADwAAAGRycy9kb3ducmV2LnhtbESP0YrCMBRE34X9h3AXfNNUXat0G0UEZX3c6gdcmrtt&#10;aXNTm2jr3xtB2MdhZs4w6XYwjbhT5yrLCmbTCARxbnXFhYLL+TBZg3AeWWNjmRQ8yMF28zFKMdG2&#10;51+6Z74QAcIuQQWl920ipctLMuimtiUO3p/tDPogu0LqDvsAN42cR1EsDVYcFkpsaV9SXmc3o+Dr&#10;0R+v2bKODtrQ7LRoT+zzpVLjz2H3DcLT4P/D7/aPVjCPVyt4vQlP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vuc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ZjHMEA&#10;AADdAAAADwAAAGRycy9kb3ducmV2LnhtbERPTYvCMBC9C/sfwizsTVN7qG41LbLisnjS6noemrEt&#10;NpPSRK3/3hwEj4/3vcwH04ob9a6xrGA6iUAQl1Y3XCk4HjbjOQjnkTW2lknBgxzk2cdoiam2d97T&#10;rfCVCCHsUlRQe9+lUrqyJoNuYjviwJ1tb9AH2FdS93gP4aaVcRQl0mDDoaHGjn5qKi/F1Si4Jqf4&#10;yOet3hXrx+/3erNy8r9S6utzWC1AeBr8W/xy/2kFcTILc8Ob8AR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2Yx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m5gMgA&#10;AADdAAAADwAAAGRycy9kb3ducmV2LnhtbESPQWvCQBSE70L/w/IKvemmVqJGV9FCoe1BMdpDb8/s&#10;a5I2+zZmV03/vSsIHoeZ+YaZzltTiRM1rrSs4LkXgSDOrC45V7DbvnVHIJxH1lhZJgX/5GA+e+hM&#10;MdH2zBs6pT4XAcIuQQWF93UipcsKMuh6tiYO3o9tDPogm1zqBs8BbirZj6JYGiw5LBRY02tB2V96&#10;NAq+1qN4vF5+DH4/V3t8MfrwrctYqafHdjEB4an19/Ct/a4V9OPhG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Wbm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6iycIA&#10;AADdAAAADwAAAGRycy9kb3ducmV2LnhtbERPy4rCMBTdD/gP4QruxtQqpXSM4gMfzMoXzPbS3GnL&#10;NDeliVr9erMYcHk47+m8M7W4UesqywpGwwgEcW51xYWCy3nzmYJwHlljbZkUPMjBfNb7mGKm7Z2P&#10;dDv5QoQQdhkqKL1vMildXpJBN7QNceB+bWvQB9gWUrd4D+GmlnEUJdJgxaGhxIZWJeV/p6tR8Ex+&#10;8OB28XI91p4ek3Rrvw9bpQb9bvEFwlPn3+J/914riJM07A9vwhO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zqLJ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pU6sUA&#10;AADdAAAADwAAAGRycy9kb3ducmV2LnhtbESPwWrDMBBE74X8g9hCbo1s44TUjRJCSSC3NG4/YLG2&#10;som1si01dvr1VaHQ4zAzb5jNbrKtuNHgG8cK0kUCgrhyumGj4OP9+LQG4QOyxtYxKbiTh9129rDB&#10;QruRL3QrgxERwr5ABXUIXSGlr2qy6BeuI47epxsshigHI/WAY4TbVmZJspIWG44LNXb0WlN1Lb+s&#10;gt5lSz2VBzxfD89vjTF5/33JlZo/TvsXEIGm8B/+a5+0gmy1TuH3TX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lT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yYcIA&#10;AADdAAAADwAAAGRycy9kb3ducmV2LnhtbERPPW/CMBDdK/EfrEPqVhxATSHgoLZSpayBDoyHfSSB&#10;+BxiN6T99fVQqePT+97uRtuKgXrfOFYwnyUgiLUzDVcKPg8fTysQPiAbbB2Tgm/ysMsnD1vMjLtz&#10;ScM+VCKGsM9QQR1Cl0npdU0W/cx1xJE7u95iiLCvpOnxHsNtKxdJkkqLDceGGjt6r0lf919WQdGc&#10;6DnV57Vdveny+HMLy5eLUepxOr5uQAQaw7/4z10YBYtlGufG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zJ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kDsIA&#10;AADdAAAADwAAAGRycy9kb3ducmV2LnhtbERPW2vCMBR+H/gfwhH2NtN1ILOalikIG9sEL+jroTk2&#10;xeakNFmt/34ZDHz87nyLYrCN6KnztWMFz5MEBHHpdM2VgsN+/fQKwgdkjY1jUnAjD0U+elhgpt2V&#10;t9TvQiViCfsMFZgQ2kxKXxqy6CeuJY7a2XUWQ4RdJXWH11huG5kmyVRarDkuGGxpZai87H6sgh43&#10;t+Rklt+zj/qrTDfL46eOvHocD29zEIGGcDf/p9+1gvRlOoO/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mQ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7lLsIA&#10;AADdAAAADwAAAGRycy9kb3ducmV2LnhtbERPPU/DMBDdkfgP1iGxUYcgFRTqVgipVUcaOnQ84muc&#10;Et9FtmkCvx4PlTo+ve/FavK9OlOInbCBx1kBirgR23FrYP+5fngBFROyxV6YDPxShNXy9maBlZWR&#10;d3SuU6tyCMcKDbiUhkrr2DjyGGcyEGfuKMFjyjC02gYcc7jvdVkUc+2x49zgcKB3R813/eMNjJvm&#10;61QeD9b9hUHW9Yecyl6Mub+b3l5BJZrSVXxxb62B8uk5789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uU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dJW8cA&#10;AADdAAAADwAAAGRycy9kb3ducmV2LnhtbESP3WoCMRSE7wt9h3AK3tWsq1TZGsVfKNJStHp/ujnu&#10;bpucLJuo27c3QsHLYWa+YcbT1hpxpsZXjhX0ugkI4tzpigsF+6/18wiED8gajWNS8EceppPHhzFm&#10;2l14S+ddKESEsM9QQRlCnUnp85Is+q6riaN3dI3FEGVTSN3gJcKtkWmSvEiLFceFEmtalJT/7k5W&#10;wfpzaX7Sj+3sIMNiNfw2o818+a5U56mdvYII1IZ7+L/9phWkg34f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HSV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kclsYA&#10;AADdAAAADwAAAGRycy9kb3ducmV2LnhtbESPW4vCMBSE3xf8D+Es7Ito6hXpGkWERQUFb7Cvx+Zs&#10;W2xOShNr/fdGEPZxmJlvmOm8MYWoqXK5ZQW9bgSCOLE651TB+fTTmYBwHlljYZkUPMjBfNb6mGKs&#10;7Z0PVB99KgKEXYwKMu/LWEqXZGTQdW1JHLw/Wxn0QVap1BXeA9wUsh9FY2kw57CQYUnLjJLr8WYU&#10;1PvtJV3XrtxcJ203GlxWq53+Verrs1l8g/DU+P/wu73WCvrDwRBe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kcl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TFxM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0g7fcG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kxcTHAAAA3QAAAA8AAAAAAAAAAAAAAAAAmAIAAGRy&#10;cy9kb3ducmV2LnhtbFBLBQYAAAAABAAEAPUAAACMAwAAAAA=&#10;" fillcolor="black" stroked="f"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+YvcgA&#10;AADdAAAADwAAAGRycy9kb3ducmV2LnhtbESPQWvCQBSE74X+h+UJvdWNaQ2SukptLQjag7aHHl+z&#10;r8mS7NuQXTX6611B6HGYmW+Y6by3jThQ541jBaNhAoK4cNpwqeD76+NxAsIHZI2NY1JwIg/z2f3d&#10;FHPtjrylwy6UIkLY56igCqHNpfRFRRb90LXE0ftzncUQZVdK3eExwm0j0yTJpEXDcaHClt4qKurd&#10;3ir4WWdmsjWU/m7Oi6XejOvF53ut1MOgf30BEagP/+Fbe6UVpM9PGVzfxCcgZ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n5i9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YDk8YA&#10;AADdAAAADwAAAGRycy9kb3ducmV2LnhtbESPQWsCMRSE74L/ITyhN81qi5XVKGIp7aWHWsXrY/O6&#10;2e7mZZtEXf31TUHwOMzMN8xi1dlGnMiHyrGC8SgDQVw4XXGpYPf1OpyBCBFZY+OYFFwowGrZ7y0w&#10;1+7Mn3TaxlIkCIccFZgY21zKUBiyGEauJU7et/MWY5K+lNrjOcFtIydZNpUWK04LBlvaGCrq7dEq&#10;8OvDS33l477Orh+X8PbT/c7QKPUw6NZzEJG6eA/f2u9aweTp8R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YDk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0yU8MA&#10;AADdAAAADwAAAGRycy9kb3ducmV2LnhtbERP22rCQBB9F/yHZQRfSt0Yi21TV5GCIFQELx8wzU6T&#10;0N3ZkJ1q7Nd3Hwo+Hs59seq9UxfqYhPYwHSSgSIug224MnA+bR5fQEVBtugCk4EbRVgth4MFFjZc&#10;+UCXo1QqhXAs0EAt0hZax7Imj3ESWuLEfYXOoyTYVdp2eE3h3uk8y+baY8OpocaW3msqv48/3oDL&#10;P93rx3Pcye2sd9mvl8PD3hozHvXrN1BCvdzF/+6tNZA/zdLc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0yU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2YjMcA&#10;AADdAAAADwAAAGRycy9kb3ducmV2LnhtbESPzWrDMBCE74W8g9hCbo1cp5TWjRLyQ8CXHuqm5Lqx&#10;NpaJtDKWkjh9+qpQ6HGYmW+Y2WJwVlyoD61nBY+TDARx7XXLjYLd5/bhBUSIyBqtZ1JwowCL+ehu&#10;hoX2V/6gSxUbkSAcClRgYuwKKUNtyGGY+I44eUffO4xJ9o3UPV4T3FmZZ9mzdNhyWjDY0dpQfarO&#10;TsGm6my+K80q7L/eDwdbfm9pv1FqfD8s30BEGuJ/+K9dagX50/QV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9mIz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YN3cAA&#10;AADdAAAADwAAAGRycy9kb3ducmV2LnhtbERPTYvCMBC9C/sfwix402RFVLpGWZYVBE9qPXgbktm2&#10;2kxKE2399+YgeHy87+W6d7W4Uxsqzxq+xgoEsfG24kJDftyMFiBCRLZYeyYNDwqwXn0MlphZ3/Ge&#10;7odYiBTCIUMNZYxNJmUwJTkMY98QJ+7ftw5jgm0hbYtdCne1nCg1kw4rTg0lNvRbkrkebk7DZSN3&#10;3ig0p/zUbe38/DejWmk9/Ox/vkFE6uNb/HJvrYbJdJr2pz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5YN3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MKaMYA&#10;AADdAAAADwAAAGRycy9kb3ducmV2LnhtbESPT4vCMBTE7wv7HcITvK2pXRHpGsUVhEXx4B9kj8/m&#10;2ZY2LyWJWr+9WVjwOMzMb5jpvDONuJHzlWUFw0ECgji3uuJCwfGw+piA8AFZY2OZFDzIw3z2/jbF&#10;TNs77+i2D4WIEPYZKihDaDMpfV6SQT+wLXH0LtYZDFG6QmqH9wg3jUyTZCwNVhwXSmxpWVJe769G&#10;we91w5ft53rhvsPJdgdfp+dJrVS/1y2+QATqwiv83/7RCtLRaAh/b+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MKa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uzccA&#10;AADd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WZ5ncH0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LLs3HAAAA3QAAAA8AAAAAAAAAAAAAAAAAmAIAAGRy&#10;cy9kb3ducmV2LnhtbFBLBQYAAAAABAAEAPUAAACMAwAAAAA=&#10;" fillcolor="black" stroked="f"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xV8UA&#10;AADdAAAADwAAAGRycy9kb3ducmV2LnhtbESPzWrDMBCE74W+g9hCb43cJJTgRAkmEFJ6cn5Krxtr&#10;Y5laKyOpivv2VaHQ4zAz3zCrzWh7kciHzrGC50kBgrhxuuNWwfm0e1qACBFZY++YFHxTgM36/m6F&#10;pXY3PlA6xlZkCIcSFZgYh1LK0BiyGCZuIM7e1XmLMUvfSu3xluG2l9OieJEWO84LBgfaGmo+j19W&#10;Qbps62qWPpI5vPmq9a7ev19qpR4fxmoJItIY/8N/7VetYDqfz+D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u3F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J0cYA&#10;AADdAAAADwAAAGRycy9kb3ducmV2LnhtbESPQWvCQBSE7wX/w/KE3nSjBGmjq4i0pfZSGwU9PrLP&#10;bDD7NmS3MfbXdwtCj8PMfMMsVr2tRUetrxwrmIwTEMSF0xWXCg7719ETCB+QNdaOScGNPKyWg4cF&#10;Ztpd+Yu6PJQiQthnqMCE0GRS+sKQRT92DXH0zq61GKJsS6lbvEa4reU0SWbSYsVxwWBDG0PFJf+2&#10;Cvxk83L8sD/P3enN8Ge+NbNdaZR6HPbrOYhAffgP39vvWsE0TV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UJ0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5C10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5B5C10" w:rsidRPr="00FF3CBA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УКРАЇНА</w:t>
      </w:r>
    </w:p>
    <w:p w:rsidR="005B5C10" w:rsidRPr="00FF3CBA" w:rsidRDefault="005B5C10" w:rsidP="005B5C1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КРУПЕЦЬКА СІЛЬСЬКА РАДА</w:t>
      </w:r>
    </w:p>
    <w:p w:rsidR="005B5C10" w:rsidRPr="00FF3CBA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СЛАВУТСЬКОГО РАЙОНУ</w:t>
      </w:r>
    </w:p>
    <w:p w:rsidR="005B5C10" w:rsidRPr="00FF3CBA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ХМЕЛЬНИЦЬКОЇ ОБЛАСТІ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</w:t>
      </w:r>
      <w:r w:rsidR="00C40888" w:rsidRPr="00C40888">
        <w:rPr>
          <w:rFonts w:ascii="Calibri" w:eastAsia="Calibri" w:hAnsi="Calibri" w:cs="Times New Roman"/>
          <w:noProof/>
          <w:lang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4AlHYAAF1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AFrN4AlHYAAF1ZBAAOAAAAAAAAAAAAAAAAAC4CAABkcnMvZTJvRG9j&#10;LnhtbFBLAQItABQABgAIAAAAIQDfzpAw4gAAAA0BAAAPAAAAAAAAAAAAAAAAAO54AABkcnMvZG93&#10;bnJldi54bWxQSwUGAAAAAAQABADzAAAA/Xk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8ecQA&#10;AADdAAAADwAAAGRycy9kb3ducmV2LnhtbESPQWvCQBSE74X+h+UVvNWNUVKJriKlioeAaPX+yD6z&#10;wezbkF01/nu3UPA4zMw3zHzZ20bcqPO1YwWjYQKCuHS65krB8Xf9OQXhA7LGxjEpeJCH5eL9bY65&#10;dnfe0+0QKhEh7HNUYEJocyl9aciiH7qWOHpn11kMUXaV1B3eI9w2Mk2STFqsOS4YbOnbUHk5XK0C&#10;N95si1OV7sc//BV4tZueT32h1OCjX81ABOrDK/zf3moF6WSSwd+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XfHn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0d7MgA&#10;AADdAAAADwAAAGRycy9kb3ducmV2LnhtbESPT2sCMRTE70K/Q3iFXkSzFdG6NUoRttYeCv6BXh+b&#10;1822m5clSXX105uC0OMwM79h5svONuJIPtSOFTwOMxDEpdM1VwoO+2LwBCJEZI2NY1JwpgDLxV1v&#10;jrl2J97ScRcrkSAcclRgYmxzKUNpyGIYupY4eV/OW4xJ+kpqj6cEt40cZdlEWqw5LRhsaWWo/Nn9&#10;WgXfxYf5XE0vr74/29KlX7yvm81EqYf77uUZRKQu/odv7TetYDQeT+H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DR3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rr4cEA&#10;AADdAAAADwAAAGRycy9kb3ducmV2LnhtbERPy2rCQBTdF/yH4Qpuik58IJI6ikgt4kZ8fMAlc82E&#10;Zu6EzNTEv+9dFLo8nPd62/taPamNVWAD00kGirgItuLSwP12GK9AxYRssQ5MBl4UYbsZvK0xt6Hj&#10;Cz2vqVQSwjFHAy6lJtc6Fo48xkloiIV7hNZjEtiW2rbYSbiv9SzLltpjxdLgsKG9o+L7+uOl5DzH&#10;8+nR3Q5fPXb4eXL8vrsYMxr2uw9Qifr0L/5zH62B2WIhc+WNPAG9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K6+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2b2s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ZRVdQu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2b2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xOsEA&#10;AADdAAAADwAAAGRycy9kb3ducmV2LnhtbERPzWrCQBC+F3yHZQpeim60tpTUVaRoES/izwMM2TEb&#10;mp0N2a2Jb+8cBI8f3/982ftaXamNVWADk3EGirgItuLSwPm0GX2BignZYh2YDNwownIxeJljbkPH&#10;B7oeU6kkhGOOBlxKTa51LBx5jOPQEAt3Ca3HJLAttW2xk3Bf62mWfWqPFUuDw4Z+HBV/x38vJft3&#10;3O8u3Wnz22OH653jt9XBmOFrv/oGlahPT/HDvbUGprMP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lcT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BAcYA&#10;AADdAAAADwAAAGRycy9kb3ducmV2LnhtbESPX0sDMRDE3wW/Q1jBN5vr0T9yNi1SFYrgQ1tBfFsu&#10;27vDyyYka+/67Y0g+DjMzG+Y1WZ0vTpTTJ1nA9NJAYq49rbjxsD78eXuHlQSZIu9ZzJwoQSb9fXV&#10;CivrB97T+SCNyhBOFRpoRUKldapbcpgmPhBn7+SjQ8kyNtpGHDLc9bosioV22HFeaDHQtqX66/Dt&#10;DLwNz+F1uZifwmeclTo9WfnYijG3N+PjAyihUf7Df+2dNVDO5l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IBA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A/CMYA&#10;AADdAAAADwAAAGRycy9kb3ducmV2LnhtbESPUWvCMBSF3wf+h3AFX2Sm66aMahQdhA02GLqBr5fm&#10;2habm5JE2/37ZSDs8XDO+Q5ntRlsK67kQ+NYwcMsA0FcOtNwpeD7S98/gwgR2WDrmBT8UIDNenS3&#10;wsK4nvd0PcRKJAiHAhXUMXaFlKGsyWKYuY44eSfnLcYkfSWNxz7BbSvzLFtIiw2nhRo7eqmpPB8u&#10;VsHus68e/bTcDe799Hqca230h1ZqMh62SxCRhvgfvrXfjIL8aZ7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A/C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TA1s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Xk88U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0wN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C58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rGk+kE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lAu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H9OcQA&#10;AADdAAAADwAAAGRycy9kb3ducmV2LnhtbESPUWvCMBSF34X9h3AHe9N0xYp0RpFJQYYv6n7Apbk2&#10;1eamJLF2/34RBns8nHO+w1ltRtuJgXxoHSt4n2UgiGunW24UfJ+r6RJEiMgaO8ek4IcCbNYvkxWW&#10;2j34SMMpNiJBOJSowMTYl1KG2pDFMHM9cfIuzluMSfpGao+PBLedzLNsIS22nBYM9vRpqL6d7lZB&#10;9ZUfhttd+8ptx7mlwlyXO6PU2+u4/QARaYz/4b/2XivI50UB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R/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5aMIA&#10;AADdAAAADwAAAGRycy9kb3ducmV2LnhtbESP3YrCMBSE7wXfIRzBO039aZFqFBFc1kurD3Bojm2x&#10;OalN1ta33wiCl8PMfMNsdr2pxZNaV1lWMJtGIIhzqysuFFwvx8kKhPPIGmvLpOBFDnbb4WCDqbYd&#10;n+mZ+UIECLsUFZTeN6mULi/JoJvahjh4N9sa9EG2hdQtdgFuajmPokQarDgslNjQoaT8nv0ZBctX&#10;9/PI4nt01IZmp0VzYp/HSo1H/X4NwlPvv+FP+1crmC/jBN5vwhO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nl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jF78YA&#10;AADdAAAADwAAAGRycy9kb3ducmV2LnhtbESPQWvCQBSE74L/YXlCb3VjaLWmrhIMltJTG63nR/aZ&#10;hGbfht1V47/vFgoeh5n5hlltBtOJCznfWlYwmyYgiCurW64VHPa7xxcQPiBr7CyTght52KzHoxVm&#10;2l75iy5lqEWEsM9QQRNCn0npq4YM+qntiaN3ss5giNLVUju8RrjpZJokc2mw5bjQYE/bhqqf8mwU&#10;nOfH9MCnD/1ZFre3ZbHLvfyulXqYDPkriEBDuIf/2+9aQfr0vIC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1jF7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QumsQA&#10;AADdAAAADwAAAGRycy9kb3ducmV2LnhtbERPu27CMBTdK/EP1kViKw6viAYMAqRKLQOotAxsl/iS&#10;BOLrELuQ/n09IDEenfd03phS3Kh2hWUFvW4Egji1uuBMwc/3++sYhPPIGkvLpOCPHMxnrZcpJtre&#10;+YtuO5+JEMIuQQW591UipUtzMui6tiIO3MnWBn2AdSZ1jfcQbkrZj6JYGiw4NORY0Sqn9LL7NQr2&#10;23H8tl1+Ds/rzREHRl8PuoiV6rSbxQSEp8Y/xQ/3h1bQH47C3PAmP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kLpr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J8sYA&#10;AADdAAAADwAAAGRycy9kb3ducmV2LnhtbESPQWvCQBSE7wX/w/KE3urGaMXGrNJaasVTTAu9PrLP&#10;JJh9G7Jbjf56t1DwOMzMN0y66k0jTtS52rKC8SgCQVxYXXOp4Pvr42kOwnlkjY1lUnAhB6vl4CHF&#10;RNsz7+mU+1IECLsEFVTet4mUrqjIoBvZljh4B9sZ9EF2pdQdngPcNDKOopk0WHNYqLCldUXFMf81&#10;Cq6zH8zcZ/z2PtGeLtP5xu6yjVKPw/51AcJT7+/h//ZWK4inzy/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BJ8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55asIA&#10;AADdAAAADwAAAGRycy9kb3ducmV2LnhtbERP3WrCMBS+F/YO4Qx2p6mlk62ayhgOvHOte4BDc5aW&#10;Nie1yWzn05uLwS4/vv/dfra9uNLoW8cK1qsEBHHtdMtGwdf5Y/kCwgdkjb1jUvBLHvbFw2KHuXYT&#10;l3StghExhH2OCpoQhlxKXzdk0a/cQBy5bzdaDBGORuoRpxhue5kmyUZabDk2NDjQe0N1V/1YBReX&#10;Puu5OuCpO7x+tsZkl1uZKfX0OL9tQQSaw7/4z33UCtJsE/fHN/EJ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3nl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WmcUA&#10;AADdAAAADwAAAGRycy9kb3ducmV2LnhtbESPwW7CMBBE70j9B2srcQMnlAaa4qAWCYkrtIceF3tJ&#10;0sbrNDYQ+PoaCanH0cy80SyWvW3EiTpfO1aQjhMQxNqZmksFnx/r0RyED8gGG8ek4EIelsXDYIG5&#10;cWfe0mkXShEh7HNUUIXQ5lJ6XZFFP3YtcfQOrrMYouxKaTo8R7ht5CRJMmmx5rhQYUurivTP7mgV&#10;bOo9PWf68GLn73r7df0NT7Nvo9TwsX97BRGoD//he3tjFEymWQq3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1a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g7GsIA&#10;AADdAAAADwAAAGRycy9kb3ducmV2LnhtbERPXWvCMBR9F/wP4Qp709QyZFZjsYKwMSdMx3y9NHdN&#10;WXNTmqzWf28Ggz2eb846H2wjeup87VjBfJaAIC6drrlS8HHeT59A+ICssXFMCm7kId+MR2vMtLvy&#10;O/WnUIlYwj5DBSaENpPSl4Ys+plriaP25TqLIcKukrrDayy3jUyTZCEt1hwXDLa0M1R+n36sgh6P&#10;t+RiirflS30o02Px+aojrx4mw3YFItAQ/s1/6WetIH1cpPD7Jj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Ds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8g4c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ugvFv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fIO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5KF8YA&#10;AADdAAAADwAAAGRycy9kb3ducmV2LnhtbESPS2/CMBCE75X6H6xF4lYccqAQMIinVKGiikfv23hJ&#10;Uux1FBsI/76uVKnH0cx8o5nMWmvEjRpfOVbQ7yUgiHOnKy4UnI6blyEIH5A1Gsek4EEeZtPnpwlm&#10;2t15T7dDKESEsM9QQRlCnUnp85Is+p6riaN3do3FEGVTSN3gPcKtkWmSDKTFiuNCiTUtS8ovh6tV&#10;sPlYme90t59/yrBcv36Z4Xaxeleq22nnYxCB2vAf/mu/aQXpqJ/C75v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5KF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iNccA&#10;AADdAAAADwAAAGRycy9kb3ducmV2LnhtbESPQWvCQBSE7wX/w/IEL6VuVCppdBURxBRaqGnB6zP7&#10;TILZtyG7Jum/7xYKPQ4z8w2z3g6mFh21rrKsYDaNQBDnVldcKPj6PDzFIJxH1lhbJgXf5GC7GT2s&#10;MdG25xN1mS9EgLBLUEHpfZNI6fKSDLqpbYiDd7WtQR9kW0jdYh/gppbzKFpKgxWHhRIb2peU37K7&#10;UdB9vF2KtHPN6y1+dM+Ly/H4rs9KTcbDbgXC0+D/w3/tVCuYv8wW8PsmPAG5+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lIj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3GiMcA&#10;AADdAAAADwAAAGRycy9kb3ducmV2LnhtbESPT2sCMRTE7wW/Q3iCt5p1sUVXo2hB8FKofw56e26e&#10;u4ubl20SdfXTN4VCj8PM/IaZzltTixs5X1lWMOgnIIhzqysuFOx3q9cRCB+QNdaWScGDPMxnnZcp&#10;ZtreeUO3bShEhLDPUEEZQpNJ6fOSDPq+bYijd7bOYIjSFVI7vEe4qWWaJO/SYMVxocSGPkrKL9ur&#10;UbAcj5bfX0P+fG5ORzoeTpe31CVK9brtYgIiUBv+w3/ttVaQjgdD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txojHAAAA3QAAAA8AAAAAAAAAAAAAAAAAmAIAAGRy&#10;cy9kb3ducmV2LnhtbFBLBQYAAAAABAAEAPUAAACMAwAAAAA=&#10;" fillcolor="black" stroked="f"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gHccA&#10;AADdAAAADwAAAGRycy9kb3ducmV2LnhtbESPT2vCQBTE74LfYXkFb7oxoNjUVeo/EKoHbQ89PrPP&#10;ZEn2bciumvbTdwuFHoeZ+Q0zX3a2FndqvXGsYDxKQBDnThsuFHy874YzED4ga6wdk4Iv8rBc9Htz&#10;zLR78Inu51CICGGfoYIyhCaT0uclWfQj1xBH7+paiyHKtpC6xUeE21qmSTKVFg3HhRIbWpeUV+eb&#10;VfD5NjWzk6H0cvhebfVhUq2Om0qpwVP3+gIiUBf+w3/tvVaQPo8n8PsmPg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IoB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8A38UA&#10;AADdAAAADwAAAGRycy9kb3ducmV2LnhtbESPT2sCMRTE74LfITyht5rVg9itUaRS2ksP9Q9eH5vX&#10;zXY3L2sSdfXTG0HwOMzMb5jZorONOJEPlWMFo2EGgrhwuuJSwXbz+ToFESKyxsYxKbhQgMW835th&#10;rt2Zf+m0jqVIEA45KjAxtrmUoTBkMQxdS5y8P+ctxiR9KbXHc4LbRo6zbCItVpwWDLb0Yaio10er&#10;wC/3q/rKx12dXX8u4eu/O0zRKPUy6JbvICJ18Rl+tL+1gvHbaAL3N+k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wDf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A9sYA&#10;AADdAAAADwAAAGRycy9kb3ducmV2LnhtbESP3WrCQBSE74W+w3IK3kjdmItaU1cphYJQEfx5gNPs&#10;MQnung3ZU419+q4geDnMzDfMfNl7p87UxSawgck4A0VcBttwZeCw/3p5AxUF2aILTAauFGG5eBrM&#10;sbDhwls676RSCcKxQAO1SFtoHcuaPMZxaImTdwydR0myq7Tt8JLg3uk8y161x4bTQo0tfdZUnna/&#10;3oDLf9zsexrXcj3odfbnZTvaWGOGz/3HOyihXh7he3tlDeSzyRRub9IT0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cA9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SbwMIA&#10;AADdAAAADwAAAGRycy9kb3ducmV2LnhtbERPu27CMBTdK/EP1kXqVhwyVCXFIB5CysLQQMV6iS9x&#10;hH0dxQZCv74eKnU8Ou/5cnBW3KkPrWcF00kGgrj2uuVGwfGwe/sAESKyRuuZFDwpwHIxepljof2D&#10;v+hexUakEA4FKjAxdoWUoTbkMEx8R5y4i+8dxgT7RuoeHyncWZln2bt02HJqMNjRxlB9rW5Owbbq&#10;bH4szTqcvvfnsy1/dnTaKvU6HlafICIN8V/85y61gnw2TXPTm/Q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JvA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9x6sUA&#10;AADdAAAADwAAAGRycy9kb3ducmV2LnhtbESPwWrDMBBE74X+g9hCbo2UHJLGiRJKacCQU137kNsi&#10;bW231spYSuz8fRUo9DjMzBtmd5hcJ640hNazhsVcgSA23rZcayg/j88vIEJEtth5Jg03CnDYPz7s&#10;MLN+5A+6FrEWCcIhQw1NjH0mZTANOQxz3xMn78sPDmOSQy3tgGOCu04ulVpJhy2nhQZ7emvI/BQX&#10;p+H7KE/eKDRVWY25XZ/fV9QprWdP0+sWRKQp/of/2rnVsNwsNnB/k56A3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3H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w5MIA&#10;AADdAAAADwAAAGRycy9kb3ducmV2LnhtbERPy4rCMBTdC/MP4Qqz09QOiFajOIIwzODCB+Ly2lzb&#10;0uamJFE7f28WgsvDec+XnWnEnZyvLCsYDRMQxLnVFRcKjofNYALCB2SNjWVS8E8elouP3hwzbR+8&#10;o/s+FCKGsM9QQRlCm0np85IM+qFtiSN3tc5giNAVUjt8xHDTyDRJxtJgxbGhxJbWJeX1/mYUnG9/&#10;fN1+/a7cdzjZ7uDr9DKplfrsd6sZiEBdeItf7h+tIJ2mcX98E5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ILDk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avrccA&#10;AADd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aQTtIh/L+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2r63HAAAA3QAAAA8AAAAAAAAAAAAAAAAAmAIAAGRy&#10;cy9kb3ducmV2LnhtbFBLBQYAAAAABAAEAPUAAACMAwAAAAA=&#10;" fillcolor="black" stroked="f"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jL28UA&#10;AADdAAAADwAAAGRycy9kb3ducmV2LnhtbESPT0sDMRTE70K/Q3gFbzbrCmK3TctSEMXT9o94fd28&#10;bhY3L0sS0/XbG0HwOMzMb5j1drKDSORD71jB/aIAQdw63XOn4HR8vnsCESKyxsExKfimANvN7GaN&#10;lXZX3lM6xE5kCIcKFZgYx0rK0BqyGBZuJM7exXmLMUvfSe3xmuF2kGVRPEqLPecFgyPtDLWfhy+r&#10;IJ13Tf2QPpLZv/m68655eT83St3Op3oFItIU/8N/7VetoFy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Mv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OOssYA&#10;AADdAAAADwAAAGRycy9kb3ducmV2LnhtbESPQWvCQBSE7wX/w/IEb3VjClKjq4i0RXupjYIeH9ln&#10;Nph9G7JrTPvru4VCj8PMfMMsVr2tRUetrxwrmIwTEMSF0xWXCo6H18dnED4ga6wdk4Iv8rBaDh4W&#10;mGl350/q8lCKCGGfoQITQpNJ6QtDFv3YNcTRu7jWYoiyLaVu8R7htpZpkkylxYrjgsGGNoaKa36z&#10;Cvxk83J6t9+z7vxm+CPfmem+NEqNhv16DiJQH/7Df+2tVpDO0if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OOs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B5C10" w:rsidRDefault="005B5C10" w:rsidP="005B5C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B5C10" w:rsidRPr="00FF3CBA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FF3CBA">
        <w:rPr>
          <w:rFonts w:ascii="Times New Roman" w:eastAsia="Calibri" w:hAnsi="Times New Roman" w:cs="Times New Roman"/>
          <w:b/>
        </w:rPr>
        <w:t>Р</w:t>
      </w:r>
      <w:proofErr w:type="gramEnd"/>
      <w:r w:rsidRPr="00FF3CBA">
        <w:rPr>
          <w:rFonts w:ascii="Times New Roman" w:eastAsia="Calibri" w:hAnsi="Times New Roman" w:cs="Times New Roman"/>
          <w:b/>
        </w:rPr>
        <w:t>ІШЕННЯ</w:t>
      </w:r>
    </w:p>
    <w:p w:rsidR="005B5C10" w:rsidRPr="00FF3CBA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Х__</w:t>
      </w:r>
      <w:r w:rsidRPr="00FF3CBA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сесії</w:t>
      </w:r>
      <w:proofErr w:type="spellEnd"/>
      <w:r w:rsidRPr="00FF3CBA">
        <w:rPr>
          <w:rFonts w:ascii="Times New Roman" w:eastAsia="Calibri" w:hAnsi="Times New Roman" w:cs="Times New Roman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сільської</w:t>
      </w:r>
      <w:proofErr w:type="spellEnd"/>
      <w:r w:rsidRPr="00FF3CBA">
        <w:rPr>
          <w:rFonts w:ascii="Times New Roman" w:eastAsia="Calibri" w:hAnsi="Times New Roman" w:cs="Times New Roman"/>
        </w:rPr>
        <w:t xml:space="preserve"> ради  </w:t>
      </w:r>
      <w:r w:rsidRPr="00FF3CBA">
        <w:rPr>
          <w:rFonts w:ascii="Times New Roman" w:eastAsia="Calibri" w:hAnsi="Times New Roman" w:cs="Times New Roman"/>
          <w:lang w:val="en-US"/>
        </w:rPr>
        <w:t>V</w:t>
      </w:r>
      <w:r w:rsidRPr="00FF3CBA">
        <w:rPr>
          <w:rFonts w:ascii="Times New Roman" w:eastAsia="Calibri" w:hAnsi="Times New Roman" w:cs="Times New Roman"/>
        </w:rPr>
        <w:t xml:space="preserve">ІІ </w:t>
      </w:r>
      <w:proofErr w:type="spellStart"/>
      <w:r w:rsidRPr="00FF3CBA">
        <w:rPr>
          <w:rFonts w:ascii="Times New Roman" w:eastAsia="Calibri" w:hAnsi="Times New Roman" w:cs="Times New Roman"/>
        </w:rPr>
        <w:t>скликання</w:t>
      </w:r>
      <w:proofErr w:type="spellEnd"/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5C10" w:rsidRPr="00FF3CBA" w:rsidRDefault="005B5C10" w:rsidP="005B5C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___.</w:t>
      </w:r>
      <w:r>
        <w:rPr>
          <w:rFonts w:ascii="Times New Roman" w:eastAsia="Calibri" w:hAnsi="Times New Roman" w:cs="Times New Roman"/>
          <w:sz w:val="24"/>
          <w:lang w:val="uk-UA"/>
        </w:rPr>
        <w:t>01</w:t>
      </w:r>
      <w:r>
        <w:rPr>
          <w:rFonts w:ascii="Times New Roman" w:eastAsia="Calibri" w:hAnsi="Times New Roman" w:cs="Times New Roman"/>
          <w:sz w:val="24"/>
        </w:rPr>
        <w:t>. 20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20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р.                              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технічної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>)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Павловій Н.В.</w:t>
      </w: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5B5C10" w:rsidRPr="00FF3CBA" w:rsidRDefault="005B5C10" w:rsidP="005B5C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5B5C10" w:rsidRPr="00FF3CBA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FF3CBA">
        <w:rPr>
          <w:rFonts w:ascii="Times New Roman" w:eastAsia="Calibri" w:hAnsi="Times New Roman" w:cs="Times New Roman"/>
          <w:sz w:val="24"/>
          <w:lang w:val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Павлової Н.В..</w:t>
      </w:r>
      <w:r w:rsidRPr="00FF3CBA">
        <w:rPr>
          <w:rFonts w:ascii="Times New Roman" w:eastAsia="Calibri" w:hAnsi="Times New Roman" w:cs="Times New Roman"/>
          <w:sz w:val="24"/>
          <w:lang w:val="uk-UA"/>
        </w:rPr>
        <w:t>, сільська рада</w:t>
      </w:r>
    </w:p>
    <w:p w:rsidR="005B5C10" w:rsidRPr="00B138AD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B138AD">
        <w:rPr>
          <w:rFonts w:ascii="Times New Roman" w:eastAsia="Calibri" w:hAnsi="Times New Roman" w:cs="Times New Roman"/>
          <w:sz w:val="24"/>
          <w:lang w:val="uk-UA"/>
        </w:rPr>
        <w:t>ВИРІШИЛА:</w:t>
      </w:r>
    </w:p>
    <w:p w:rsidR="005B5C10" w:rsidRPr="00B138AD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5B5C10" w:rsidRPr="00A7702B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B138AD">
        <w:rPr>
          <w:rFonts w:ascii="Times New Roman" w:eastAsia="Calibri" w:hAnsi="Times New Roman" w:cs="Times New Roman"/>
          <w:sz w:val="24"/>
          <w:lang w:val="uk-UA"/>
        </w:rPr>
        <w:t xml:space="preserve">        1.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B138AD">
        <w:rPr>
          <w:rFonts w:ascii="Times New Roman" w:eastAsia="Calibri" w:hAnsi="Times New Roman" w:cs="Times New Roman"/>
          <w:sz w:val="24"/>
          <w:lang w:val="uk-UA"/>
        </w:rPr>
        <w:t>Надати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Павловій Надії Василівні</w:t>
      </w:r>
      <w:r w:rsidRPr="00B138AD">
        <w:rPr>
          <w:rFonts w:ascii="Times New Roman" w:eastAsia="Calibri" w:hAnsi="Times New Roman" w:cs="Times New Roman"/>
          <w:sz w:val="24"/>
          <w:lang w:val="uk-UA"/>
        </w:rPr>
        <w:t>, як</w:t>
      </w:r>
      <w:r>
        <w:rPr>
          <w:rFonts w:ascii="Times New Roman" w:eastAsia="Calibri" w:hAnsi="Times New Roman" w:cs="Times New Roman"/>
          <w:sz w:val="24"/>
          <w:lang w:val="uk-UA"/>
        </w:rPr>
        <w:t>а зареєстрована</w:t>
      </w:r>
      <w:r w:rsidRPr="00B138AD">
        <w:rPr>
          <w:rFonts w:ascii="Times New Roman" w:eastAsia="Calibri" w:hAnsi="Times New Roman" w:cs="Times New Roman"/>
          <w:sz w:val="24"/>
          <w:lang w:val="uk-UA"/>
        </w:rPr>
        <w:t xml:space="preserve"> за адресою: </w:t>
      </w:r>
      <w:r w:rsidR="00E1784F" w:rsidRPr="00E1784F">
        <w:rPr>
          <w:rFonts w:ascii="Times New Roman" w:eastAsia="Calibri" w:hAnsi="Times New Roman" w:cs="Times New Roman"/>
          <w:sz w:val="24"/>
          <w:lang w:val="uk-UA"/>
        </w:rPr>
        <w:t>_________________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B138AD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A7702B">
        <w:rPr>
          <w:rFonts w:ascii="Times New Roman" w:eastAsia="Calibri" w:hAnsi="Times New Roman" w:cs="Times New Roman"/>
          <w:sz w:val="24"/>
          <w:lang w:val="uk-UA"/>
        </w:rPr>
        <w:t>0,2</w:t>
      </w:r>
      <w:r>
        <w:rPr>
          <w:rFonts w:ascii="Times New Roman" w:eastAsia="Calibri" w:hAnsi="Times New Roman" w:cs="Times New Roman"/>
          <w:sz w:val="24"/>
          <w:lang w:val="uk-UA"/>
        </w:rPr>
        <w:t>500</w:t>
      </w:r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A7702B">
        <w:rPr>
          <w:rFonts w:ascii="Times New Roman" w:eastAsia="Calibri" w:hAnsi="Times New Roman" w:cs="Times New Roman"/>
          <w:sz w:val="24"/>
          <w:lang w:val="uk-UA"/>
        </w:rPr>
        <w:t>с</w:t>
      </w:r>
      <w:r>
        <w:rPr>
          <w:rFonts w:ascii="Times New Roman" w:eastAsia="Calibri" w:hAnsi="Times New Roman" w:cs="Times New Roman"/>
          <w:sz w:val="24"/>
          <w:lang w:val="uk-UA"/>
        </w:rPr>
        <w:t>.Крупець</w:t>
      </w:r>
      <w:proofErr w:type="spellEnd"/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 по </w:t>
      </w:r>
      <w:proofErr w:type="spellStart"/>
      <w:r w:rsidRPr="00A7702B">
        <w:rPr>
          <w:rFonts w:ascii="Times New Roman" w:eastAsia="Calibri" w:hAnsi="Times New Roman" w:cs="Times New Roman"/>
          <w:sz w:val="24"/>
          <w:lang w:val="uk-UA"/>
        </w:rPr>
        <w:t>вул</w:t>
      </w:r>
      <w:r>
        <w:rPr>
          <w:rFonts w:ascii="Times New Roman" w:eastAsia="Calibri" w:hAnsi="Times New Roman" w:cs="Times New Roman"/>
          <w:sz w:val="24"/>
          <w:lang w:val="uk-UA"/>
        </w:rPr>
        <w:t>.Б.Хмельницького</w:t>
      </w:r>
      <w:proofErr w:type="spellEnd"/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>76</w:t>
      </w:r>
      <w:r w:rsidRPr="00A7702B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5B5C10" w:rsidRPr="00F97B46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7702B">
        <w:rPr>
          <w:rFonts w:ascii="Times New Roman" w:eastAsia="Calibri" w:hAnsi="Times New Roman" w:cs="Times New Roman"/>
          <w:sz w:val="24"/>
          <w:lang w:val="uk-UA"/>
        </w:rPr>
        <w:t xml:space="preserve">        </w:t>
      </w:r>
      <w:r w:rsidRPr="00F97B46">
        <w:rPr>
          <w:rFonts w:ascii="Times New Roman" w:eastAsia="Calibri" w:hAnsi="Times New Roman" w:cs="Times New Roman"/>
          <w:sz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lang w:val="uk-UA"/>
        </w:rPr>
        <w:t>. Павловій Н.В.</w:t>
      </w:r>
      <w:r w:rsidRPr="00F97B46">
        <w:rPr>
          <w:rFonts w:ascii="Times New Roman" w:eastAsia="Calibri" w:hAnsi="Times New Roman" w:cs="Times New Roman"/>
          <w:sz w:val="24"/>
          <w:lang w:val="uk-UA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B5C10" w:rsidRPr="00FF3CBA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97B46">
        <w:rPr>
          <w:rFonts w:ascii="Times New Roman" w:eastAsia="Calibri" w:hAnsi="Times New Roman" w:cs="Times New Roman"/>
          <w:sz w:val="24"/>
          <w:lang w:val="uk-UA"/>
        </w:rPr>
        <w:t xml:space="preserve">        3.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F97B46">
        <w:rPr>
          <w:rFonts w:ascii="Times New Roman" w:eastAsia="Calibri" w:hAnsi="Times New Roman" w:cs="Times New Roman"/>
          <w:sz w:val="24"/>
          <w:lang w:val="uk-UA"/>
        </w:rPr>
        <w:t>Контроль за виконанням цього рішення покласти на постійну комісію сільської ради з питань  земельних відносин, прир</w:t>
      </w:r>
      <w:r w:rsidRPr="0054331A">
        <w:rPr>
          <w:rFonts w:ascii="Times New Roman" w:eastAsia="Calibri" w:hAnsi="Times New Roman" w:cs="Times New Roman"/>
          <w:sz w:val="24"/>
          <w:lang w:val="uk-UA"/>
        </w:rPr>
        <w:t xml:space="preserve">одокористування, планування території, будівництва, архітектури, охорони пам’яток, історичного середовища та благоустрою </w:t>
      </w:r>
      <w:r w:rsidRPr="00FF3CBA">
        <w:rPr>
          <w:rFonts w:ascii="Times New Roman" w:eastAsia="Calibri" w:hAnsi="Times New Roman" w:cs="Times New Roman"/>
          <w:sz w:val="24"/>
        </w:rPr>
        <w:t>(Денисюк Т.В.)</w:t>
      </w:r>
      <w:r w:rsidRPr="00FF3CBA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5B5C10" w:rsidRPr="005B5C10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3A273D" w:rsidRPr="005B5C10" w:rsidRDefault="005B5C10" w:rsidP="005B5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FF3CBA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           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</w:p>
    <w:sectPr w:rsidR="003A273D" w:rsidRPr="005B5C10" w:rsidSect="003A2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B5C10"/>
    <w:rsid w:val="00171A2E"/>
    <w:rsid w:val="00304C90"/>
    <w:rsid w:val="003A273D"/>
    <w:rsid w:val="00505B6D"/>
    <w:rsid w:val="005B5C10"/>
    <w:rsid w:val="006D3977"/>
    <w:rsid w:val="007D6C18"/>
    <w:rsid w:val="008D7C53"/>
    <w:rsid w:val="00C40888"/>
    <w:rsid w:val="00D1641A"/>
    <w:rsid w:val="00E1784F"/>
    <w:rsid w:val="00F9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10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2020-01-13T06:58:00Z</dcterms:created>
  <dcterms:modified xsi:type="dcterms:W3CDTF">2020-01-13T07:27:00Z</dcterms:modified>
</cp:coreProperties>
</file>