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44" w:rsidRDefault="00006B44" w:rsidP="00006B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B44" w:rsidRDefault="00006B44" w:rsidP="00006B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6B44" w:rsidRDefault="00006B44" w:rsidP="00006B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6B44" w:rsidRDefault="00006B44" w:rsidP="00006B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B44" w:rsidRDefault="00006B44" w:rsidP="00006B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B44" w:rsidRDefault="00006B44" w:rsidP="00006B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B44" w:rsidRDefault="00006B44" w:rsidP="00006B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B44" w:rsidRDefault="00006B44" w:rsidP="00006B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06B44" w:rsidRDefault="00006B44" w:rsidP="00006B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06B44" w:rsidRDefault="00006B44" w:rsidP="00006B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06B44" w:rsidRDefault="00006B44" w:rsidP="00006B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06B44" w:rsidRDefault="00006B44" w:rsidP="00006B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B44" w:rsidRDefault="00006B44" w:rsidP="00006B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06B44" w:rsidRDefault="00006B44" w:rsidP="00006B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6B44" w:rsidRDefault="00006B44" w:rsidP="00006B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06B44" w:rsidRDefault="00006B44" w:rsidP="00006B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06B44" w:rsidRDefault="00006B44" w:rsidP="00006B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113</w:t>
      </w:r>
    </w:p>
    <w:p w:rsidR="00006B44" w:rsidRPr="00006B44" w:rsidRDefault="00006B44" w:rsidP="00006B44">
      <w:pPr>
        <w:pStyle w:val="24"/>
        <w:shd w:val="clear" w:color="auto" w:fill="auto"/>
        <w:tabs>
          <w:tab w:val="left" w:pos="709"/>
          <w:tab w:val="left" w:pos="145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006B44" w:rsidRPr="00054EE7" w:rsidRDefault="00006B44" w:rsidP="00006B4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4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006B44" w:rsidRPr="00054EE7" w:rsidRDefault="00006B44" w:rsidP="00006B4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4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006B44" w:rsidRPr="00054EE7" w:rsidRDefault="00006B44" w:rsidP="00006B4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4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006B44" w:rsidRPr="00054EE7" w:rsidRDefault="00006B44" w:rsidP="00006B4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4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6823984000:03:012:0186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054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054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006B44" w:rsidRPr="00054EE7" w:rsidRDefault="00006B44" w:rsidP="00006B4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6B44" w:rsidRPr="00054EE7" w:rsidRDefault="00006B44" w:rsidP="00006B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EE7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12, 79</w:t>
      </w:r>
      <w:r w:rsidRPr="00054EE7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054EE7">
        <w:rPr>
          <w:rFonts w:ascii="Times New Roman" w:eastAsia="Calibri" w:hAnsi="Times New Roman" w:cs="Times New Roman"/>
          <w:sz w:val="24"/>
          <w:szCs w:val="24"/>
        </w:rPr>
        <w:t xml:space="preserve"> та 186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006B44" w:rsidRPr="00054EE7" w:rsidRDefault="00006B44" w:rsidP="00006B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EE7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006B44" w:rsidRPr="00054EE7" w:rsidRDefault="00006B44" w:rsidP="00006B4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054E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054E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054E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технічної документації  із землеустрою щодо </w:t>
      </w:r>
      <w:proofErr w:type="spellStart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поділута</w:t>
      </w:r>
      <w:proofErr w:type="spellEnd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об’єднання земельної ділянки, кадастровий  номер </w:t>
      </w:r>
      <w:r w:rsidRPr="00054EE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6823984000:03:012:0186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16.00 землі </w:t>
      </w:r>
      <w:r w:rsidRPr="00054EE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рада.  </w:t>
      </w:r>
    </w:p>
    <w:p w:rsidR="00006B44" w:rsidRPr="00054EE7" w:rsidRDefault="00006B44" w:rsidP="00006B4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Крупецькій сільській раді, розробити  технічну документацію із землеустрою  щодо </w:t>
      </w:r>
      <w:proofErr w:type="spellStart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поділута</w:t>
      </w:r>
      <w:proofErr w:type="spellEnd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об’єднання земельної ділянки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та подати на  розгляд сесії сільської ради.</w:t>
      </w:r>
    </w:p>
    <w:p w:rsidR="00006B44" w:rsidRPr="00054EE7" w:rsidRDefault="00006B44" w:rsidP="00006B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EE7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06B44" w:rsidRPr="00054EE7" w:rsidRDefault="00006B44" w:rsidP="00006B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6B44" w:rsidRPr="00054EE7" w:rsidRDefault="00006B44" w:rsidP="00006B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6B44" w:rsidRPr="00054EE7" w:rsidRDefault="00006B44" w:rsidP="00006B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2E1D" w:rsidRPr="00006B44" w:rsidRDefault="00006B44" w:rsidP="00006B4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8D2E1D" w:rsidRPr="00006B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44"/>
    <w:rsid w:val="00006B44"/>
    <w:rsid w:val="008D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06B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06B4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06B44"/>
    <w:rPr>
      <w:rFonts w:ascii="Consolas" w:hAnsi="Consolas"/>
      <w:sz w:val="20"/>
      <w:szCs w:val="20"/>
      <w:lang w:val="uk-UA" w:eastAsia="uk-UA"/>
    </w:rPr>
  </w:style>
  <w:style w:type="character" w:customStyle="1" w:styleId="23">
    <w:name w:val="Основной текст (2)_"/>
    <w:link w:val="24"/>
    <w:uiPriority w:val="99"/>
    <w:rsid w:val="00006B4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006B44"/>
    <w:pPr>
      <w:widowControl w:val="0"/>
      <w:shd w:val="clear" w:color="auto" w:fill="FFFFFF"/>
      <w:spacing w:before="300" w:after="0" w:line="480" w:lineRule="exact"/>
      <w:ind w:hanging="420"/>
      <w:jc w:val="both"/>
    </w:pPr>
    <w:rPr>
      <w:sz w:val="28"/>
      <w:szCs w:val="28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06B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06B4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06B44"/>
    <w:rPr>
      <w:rFonts w:ascii="Consolas" w:hAnsi="Consolas"/>
      <w:sz w:val="20"/>
      <w:szCs w:val="20"/>
      <w:lang w:val="uk-UA" w:eastAsia="uk-UA"/>
    </w:rPr>
  </w:style>
  <w:style w:type="character" w:customStyle="1" w:styleId="23">
    <w:name w:val="Основной текст (2)_"/>
    <w:link w:val="24"/>
    <w:uiPriority w:val="99"/>
    <w:rsid w:val="00006B4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006B44"/>
    <w:pPr>
      <w:widowControl w:val="0"/>
      <w:shd w:val="clear" w:color="auto" w:fill="FFFFFF"/>
      <w:spacing w:before="300" w:after="0" w:line="480" w:lineRule="exact"/>
      <w:ind w:hanging="420"/>
      <w:jc w:val="both"/>
    </w:pPr>
    <w:rPr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272</Words>
  <Characters>1554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2021-07-28T12:41:00Z</dcterms:created>
  <dcterms:modified xsi:type="dcterms:W3CDTF">2021-07-28T12:41:00Z</dcterms:modified>
</cp:coreProperties>
</file>