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F1E" w:rsidRPr="008D31FA" w:rsidRDefault="00B40F1E" w:rsidP="00B40F1E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0F1E" w:rsidRDefault="00B40F1E" w:rsidP="00B40F1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0F1E" w:rsidRDefault="00B40F1E" w:rsidP="00B40F1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40F1E" w:rsidRPr="000A4F3E" w:rsidRDefault="00B40F1E" w:rsidP="00B40F1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0F1E" w:rsidRPr="000A4F3E" w:rsidRDefault="00B40F1E" w:rsidP="00B40F1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40F1E" w:rsidRPr="000A4F3E" w:rsidRDefault="00B40F1E" w:rsidP="00B40F1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0F1E" w:rsidRDefault="00B40F1E" w:rsidP="00B40F1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№41</w:t>
      </w:r>
    </w:p>
    <w:p w:rsidR="00B40F1E" w:rsidRDefault="00B40F1E" w:rsidP="00B40F1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0F1E" w:rsidRPr="00CA5B65" w:rsidRDefault="00B40F1E" w:rsidP="00B40F1E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B40F1E" w:rsidRPr="00CA5B65" w:rsidRDefault="00B40F1E" w:rsidP="00B40F1E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B40F1E" w:rsidRPr="00CA5B65" w:rsidRDefault="00B40F1E" w:rsidP="00B40F1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B40F1E" w:rsidRDefault="00B40F1E" w:rsidP="00B40F1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B40F1E" w:rsidRPr="00CA5B65" w:rsidRDefault="00B40F1E" w:rsidP="00B40F1E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Ніколайчуку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B40F1E" w:rsidRPr="00CA5B65" w:rsidRDefault="00B40F1E" w:rsidP="00B40F1E">
      <w:pPr>
        <w:spacing w:after="0"/>
        <w:rPr>
          <w:rFonts w:ascii="Times New Roman" w:hAnsi="Times New Roman"/>
          <w:b/>
          <w:sz w:val="24"/>
        </w:rPr>
      </w:pPr>
    </w:p>
    <w:p w:rsidR="00B40F1E" w:rsidRPr="00CA5B65" w:rsidRDefault="00B40F1E" w:rsidP="00B40F1E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Ніколайчука</w:t>
      </w:r>
      <w:proofErr w:type="spellEnd"/>
      <w:r>
        <w:rPr>
          <w:rFonts w:ascii="Times New Roman" w:hAnsi="Times New Roman"/>
          <w:sz w:val="24"/>
        </w:rPr>
        <w:t xml:space="preserve">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B40F1E" w:rsidRPr="00CA5B65" w:rsidRDefault="00B40F1E" w:rsidP="00B40F1E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B40F1E" w:rsidRPr="00CA5B65" w:rsidRDefault="00B40F1E" w:rsidP="00B40F1E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Ніколайчуку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Валерію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Васильовичу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який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6D77AC">
        <w:rPr>
          <w:rFonts w:ascii="Times New Roman" w:hAnsi="Times New Roman"/>
          <w:sz w:val="24"/>
          <w:lang w:val="en-US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Островського</w:t>
      </w:r>
      <w:proofErr w:type="spellEnd"/>
      <w:r>
        <w:rPr>
          <w:rFonts w:ascii="Times New Roman" w:hAnsi="Times New Roman"/>
          <w:sz w:val="24"/>
        </w:rPr>
        <w:t>, 122.</w:t>
      </w:r>
    </w:p>
    <w:p w:rsidR="00B40F1E" w:rsidRPr="00CA5B65" w:rsidRDefault="00B40F1E" w:rsidP="00B40F1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2.Ніколайчуку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B40F1E" w:rsidRPr="00CA5B65" w:rsidRDefault="00B40F1E" w:rsidP="00B40F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40F1E" w:rsidRPr="00CA5B65" w:rsidRDefault="00B40F1E" w:rsidP="00B40F1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40F1E" w:rsidRDefault="00B40F1E" w:rsidP="00B40F1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0F1E" w:rsidRPr="00B40F1E" w:rsidRDefault="00B40F1E" w:rsidP="00B40F1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356CA5" w:rsidRPr="00B40F1E" w:rsidRDefault="00B40F1E" w:rsidP="00B40F1E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356CA5" w:rsidRPr="00B40F1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F1E"/>
    <w:rsid w:val="00171A2E"/>
    <w:rsid w:val="00304C90"/>
    <w:rsid w:val="00356CA5"/>
    <w:rsid w:val="00505B6D"/>
    <w:rsid w:val="006D3977"/>
    <w:rsid w:val="006D77AC"/>
    <w:rsid w:val="007D6C18"/>
    <w:rsid w:val="00B40F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0F1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0F1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0F1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40F1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40F1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>Microsoft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2020-09-01T13:58:00Z</dcterms:created>
  <dcterms:modified xsi:type="dcterms:W3CDTF">2020-09-01T15:35:00Z</dcterms:modified>
</cp:coreProperties>
</file>