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506" w:rsidRDefault="00BF7506" w:rsidP="00BF750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F7506" w:rsidRDefault="00BF7506" w:rsidP="00BF75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F7506" w:rsidRDefault="00BF7506" w:rsidP="00BF75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F7506" w:rsidRDefault="00BF7506" w:rsidP="00BF750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F7506" w:rsidRDefault="00BF7506" w:rsidP="00BF75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F7506" w:rsidRDefault="00BF7506" w:rsidP="00BF75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F7506" w:rsidRDefault="00BF7506" w:rsidP="00BF75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F7506" w:rsidRPr="00FB2913" w:rsidRDefault="00BF7506" w:rsidP="00BF7506">
      <w:pPr>
        <w:spacing w:after="0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F7506" w:rsidRPr="00FB2913" w:rsidRDefault="00BF7506" w:rsidP="00BF750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F7506" w:rsidRPr="00FB2913" w:rsidRDefault="00BF7506" w:rsidP="00BF750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F7506" w:rsidRPr="00FB2913" w:rsidRDefault="00BF7506" w:rsidP="00BF750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BF7506" w:rsidRPr="00FB2913" w:rsidRDefault="00BF7506" w:rsidP="00BF750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BF7506" w:rsidRPr="00FB2913" w:rsidRDefault="00BF7506" w:rsidP="00BF750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Л.П.</w:t>
      </w:r>
    </w:p>
    <w:p w:rsidR="00BF7506" w:rsidRPr="00FB2913" w:rsidRDefault="00BF7506" w:rsidP="00BF750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BF7506" w:rsidRPr="00FB2913" w:rsidRDefault="00BF7506" w:rsidP="00BF750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»,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  <w:proofErr w:type="gramEnd"/>
    </w:p>
    <w:p w:rsidR="00BF7506" w:rsidRPr="00FB2913" w:rsidRDefault="00BF7506" w:rsidP="00BF750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F7506" w:rsidRPr="00FB2913" w:rsidRDefault="00BF7506" w:rsidP="00BF750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Петрівні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8039F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площею 0,0753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ведення особистого селянського господарства,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BF7506" w:rsidRPr="00FB2913" w:rsidRDefault="00BF7506" w:rsidP="00BF750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F7506" w:rsidRPr="00FB2913" w:rsidRDefault="00BF7506" w:rsidP="00BF75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F7506" w:rsidRPr="00FB2913" w:rsidRDefault="00BF7506" w:rsidP="00BF75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F7506" w:rsidRPr="00FB2913" w:rsidRDefault="00BF7506" w:rsidP="00BF75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F7506" w:rsidRPr="0088039F" w:rsidRDefault="00BF7506" w:rsidP="00BF750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993C60" w:rsidRPr="0088039F" w:rsidRDefault="00BF7506">
      <w:pPr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993C60" w:rsidRPr="0088039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506"/>
    <w:rsid w:val="0088039F"/>
    <w:rsid w:val="00993C60"/>
    <w:rsid w:val="00BF7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0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F75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F750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F750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750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F75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F750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F750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251</Words>
  <Characters>1432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2021-07-07T06:20:00Z</dcterms:created>
  <dcterms:modified xsi:type="dcterms:W3CDTF">2021-07-07T08:13:00Z</dcterms:modified>
</cp:coreProperties>
</file>