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CD" w:rsidRPr="00AF2E62" w:rsidRDefault="003460CD" w:rsidP="003460C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3460CD" w:rsidRPr="00AF2E62" w:rsidRDefault="003460CD" w:rsidP="00346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D04384" wp14:editId="0FBB0B6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093" name="Группа 140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09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0CD" w:rsidRDefault="003460CD" w:rsidP="003460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BD04384" id="Группа 1409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" fillcolor="black" stroked="f"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" fillcolor="black" stroked="f"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460CD" w:rsidRDefault="003460CD" w:rsidP="003460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460CD" w:rsidRPr="00AF2E62" w:rsidRDefault="003460CD" w:rsidP="003460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460CD" w:rsidRPr="00AF2E62" w:rsidRDefault="003460CD" w:rsidP="003460C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460CD" w:rsidRPr="00AF2E62" w:rsidRDefault="003460CD" w:rsidP="003460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460CD" w:rsidRPr="00AF2E62" w:rsidRDefault="003460CD" w:rsidP="003460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460CD" w:rsidRPr="00AF2E62" w:rsidRDefault="003460CD" w:rsidP="003460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3460CD" w:rsidRPr="00AF2E62" w:rsidRDefault="003460CD" w:rsidP="003460C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3460CD" w:rsidRPr="00AF2E62" w:rsidRDefault="003460CD" w:rsidP="003460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3460CD" w:rsidRPr="00AF2E62" w:rsidRDefault="003460CD" w:rsidP="003460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3460CD" w:rsidRPr="00AF2E62" w:rsidRDefault="003460CD" w:rsidP="003460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460CD" w:rsidRPr="00AF2E62" w:rsidRDefault="003460CD" w:rsidP="003460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3460CD" w:rsidRPr="00AF2E62" w:rsidRDefault="003460CD" w:rsidP="003460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460CD" w:rsidRPr="00AF2E62" w:rsidRDefault="003460CD" w:rsidP="003460C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460CD" w:rsidRPr="00AF2E62" w:rsidRDefault="003460CD" w:rsidP="003460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460CD" w:rsidRPr="00AF2E62" w:rsidRDefault="003460CD" w:rsidP="003460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3460CD" w:rsidRPr="00AF2E62" w:rsidRDefault="003460CD" w:rsidP="003460C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460CD" w:rsidRPr="00AF2E62" w:rsidRDefault="003460CD" w:rsidP="003460C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460CD" w:rsidRPr="00AF2E62" w:rsidRDefault="003460CD" w:rsidP="003460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460CD" w:rsidRPr="00AF2E62" w:rsidRDefault="003460CD" w:rsidP="003460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3460CD" w:rsidRPr="00AF2E62" w:rsidRDefault="003460CD" w:rsidP="003460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Сокол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 Н.В.</w:t>
      </w:r>
    </w:p>
    <w:p w:rsidR="003460CD" w:rsidRPr="00AF2E62" w:rsidRDefault="003460CD" w:rsidP="003460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3460CD" w:rsidRPr="00AF2E62" w:rsidRDefault="003460CD" w:rsidP="003460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3460CD" w:rsidRPr="00AF2E62" w:rsidRDefault="003460CD" w:rsidP="003460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Сокол Н.В.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3460CD" w:rsidRPr="00AF2E62" w:rsidRDefault="003460CD" w:rsidP="003460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3460CD" w:rsidRPr="00AF2E62" w:rsidRDefault="003460CD" w:rsidP="003460C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460CD" w:rsidRPr="00AF2E62" w:rsidRDefault="003460CD" w:rsidP="003460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Сокол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Вікторівні,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яка зареєстрована за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BD0BC2">
        <w:rPr>
          <w:rFonts w:ascii="Times New Roman" w:eastAsia="Calibri" w:hAnsi="Times New Roman" w:cs="Times New Roman"/>
          <w:sz w:val="24"/>
          <w:lang w:eastAsia="en-US"/>
        </w:rPr>
        <w:t>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0,40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3460CD" w:rsidRPr="00AF2E62" w:rsidRDefault="003460CD" w:rsidP="003460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Сокол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460CD" w:rsidRPr="00AF2E62" w:rsidRDefault="003460CD" w:rsidP="003460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460CD" w:rsidRPr="00AF2E62" w:rsidRDefault="003460CD" w:rsidP="003460C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460CD" w:rsidRPr="00AF2E62" w:rsidRDefault="003460CD" w:rsidP="003460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460CD" w:rsidRPr="00AF2E62" w:rsidRDefault="003460CD" w:rsidP="003460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460CD" w:rsidRDefault="003460CD" w:rsidP="003460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460CD" w:rsidRDefault="003460CD" w:rsidP="003460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460CD" w:rsidRDefault="003460CD" w:rsidP="003460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460CD" w:rsidRDefault="003460CD" w:rsidP="003460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024C3" w:rsidRPr="003460CD" w:rsidRDefault="003460CD" w:rsidP="003460C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7024C3" w:rsidRPr="003460C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0CD"/>
    <w:rsid w:val="003460CD"/>
    <w:rsid w:val="007024C3"/>
    <w:rsid w:val="00BD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0C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0C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232</Words>
  <Characters>1326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2021-06-22T08:22:00Z</dcterms:created>
  <dcterms:modified xsi:type="dcterms:W3CDTF">2021-06-22T13:00:00Z</dcterms:modified>
</cp:coreProperties>
</file>