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61D" w:rsidRDefault="00F12B08" w:rsidP="00CF1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12B08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CF161D" w:rsidRDefault="00CF161D" w:rsidP="00CF161D"/>
    <w:p w:rsidR="00CF161D" w:rsidRDefault="00CF161D" w:rsidP="00CF161D"/>
    <w:p w:rsidR="00CF161D" w:rsidRDefault="00CF161D" w:rsidP="00CF16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F161D" w:rsidRDefault="00CF161D" w:rsidP="00CF16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F161D" w:rsidRDefault="00CF161D" w:rsidP="00CF16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F161D" w:rsidRDefault="00CF161D" w:rsidP="00CF16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F161D" w:rsidRDefault="00CF161D" w:rsidP="00CF161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161D" w:rsidRDefault="00CF161D" w:rsidP="00CF161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F161D" w:rsidRDefault="00CF161D" w:rsidP="00CF16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61D" w:rsidRDefault="00CF161D" w:rsidP="00CF161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161D" w:rsidRDefault="00CF161D" w:rsidP="00CF161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№39</w:t>
      </w:r>
    </w:p>
    <w:p w:rsidR="00CF161D" w:rsidRDefault="00CF161D" w:rsidP="00CF161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F161D" w:rsidRDefault="00CF161D" w:rsidP="00CF1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CF161D" w:rsidRDefault="00CF161D" w:rsidP="00CF161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CF161D" w:rsidRDefault="00CF161D" w:rsidP="00CF161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Марчуку С.В.</w:t>
      </w:r>
    </w:p>
    <w:p w:rsidR="00CF161D" w:rsidRDefault="00CF161D" w:rsidP="00CF161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F161D" w:rsidRDefault="00CF161D" w:rsidP="00CF161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20, 116, 118, 121, 186, та 186-1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Марчука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CF161D" w:rsidRDefault="00CF161D" w:rsidP="00CF161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CF161D" w:rsidRDefault="00CF161D" w:rsidP="00CF161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Марчуку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Станіславу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запасу (16.00)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(01.03),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2,0000 га,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пункту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F161D" w:rsidRDefault="00CF161D" w:rsidP="00CF1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Марчуку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Станіславу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Васильовичу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4646A2" w:rsidRPr="004646A2">
        <w:rPr>
          <w:rFonts w:ascii="Times New Roman" w:hAnsi="Times New Roman" w:cs="Times New Roman"/>
          <w:sz w:val="24"/>
          <w:szCs w:val="24"/>
        </w:rPr>
        <w:t>____________________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4646A2" w:rsidRPr="004646A2">
        <w:rPr>
          <w:rFonts w:ascii="Times New Roman" w:hAnsi="Times New Roman" w:cs="Times New Roman"/>
          <w:sz w:val="24"/>
          <w:szCs w:val="24"/>
        </w:rPr>
        <w:t>___________</w:t>
      </w:r>
      <w:r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2,0000 га,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6823984000:03:012:0190,зі </w:t>
      </w:r>
      <w:proofErr w:type="spellStart"/>
      <w:r>
        <w:rPr>
          <w:rFonts w:ascii="Times New Roman" w:hAnsi="Times New Roman" w:cs="Times New Roman"/>
          <w:sz w:val="24"/>
          <w:szCs w:val="24"/>
        </w:rPr>
        <w:t>зміною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цільового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запасу (16.00)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(01.03),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за межами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населеного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пункту 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CF161D" w:rsidRDefault="00CF161D" w:rsidP="00CF1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Марчуку С.В.,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CF161D" w:rsidRDefault="00CF161D" w:rsidP="00CF16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CF161D" w:rsidRDefault="00CF161D" w:rsidP="00CF161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A23" w:rsidRPr="004646A2" w:rsidRDefault="00CF161D" w:rsidP="004646A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bookmarkStart w:id="0" w:name="_GoBack"/>
      <w:bookmarkEnd w:id="0"/>
      <w:proofErr w:type="spellEnd"/>
    </w:p>
    <w:sectPr w:rsidR="00C75A23" w:rsidRPr="004646A2" w:rsidSect="004646A2">
      <w:pgSz w:w="12240" w:h="15840"/>
      <w:pgMar w:top="426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CF161D"/>
    <w:rsid w:val="00171A2E"/>
    <w:rsid w:val="00304C90"/>
    <w:rsid w:val="004646A2"/>
    <w:rsid w:val="00505B6D"/>
    <w:rsid w:val="006D3977"/>
    <w:rsid w:val="007D6C18"/>
    <w:rsid w:val="00C75A23"/>
    <w:rsid w:val="00CF161D"/>
    <w:rsid w:val="00D1641A"/>
    <w:rsid w:val="00F12B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B08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1308</Words>
  <Characters>746</Characters>
  <Application>Microsoft Office Word</Application>
  <DocSecurity>0</DocSecurity>
  <Lines>6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2020-04-27T15:59:00Z</dcterms:created>
  <dcterms:modified xsi:type="dcterms:W3CDTF">2020-04-28T06:17:00Z</dcterms:modified>
</cp:coreProperties>
</file>