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60C5" w:rsidRDefault="008E60C5" w:rsidP="008E6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0C5" w:rsidRDefault="00BB1B61" w:rsidP="008E60C5">
      <w:pPr>
        <w:jc w:val="both"/>
        <w:rPr>
          <w:rFonts w:ascii="Times New Roman" w:hAnsi="Times New Roman" w:cs="Times New Roman"/>
        </w:rPr>
      </w:pPr>
      <w:r w:rsidRPr="00BB1B61">
        <w:pict>
          <v:group id="_x0000_s1057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8E60C5" w:rsidRDefault="008E60C5" w:rsidP="008E60C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E60C5" w:rsidRDefault="008E60C5" w:rsidP="008E60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60C5" w:rsidRDefault="008E60C5" w:rsidP="008E60C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60C5" w:rsidRDefault="008E60C5" w:rsidP="008E60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E60C5" w:rsidRDefault="008E60C5" w:rsidP="008E60C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E60C5" w:rsidRDefault="008E60C5" w:rsidP="008E60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E60C5" w:rsidRDefault="008E60C5" w:rsidP="008E60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E60C5" w:rsidRDefault="008E60C5" w:rsidP="008E60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60C5" w:rsidRDefault="008E60C5" w:rsidP="008E60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E60C5" w:rsidRDefault="008E60C5" w:rsidP="008E60C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E60C5" w:rsidRDefault="008E60C5" w:rsidP="008E60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E60C5" w:rsidRDefault="008E60C5" w:rsidP="008E60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E60C5" w:rsidRDefault="008E60C5" w:rsidP="008E60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E60C5" w:rsidRDefault="008E60C5" w:rsidP="008E60C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№58</w:t>
      </w:r>
    </w:p>
    <w:p w:rsidR="008E60C5" w:rsidRPr="00062C82" w:rsidRDefault="008E60C5" w:rsidP="008E60C5">
      <w:pPr>
        <w:rPr>
          <w:rFonts w:ascii="Times New Roman" w:hAnsi="Times New Roman" w:cs="Times New Roman"/>
        </w:rPr>
      </w:pPr>
    </w:p>
    <w:p w:rsidR="008E60C5" w:rsidRPr="00F45345" w:rsidRDefault="008E60C5" w:rsidP="008E60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45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8E60C5" w:rsidRPr="00F45345" w:rsidRDefault="008E60C5" w:rsidP="008E60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45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8E60C5" w:rsidRPr="00F45345" w:rsidRDefault="008E60C5" w:rsidP="008E60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45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8E60C5" w:rsidRPr="00F45345" w:rsidRDefault="008E60C5" w:rsidP="008E60C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45345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F45345">
        <w:rPr>
          <w:rFonts w:ascii="Times New Roman" w:hAnsi="Times New Roman" w:cs="Times New Roman"/>
          <w:b/>
          <w:sz w:val="24"/>
          <w:szCs w:val="24"/>
        </w:rPr>
        <w:t>Майструк</w:t>
      </w:r>
      <w:proofErr w:type="spellEnd"/>
      <w:r w:rsidRPr="00F45345">
        <w:rPr>
          <w:rFonts w:ascii="Times New Roman" w:hAnsi="Times New Roman" w:cs="Times New Roman"/>
          <w:b/>
          <w:sz w:val="24"/>
          <w:szCs w:val="24"/>
        </w:rPr>
        <w:t xml:space="preserve"> Л.В.</w:t>
      </w:r>
    </w:p>
    <w:p w:rsidR="008E60C5" w:rsidRPr="00F45345" w:rsidRDefault="008E60C5" w:rsidP="008E60C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60C5" w:rsidRPr="00F45345" w:rsidRDefault="008E60C5" w:rsidP="008E6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345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Майструк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 xml:space="preserve"> Л.В., сільська  рада</w:t>
      </w:r>
    </w:p>
    <w:p w:rsidR="008E60C5" w:rsidRPr="00F45345" w:rsidRDefault="008E60C5" w:rsidP="008E6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345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8E60C5" w:rsidRPr="00F45345" w:rsidRDefault="008E60C5" w:rsidP="008E6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345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Майструк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 xml:space="preserve"> Ларисі Василівні,  яка зареєстрована за адресою: </w:t>
      </w:r>
      <w:r w:rsidR="00FF1572" w:rsidRPr="00FF1572">
        <w:rPr>
          <w:rFonts w:ascii="Times New Roman" w:hAnsi="Times New Roman" w:cs="Times New Roman"/>
          <w:sz w:val="24"/>
          <w:szCs w:val="24"/>
        </w:rPr>
        <w:t>____________________</w:t>
      </w:r>
      <w:r w:rsidRPr="00F45345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FF1572" w:rsidRPr="00FF1572">
        <w:rPr>
          <w:rFonts w:ascii="Times New Roman" w:hAnsi="Times New Roman" w:cs="Times New Roman"/>
          <w:sz w:val="24"/>
          <w:szCs w:val="24"/>
        </w:rPr>
        <w:t>_______________</w:t>
      </w:r>
      <w:r w:rsidRPr="00F45345"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0,1187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45345">
        <w:rPr>
          <w:rFonts w:ascii="Times New Roman" w:hAnsi="Times New Roman" w:cs="Times New Roman"/>
          <w:sz w:val="24"/>
          <w:szCs w:val="24"/>
        </w:rPr>
        <w:t xml:space="preserve">га, (кадастровий номер: 6823984000:02:001:0043), для ведення особистого селянського господарства, яка розташована Хмельницька область, 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>.</w:t>
      </w:r>
    </w:p>
    <w:p w:rsidR="008E60C5" w:rsidRPr="00F45345" w:rsidRDefault="008E60C5" w:rsidP="008E6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45345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Майструк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 xml:space="preserve"> Л.В., посвідчити своє право  в  установленому  законом  порядку.</w:t>
      </w:r>
    </w:p>
    <w:p w:rsidR="008E60C5" w:rsidRPr="00F45345" w:rsidRDefault="008E60C5" w:rsidP="008E6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345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E60C5" w:rsidRPr="00F45345" w:rsidRDefault="008E60C5" w:rsidP="008E60C5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E60C5" w:rsidRPr="00F45345" w:rsidRDefault="008E60C5" w:rsidP="008E6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0C5" w:rsidRPr="00F45345" w:rsidRDefault="008E60C5" w:rsidP="008E6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60C5" w:rsidRPr="008E60C5" w:rsidRDefault="008E60C5" w:rsidP="008E60C5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7654A" w:rsidRPr="008E60C5" w:rsidRDefault="008E60C5" w:rsidP="008E60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45345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F45345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F45345">
        <w:rPr>
          <w:rFonts w:ascii="Times New Roman" w:hAnsi="Times New Roman" w:cs="Times New Roman"/>
          <w:sz w:val="24"/>
          <w:szCs w:val="24"/>
        </w:rPr>
        <w:t xml:space="preserve"> </w:t>
      </w:r>
      <w:r w:rsidRPr="004E785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97654A" w:rsidRPr="008E60C5" w:rsidSect="009765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E60C5"/>
    <w:rsid w:val="000E5E0C"/>
    <w:rsid w:val="00171A2E"/>
    <w:rsid w:val="00304C90"/>
    <w:rsid w:val="00505B6D"/>
    <w:rsid w:val="006D3977"/>
    <w:rsid w:val="007D6C18"/>
    <w:rsid w:val="008E60C5"/>
    <w:rsid w:val="0097654A"/>
    <w:rsid w:val="00BB1B61"/>
    <w:rsid w:val="00C010F4"/>
    <w:rsid w:val="00D1641A"/>
    <w:rsid w:val="00FF15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0C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255</Words>
  <Characters>1460</Characters>
  <Application>Microsoft Office Word</Application>
  <DocSecurity>0</DocSecurity>
  <Lines>12</Lines>
  <Paragraphs>3</Paragraphs>
  <ScaleCrop>false</ScaleCrop>
  <Company>Microsoft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2019-12-17T14:02:00Z</dcterms:created>
  <dcterms:modified xsi:type="dcterms:W3CDTF">2019-12-18T06:44:00Z</dcterms:modified>
</cp:coreProperties>
</file>