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AAA" w:rsidRDefault="009B4AAA" w:rsidP="009B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9B4AAA" w:rsidRPr="003B50D1" w:rsidRDefault="009B4AAA" w:rsidP="009B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9B4AAA" w:rsidRPr="003B50D1" w:rsidRDefault="009B4AAA" w:rsidP="009B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9B4AAA" w:rsidRPr="003B50D1" w:rsidRDefault="009B4AAA" w:rsidP="009B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AE806C" wp14:editId="23819C1B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3352" name="Группа 23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335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5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5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5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5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5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5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6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6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6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6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6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6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6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6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6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6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8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8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8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AAA" w:rsidRDefault="009B4AAA" w:rsidP="009B4A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35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8usLn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MJOsUA&#10;AADeAAAADwAAAGRycy9kb3ducmV2LnhtbESPW4vCMBSE34X9D+Es7JumNnihGkWWdfFBEG/vh+bY&#10;FpuT0kTt/vuNIPg4zMw3zHzZ2VrcqfWVYw3DQQKCOHem4kLD6bjuT0H4gGywdkwa/sjDcvHRm2Nm&#10;3IP3dD+EQkQI+ww1lCE0mZQ+L8miH7iGOHoX11oMUbaFNC0+ItzWMk2SsbRYcVwosaHvkvLr4WY1&#10;OPW72Z6LdK9+eBJ4tZtezt1W66/PbjUDEagL7/CrvTEaUqVGCp534hW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gwk6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4j7coA&#10;AADeAAAADwAAAGRycy9kb3ducmV2LnhtbESPQWsCMRSE74X+h/AKXqRm1da2W6OIsGp7KGgLvT42&#10;r5utm5clSXX11zdCocdhZr5hpvPONuJAPtSOFQwHGQji0umaKwUf78XtI4gQkTU2jknBiQLMZ9dX&#10;U8y1O/KWDrtYiQThkKMCE2ObSxlKQxbDwLXEyfty3mJM0ldSezwmuG3kKMsm0mLNacFgS0tD5X73&#10;YxV8F2/mc/lwXvn+05bO/eJ13bxMlOrddItnEJG6+B/+a2+0gtF4fH8HlzvpCsjZ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B6uI+3KAAAA3gAAAA8AAAAAAAAAAAAAAAAAmAIA&#10;AGRycy9kb3ducmV2LnhtbFBLBQYAAAAABAAEAPUAAACP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Eid8MA&#10;AADeAAAADwAAAGRycy9kb3ducmV2LnhtbESP3YrCMBCF7xf2HcIseLNoqkWRrlFEVMQb8ecBhmZs&#10;yjaT0kRb394IgpeH8/NxZovOVuJOjS8dKxgOEhDEudMlFwou501/CsIHZI2VY1LwIA+L+ffXDDPt&#10;Wj7S/RQKEUfYZ6jAhFBnUvrckEU/cDVx9K6usRiibAqpG2zjuK3kKEkm0mLJkWCwppWh/P90sxFy&#10;SPGwv7bnzbbDFtd7w7/Lo1K9n275ByJQFz7hd3unFYzSdDyG1514Be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Eid8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epOscA&#10;AADeAAAADwAAAGRycy9kb3ducmV2LnhtbESPQUvDQBSE74L/YXmCN7sxtbHEbotUBRF6sArF2yP7&#10;mgSzb5fdZxP/vSsIHoeZ+YZZbSY3qBPF1Hs2cD0rQBE33vbcGnh/e7pagkqCbHHwTAa+KcFmfX62&#10;wtr6kV/ptJdWZQinGg10IqHWOjUdOUwzH4izd/TRoWQZW20jjhnuBl0WRaUd9pwXOgy07aj53H85&#10;A7vxMbzcVotj+Ig3pU4PVg5bMebyYrq/AyU0yX/4r/1sDZTz+aKC3zv5Cu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qnqTr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8Zm8QA&#10;AADeAAAADwAAAGRycy9kb3ducmV2LnhtbESP3YrCMBCF7wXfIcyCN6KpFneXrlFEdBFvxJ8HGJqx&#10;KdtMShNtfXuzIHh5OD8fZ77sbCXu1PjSsYLJOAFBnDtdcqHgct6OvkH4gKyxckwKHuRhuej35php&#10;1/KR7qdQiDjCPkMFJoQ6k9Lnhiz6sauJo3d1jcUQZVNI3WAbx20lp0nyKS2WHAkGa1obyv9ONxsh&#10;hxQP+2t73v522OJmb3i4Oio1+OhWPyACdeEdfrV3WsE0TWdf8H8nX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vGZ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SY08QA&#10;AADeAAAADwAAAGRycy9kb3ducmV2LnhtbERPTUsDMRC9C/6HMII3m3Vrq6xNi9QKIniwFoq3YTPd&#10;XdxMQjLtbv99cxA8Pt73YjW6Xp0ops6zgftJAYq49rbjxsDu++3uCVQSZIu9ZzJwpgSr5fXVAivr&#10;B/6i01YalUM4VWigFQmV1qluyWGa+ECcuYOPDiXD2GgbccjhrtdlUcy1w45zQ4uB1i3Vv9ujM/A5&#10;bMLH43x2CD/xodTp1cp+Lcbc3owvz6CERvkX/7nfrYFyOp3lvflOvgJ6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0mN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0gocgA&#10;AADeAAAADwAAAGRycy9kb3ducmV2LnhtbESPzWrDMBCE74W+g9hALyWRG5OSOFFCUxAtNFDyA7ku&#10;1sY2sVZGUmP37atCocdhZr5hVpvBtuJGPjSOFTxNMhDEpTMNVwpORz2egwgR2WDrmBR8U4DN+v5u&#10;hYVxPe/pdoiVSBAOBSqoY+wKKUNZk8UwcR1x8i7OW4xJ+koaj32C21ZOs+xZWmw4LdTY0WtN5fXw&#10;ZRVsP/sq94/ldnAfl7fzTGujd1qph9HwsgQRaYj/4b/2u1EwzfPZAn7vpCsg1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PSCh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sJfsMA&#10;AADeAAAADwAAAGRycy9kb3ducmV2LnhtbESP32rCMBTG7we+QziCdzO1biLVKKIUZOxm6gMcmmNT&#10;bU5KEmt9++VisMuP7x+/9XawrejJh8axgtk0A0FcOd1wreByLt+XIEJE1tg6JgUvCrDdjN7WWGj3&#10;5B/qT7EWaYRDgQpMjF0hZagMWQxT1xEn7+q8xZikr6X2+EzjtpV5li2kxYbTg8GO9oaq++lhFZRf&#10;+Xd/f2hfut3wYenT3JYHo9RkPOxWICIN8T/81z5qBfl8vkgACSeh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sJf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fmGscA&#10;AADeAAAADwAAAGRycy9kb3ducmV2LnhtbESPUWvCMBSF34X9h3AHvoyZapmMzihzEDZQkDnB10tz&#10;bcuam5JE2/37RRB8PJxzvsNZrAbbigv50DhWMJ1kIIhLZxquFBx+9PMriBCRDbaOScEfBVgtH0YL&#10;LIzr+Zsu+1iJBOFQoII6xq6QMpQ1WQwT1xEn7+S8xZikr6Tx2Ce4beUsy+bSYsNpocaOPmoqf/dn&#10;q2C966vcP5XrwW1On8cXrY3eaqXGj8P7G4hIQ7yHb+0vo2CW5/MpXO+kKyC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4n5hr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UyksUA&#10;AADeAAAADwAAAGRycy9kb3ducmV2LnhtbESPwWrDMBBE74H8g9hAb4lcpwnBtRJCgqGUXpL2AxZr&#10;a7m2VkZSHPfvq0Khx2Fm3jDlYbK9GMmH1rGCx1UGgrh2uuVGwcd7tdyBCBFZY++YFHxTgMN+Piux&#10;0O7OFxqvsREJwqFABSbGoZAy1IYshpUbiJP36bzFmKRvpPZ4T3DbyzzLttJiy2nB4EAnQ3V3vVkF&#10;1Wv+NnY37St3nJ4sbczX7myUelhMx2cQkab4H/5rv2gF+Xq9zeH3TroC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xTKS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cJ4cMA&#10;AADeAAAADwAAAGRycy9kb3ducmV2LnhtbESP0YrCMBRE3wX/IdwF32yq1bJ0G2VZUNZHqx9wae62&#10;xeamNtHWvzcLgo/DzJxh8u1oWnGn3jWWFSyiGARxaXXDlYLzaTf/BOE8ssbWMil4kIPtZjrJMdN2&#10;4CPdC1+JAGGXoYLa+y6T0pU1GXSR7YiD92d7gz7IvpK6xyHATSuXcZxKgw2HhRo7+qmpvBQ3o2D1&#10;GPbXYn2Jd9rQ4pB0B/blWqnZx/j9BcLT6N/hV/tXK1gmSZrA/51wBe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0cJ4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yHOsUA&#10;AADeAAAADwAAAGRycy9kb3ducmV2LnhtbESPT4vCMBTE78J+h/AW9qbp1qVoNYqsuCyetP45P5pn&#10;W2xeShO1fnsjCB6HmfkNM513phZXal1lWcH3IAJBnFtdcaFgv1v1RyCcR9ZYWyYFd3Iwn330pphq&#10;e+MtXTNfiABhl6KC0vsmldLlJRl0A9sQB+9kW4M+yLaQusVbgJtaxlGUSIMVh4USG/otKT9nF6Pg&#10;khzjPZ/WepMt73/j5Wrh5KFQ6uuzW0xAeOr8O/xq/2sF8XCY/MDzTrg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rIc6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SvMgA&#10;AADeAAAADwAAAGRycy9kb3ducmV2LnhtbESPQWvCQBSE74X+h+UVvNVNjQabuooKgnpQ1PbQ22v2&#10;NUmbfRuzq8Z/7wqFHoeZ+YYZTVpTiTM1rrSs4KUbgSDOrC45V/B+WDwPQTiPrLGyTAqu5GAyfnwY&#10;YarthXd03vtcBAi7FBUU3teplC4ryKDr2po4eN+2MeiDbHKpG7wEuKlkL4oSabDksFBgTfOCst/9&#10;ySj42A6T1+1s1f9Zb74wNvr4qctEqc5TO30D4an1/+G/9lIr6MVxMoD7nXAF5Pg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j5K8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SbX8YA&#10;AADeAAAADwAAAGRycy9kb3ducmV2LnhtbESPQWvCQBSE7wX/w/IEb3VjUkKI2YhatKUnawteH9nX&#10;JDT7NmS3Gv31bqHQ4zAz3zDFajSdONPgWssKFvMIBHFldcu1gs+P3WMGwnlkjZ1lUnAlB6ty8lBg&#10;ru2F3+l89LUIEHY5Kmi873MpXdWQQTe3PXHwvuxg0Ac51FIPeAlw08k4ilJpsOWw0GBP24aq7+OP&#10;UXBLT3hwL/HmOdGerk/Z3r4d9krNpuN6CcLT6P/Df+1XrSBOkjSF3zvhCsjy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SbX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FXasYA&#10;AADeAAAADwAAAGRycy9kb3ducmV2LnhtbESPzW7CMBCE75X6DtYicSsO4aeQYlBVgcStEPoAq3jr&#10;RMTrELsQeHpcCYnjaGa+0SxWna3FmVpfOVYwHCQgiAunKzYKfg6btxkIH5A11o5JwZU8rJavLwvM&#10;tLvwns55MCJC2GeooAyhyaT0RUkW/cA1xNH7da3FEGVrpG7xEuG2lmmSTKXFiuNCiQ19lVQc8z+r&#10;4OTSie7yNX4f1/NdZcz4dNuPler3us8PEIG68Aw/2lutIB2Npu/wfyde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FXa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Kl88MA&#10;AADeAAAADwAAAGRycy9kb3ducmV2LnhtbERPu27CMBTdkfgH61bqVpwSEdIUgwCpEiuPoeOtfUnS&#10;xtchNhD4ejxUYjw679mit424UOdrxwreRwkIYu1MzaWCw/7rLQfhA7LBxjEpuJGHxXw4mGFh3JW3&#10;dNmFUsQQ9gUqqEJoCym9rsiiH7mWOHJH11kMEXalNB1eY7ht5DhJMmmx5thQYUvrivTf7mwVbOof&#10;mmT6+GHzld5+308hnf4apV5f+uUniEB9eIr/3RujYJymWdwb78Qr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Kl8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/5v8MA&#10;AADeAAAADwAAAGRycy9kb3ducmV2LnhtbERPW2vCMBR+H+w/hCPsbaZWkFmNooPBxlTwgr4emmNT&#10;bE5Kk9X6740w8PG7803nna1ES40vHSsY9BMQxLnTJRcKDvuv9w8QPiBrrByTght5mM9eX6aYaXfl&#10;LbW7UIhYwj5DBSaEOpPS54Ys+r6riaN2do3FEGFTSN3gNZbbSqZJMpIWS44LBmv6NJRfdn9WQYub&#10;W3Iyy/X4p1zl6WZ5/NWRV2+9bjEBEagLT/N/+lsrSIfD0Rged+IV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/5v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ZZcQA&#10;AADeAAAADwAAAGRycy9kb3ducmV2LnhtbESPTUvDQBCG70L/wzKCN7sxBSux21IKFY+a9uBxzE6z&#10;abMzYXdtor/ePQgeX94vntVm8r26UoidsIGHeQGKuBHbcWvgeNjfP4GKCdliL0wGvinCZj27WWFl&#10;ZeR3utapVXmEY4UGXEpDpXVsHHmMcxmIs3eS4DFlGVptA4553Pe6LIpH7bHj/OBwoJ2j5lJ/eQPj&#10;S/N5Lk8f1v2EQfb1m5zLXoy5u522z6ASTek//Nd+tQbKxWKZATJORgG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xGWX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Ws6ccA&#10;AADeAAAADwAAAGRycy9kb3ducmV2LnhtbESPQWsCMRSE74L/ITyhN826QpWtUaxWKEUp2np/bp67&#10;a5OXZZPq9t+bguBxmJlvmOm8tUZcqPGVYwXDQQKCOHe64kLB99e6PwHhA7JG45gU/JGH+azbmWKm&#10;3ZV3dNmHQkQI+wwVlCHUmZQ+L8miH7iaOHon11gMUTaF1A1eI9wamSbJs7RYcVwosaZlSfnP/tcq&#10;WH+uzDnd7hYHGZZv46OZfLyuNko99drFC4hAbXiE7+13rSAdjcZD+L8Tr4C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FrOn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HvCsgA&#10;AADeAAAADwAAAGRycy9kb3ducmV2LnhtbESPQWvCQBSE7wX/w/IEL9JsmtBWUlcpgqig0NpCry/Z&#10;1ySYfRuya4z/3i0IPQ4z8w0zXw6mET11rras4CmKQRAXVtdcKvj+Wj/OQDiPrLGxTAqu5GC5GD3M&#10;MdP2wp/UH30pAoRdhgoq79tMSldUZNBFtiUO3q/tDPogu1LqDi8BbhqZxPGLNFhzWKiwpVVFxel4&#10;Ngr6j31ebnvX7k6zqXtO883moH+UmoyH9zcQngb/H763t1pBkqavCfzdCVdAL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4e8K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4AAA" w:rsidRDefault="009B4AAA" w:rsidP="009B4AAA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E0jMkA&#10;AADeAAAADwAAAGRycy9kb3ducmV2LnhtbESPQWvCQBSE70L/w/IK3nTTpLU2dZUqCF4K1fZQb8/s&#10;axLMvk13V43++q5Q8DjMzDfMZNaZRhzJ+dqygodhAoK4sLrmUsHX53IwBuEDssbGMik4k4fZ9K43&#10;wVzbE6/puAmliBD2OSqoQmhzKX1RkUE/tC1x9H6sMxiidKXUDk8RbhqZJslIGqw5LlTY0qKiYr85&#10;GAXzl/H89+OR3y/r3Za237v9U+oSpfr33dsriEBduIX/2yutIM2y5wyud+IVkN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8E0jMkAAADeAAAADwAAAAAAAAAAAAAAAACYAgAA&#10;ZHJzL2Rvd25yZXYueG1sUEsFBgAAAAAEAAQA9QAAAI4DAAAAAA==&#10;" fillcolor="black" stroked="f">
                  <v:textbox>
                    <w:txbxContent>
                      <w:p w:rsidR="009B4AAA" w:rsidRDefault="009B4AAA" w:rsidP="009B4AAA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ui+MkA&#10;AADeAAAADwAAAGRycy9kb3ducmV2LnhtbESPQWvCQBSE7wX/w/IKvdVNo7USXUXbCoXag7YHj8/s&#10;M1mSfRuyW43++m5B8DjMzDfMdN7ZWhyp9caxgqd+AoI4d9pwoeDne/U4BuEDssbaMSk4k4f5rHc3&#10;xUy7E2/ouA2FiBD2GSooQ2gyKX1ekkXfdw1x9A6utRiibAupWzxFuK1lmiQjadFwXCixodeS8mr7&#10;axXsPkdmvDGU7teX5bteP1fLr7dKqYf7bjEBEagLt/C1/aEVpIPByxD+78QrIG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eui+M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VqUccA&#10;AADeAAAADwAAAGRycy9kb3ducmV2LnhtbESPQWsCMRSE7wX/Q3iCt5qtYitbo4gievFQ29LrY/O6&#10;2e7mZU2irv56Uyj0OMzMN8xs0dlGnMmHyrGCp2EGgrhwuuJSwcf75nEKIkRkjY1jUnClAIt572GG&#10;uXYXfqPzIZYiQTjkqMDE2OZShsKQxTB0LXHyvp23GJP0pdQeLwluGznKsmdpseK0YLCllaGiPpys&#10;Ar/8Wtc3Pn3W2W1/Dduf7jhFo9Sg3y1fQUTq4n/4r73TCkbj8csEfu+kKy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1alH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ZCbcYA&#10;AADeAAAADwAAAGRycy9kb3ducmV2LnhtbESPUWvCQBCE3wv9D8cWfCn10ghao6eUQkFQClp/wJpb&#10;k9C7vZDbavTXe0Khj8PMfMPMl7136kRdbAIbeB1moIjLYBuuDOy/P1/eQEVBtugCk4ELRVguHh/m&#10;WNhw5i2ddlKpBOFYoIFapC20jmVNHuMwtMTJO4bOoyTZVdp2eE5w73SeZWPtseG0UGNLHzWVP7tf&#10;b8DlBzddT+JGLnu9ya5ets9f1pjBU/8+AyXUy3/4r72yBvLRaDKG+510B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1ZCbc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qmrMcA&#10;AADeAAAADwAAAGRycy9kb3ducmV2LnhtbESPQWsCMRSE7wX/Q3iF3mq2K9SyNUpVhL14cLV4fW5e&#10;N0uTl2UTdeuvb4RCj8PMfMPMFoOz4kJ9aD0reBlnIIhrr1tuFBz2m+c3ECEia7SeScEPBVjMRw8z&#10;LLS/8o4uVWxEgnAoUIGJsSukDLUhh2HsO+LkffneYUyyb6Tu8Zrgzso8y16lw5bTgsGOVobq7+rs&#10;FKyrzuaH0izD8XN7OtnytqHjWqmnx+HjHUSkIf6H/9qlVpBPJtMp3O+kK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Kpqz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CA6MMA&#10;AADeAAAADwAAAGRycy9kb3ducmV2LnhtbERPz2vCMBS+D/wfwhO8rYkKVapRhkwQdlpnD94eyVvb&#10;rXkpTWbrf78cBjt+fL/3x8l14k5DaD1rWGYKBLHxtuVaw/Xj/LwFESKyxc4zaXhQgONh9rTHwvqR&#10;3+lexlqkEA4Famhi7Aspg2nIYch8T5y4Tz84jAkOtbQDjincdXKlVC4dtpwaGuzp1JD5Ln+chq+z&#10;fPNGoamu1Xixm9trTp3SejGfXnYgIk3xX/znvlgNq/V6k/amO+kK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CA6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TWFMcA&#10;AADeAAAADwAAAGRycy9kb3ducmV2LnhtbESPT2vCQBTE7wW/w/IEb3VjAq2NrqKCUCo9+IfS42v2&#10;mYRk34bdVdNv7xYKHoeZ+Q0zX/amFVdyvrasYDJOQBAXVtdcKjgdt89TED4ga2wtk4Jf8rBcDJ7m&#10;mGt74z1dD6EUEcI+RwVVCF0upS8qMujHtiOO3tk6gyFKV0rt8BbhppVpkrxIgzXHhQo72lRUNIeL&#10;UfB92fH5M/tYuXX4sv3RN+nPtFFqNOxXMxCB+vAI/7fftYI0y17f4O9OvAJyc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01hT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4AAA" w:rsidRDefault="009B4AAA" w:rsidP="009B4AAA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ba3McA&#10;AADeAAAADwAAAGRycy9kb3ducmV2LnhtbESPzWrCQBSF9wXfYbiCuzox1hKjo6ggdFNQ20XdXTPX&#10;JJi5E2dGTfv0nUWhy8P545svO9OIOzlfW1YwGiYgiAuray4VfH5snzMQPiBrbCyTgm/ysFz0nuaY&#10;a/vgPd0PoRRxhH2OCqoQ2lxKX1Rk0A9tSxy9s3UGQ5SulNrhI46bRqZJ8ioN1hwfKmxpU1FxOdyM&#10;gvU0W193L/z+sz8d6fh1ukxSlyg16HerGYhAXfgP/7XftIJ0PM4iQMSJKC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G2tzHAAAA3gAAAA8AAAAAAAAAAAAAAAAAmAIAAGRy&#10;cy9kb3ducmV2LnhtbFBLBQYAAAAABAAEAPUAAACMAwAAAAA=&#10;" fillcolor="black" stroked="f">
                  <v:textbox>
                    <w:txbxContent>
                      <w:p w:rsidR="009B4AAA" w:rsidRDefault="009B4AAA" w:rsidP="009B4AAA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07cYA&#10;AADeAAAADwAAAGRycy9kb3ducmV2LnhtbESPwWrDMBBE74X+g9hCb42cGEpwowQTKA05OWlCrhtr&#10;a5laKyOpivv3VaHQ4zAzb5jVZrKDSORD71jBfFaAIG6d7rlTcHp/fVqCCBFZ4+CYFHxTgM36/m6F&#10;lXY3PlA6xk5kCIcKFZgYx0rK0BqyGGZuJM7eh/MWY5a+k9rjLcPtIBdF8Swt9pwXDI60NdR+Hr+s&#10;gnTdNnWZLskc9r7uvGveztdGqceHqX4BEWmK/+G/9k4rWJTlcg6/d/IV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x07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4AAA" w:rsidRDefault="009B4AAA" w:rsidP="009B4AAA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Kuk8cA&#10;AADeAAAADwAAAGRycy9kb3ducmV2LnhtbESPQWvCQBSE74X+h+UJ3urGCKLRVUSqaC/VWKjHR/Y1&#10;G5p9G7JrTPvru4VCj8PMfMMs172tRUetrxwrGI8SEMSF0xWXCt4uu6cZCB+QNdaOScEXeVivHh+W&#10;mGl35zN1eShFhLDPUIEJocmk9IUhi37kGuLofbjWYoiyLaVu8R7htpZpkkylxYrjgsGGtoaKz/xm&#10;Ffjx9vn9xX7Pu+ve8Gt+NNNTaZQaDvrNAkSgPvyH/9oHrSCdTGYp/N6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JCrpP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4AAA" w:rsidRDefault="009B4AAA" w:rsidP="009B4AAA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4AAA" w:rsidRPr="003B50D1" w:rsidRDefault="009B4AAA" w:rsidP="009B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9B4AAA" w:rsidRPr="003B50D1" w:rsidRDefault="009B4AAA" w:rsidP="009B4A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9B4AAA" w:rsidRPr="003B50D1" w:rsidRDefault="009B4AAA" w:rsidP="009B4AA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9B4AAA" w:rsidRPr="003B50D1" w:rsidRDefault="009B4AAA" w:rsidP="009B4A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9B4AAA" w:rsidRPr="003B50D1" w:rsidRDefault="009B4AAA" w:rsidP="009B4A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9B4AAA" w:rsidRPr="003B50D1" w:rsidRDefault="009B4AAA" w:rsidP="009B4A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B4AAA" w:rsidRPr="003B50D1" w:rsidRDefault="009B4AAA" w:rsidP="009B4A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B4AAA" w:rsidRPr="003B50D1" w:rsidRDefault="009B4AAA" w:rsidP="009B4A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B4AAA" w:rsidRPr="003B50D1" w:rsidRDefault="009B4AAA" w:rsidP="009B4AA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B4AAA" w:rsidRPr="003B50D1" w:rsidRDefault="009B4AAA" w:rsidP="009B4AA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B4AAA" w:rsidRPr="003B50D1" w:rsidRDefault="009B4AAA" w:rsidP="009B4AA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B4AAA" w:rsidRPr="003B50D1" w:rsidRDefault="009B4AAA" w:rsidP="009B4AA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9B4AAA" w:rsidRPr="003B50D1" w:rsidRDefault="009B4AAA" w:rsidP="009B4AA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B4AAA" w:rsidRPr="003B50D1" w:rsidRDefault="009B4AAA" w:rsidP="009B4AA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B4AAA" w:rsidRPr="003B50D1" w:rsidRDefault="009B4AAA" w:rsidP="009B4AA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9B4AAA" w:rsidRPr="003B50D1" w:rsidRDefault="009B4AAA" w:rsidP="009B4AA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9B4AAA" w:rsidRPr="003B50D1" w:rsidRDefault="009B4AAA" w:rsidP="009B4AA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9B4AAA" w:rsidRPr="003B50D1" w:rsidRDefault="009B4AAA" w:rsidP="009B4AA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9B4AAA" w:rsidRPr="0061236C" w:rsidRDefault="009B4AAA" w:rsidP="009B4AA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Нікітчуку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С. А.</w:t>
      </w:r>
    </w:p>
    <w:p w:rsidR="009B4AAA" w:rsidRPr="003B50D1" w:rsidRDefault="009B4AAA" w:rsidP="009B4AA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B4AAA" w:rsidRPr="003B50D1" w:rsidRDefault="009B4AAA" w:rsidP="009B4AA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B4AAA" w:rsidRPr="003B50D1" w:rsidRDefault="009B4AAA" w:rsidP="009B4AA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Нікітчука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 А.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9B4AAA" w:rsidRPr="003B50D1" w:rsidRDefault="009B4AAA" w:rsidP="009B4AA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9B4AAA" w:rsidRPr="003B50D1" w:rsidRDefault="009B4AAA" w:rsidP="009B4AA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B4AAA" w:rsidRPr="003B50D1" w:rsidRDefault="009B4AAA" w:rsidP="009B4AA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Сергію Андрійовичу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B15FDA" w:rsidRPr="00B15FDA">
        <w:rPr>
          <w:rFonts w:ascii="Times New Roman" w:eastAsia="Calibri" w:hAnsi="Times New Roman" w:cs="Times New Roman"/>
          <w:sz w:val="24"/>
        </w:rPr>
        <w:t>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B15FDA" w:rsidRPr="00B15FDA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технічну документацію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на земельну ділянку для будівництва та обслуговування житлового будинку, господарських будівель і споруд, площею 0,1290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6823984000:01:011:0066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Шепетівський район, </w:t>
      </w:r>
      <w:r>
        <w:rPr>
          <w:rFonts w:ascii="Times New Roman" w:eastAsia="Calibri" w:hAnsi="Times New Roman" w:cs="Times New Roman"/>
          <w:sz w:val="24"/>
        </w:rPr>
        <w:t>с. Крупець, вул. Зарічна 27.</w:t>
      </w:r>
    </w:p>
    <w:p w:rsidR="009B4AAA" w:rsidRPr="003B50D1" w:rsidRDefault="009B4AAA" w:rsidP="009B4AA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С. А.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9B4AAA" w:rsidRPr="003B50D1" w:rsidRDefault="009B4AAA" w:rsidP="009B4AA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B4AAA" w:rsidRPr="003B50D1" w:rsidRDefault="009B4AAA" w:rsidP="009B4AA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B4AAA" w:rsidRDefault="009B4AAA" w:rsidP="009B4AAA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sectPr w:rsidR="009B4AA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AAA"/>
    <w:rsid w:val="008D4BF9"/>
    <w:rsid w:val="009B4AAA"/>
    <w:rsid w:val="00B1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AAA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AAA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3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2022-02-11T13:59:00Z</dcterms:created>
  <dcterms:modified xsi:type="dcterms:W3CDTF">2022-02-14T08:11:00Z</dcterms:modified>
</cp:coreProperties>
</file>