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5E6" w:rsidRDefault="005045E6" w:rsidP="005045E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45E6" w:rsidRDefault="005045E6" w:rsidP="005045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045E6" w:rsidRDefault="005045E6" w:rsidP="005045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045E6" w:rsidRDefault="005045E6" w:rsidP="005045E6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045E6" w:rsidRDefault="005045E6" w:rsidP="005045E6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045E6" w:rsidRDefault="005045E6" w:rsidP="005045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5045E6" w:rsidRDefault="005045E6" w:rsidP="005045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5045E6" w:rsidRDefault="005045E6" w:rsidP="005045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5045E6" w:rsidRDefault="005045E6" w:rsidP="00504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5045E6" w:rsidRDefault="005045E6" w:rsidP="00504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45E6" w:rsidRDefault="005045E6" w:rsidP="00504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5045E6" w:rsidRDefault="005045E6" w:rsidP="00504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45E6" w:rsidRDefault="005045E6" w:rsidP="00504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5045E6" w:rsidRDefault="005045E6" w:rsidP="005045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045E6" w:rsidRDefault="005045E6" w:rsidP="005045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15.01.2020                                                 Крупець                                                            №3</w:t>
      </w:r>
    </w:p>
    <w:p w:rsidR="005045E6" w:rsidRDefault="005045E6" w:rsidP="005045E6">
      <w:pPr>
        <w:pStyle w:val="af5"/>
        <w:spacing w:before="0"/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5045E6" w:rsidRDefault="005045E6" w:rsidP="005045E6">
      <w:pPr>
        <w:pStyle w:val="af5"/>
        <w:spacing w:before="0" w:line="276" w:lineRule="auto"/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Про  комісію з питань визначення стану</w:t>
      </w:r>
    </w:p>
    <w:p w:rsidR="005045E6" w:rsidRDefault="005045E6" w:rsidP="005045E6">
      <w:pPr>
        <w:pStyle w:val="af5"/>
        <w:spacing w:before="0" w:line="276" w:lineRule="auto"/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зелених насаджень  та їх відновної вартості </w:t>
      </w:r>
    </w:p>
    <w:p w:rsidR="005045E6" w:rsidRDefault="005045E6" w:rsidP="005045E6">
      <w:pPr>
        <w:pStyle w:val="af5"/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045E6" w:rsidRDefault="005045E6" w:rsidP="005045E6">
      <w:pPr>
        <w:pStyle w:val="af6"/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  <w:lang w:val="ru-RU"/>
        </w:rPr>
      </w:pPr>
      <w:r>
        <w:rPr>
          <w:rFonts w:ascii="Times New Roman" w:hAnsi="Times New Roman"/>
          <w:b w:val="0"/>
          <w:noProof/>
          <w:sz w:val="24"/>
          <w:szCs w:val="24"/>
          <w:lang w:val="ru-RU"/>
        </w:rPr>
        <w:t xml:space="preserve">            </w:t>
      </w:r>
      <w:proofErr w:type="gramStart"/>
      <w:r>
        <w:rPr>
          <w:rFonts w:ascii="Times New Roman" w:hAnsi="Times New Roman"/>
          <w:b w:val="0"/>
          <w:noProof/>
          <w:sz w:val="24"/>
          <w:szCs w:val="24"/>
          <w:lang w:val="ru-RU"/>
        </w:rPr>
        <w:t>Відповідно до ч.1 статті 52 Закону  України «Про місцеве самоврядування в Україні», Порядку видалення дерев, кущів, газонів і квітників у населених пунктах, затвердженого Постановою Кабінету України Міністрів України від 01 серпня 2006 року № 1045 (Далі – Порядок), Правил утримання зелених насаджень у населених пунктах Укра</w:t>
      </w:r>
      <w:proofErr w:type="gramEnd"/>
      <w:r>
        <w:rPr>
          <w:rFonts w:ascii="Times New Roman" w:hAnsi="Times New Roman"/>
          <w:b w:val="0"/>
          <w:noProof/>
          <w:sz w:val="24"/>
          <w:szCs w:val="24"/>
          <w:lang w:val="ru-RU"/>
        </w:rPr>
        <w:t>ї</w:t>
      </w:r>
      <w:proofErr w:type="gramStart"/>
      <w:r>
        <w:rPr>
          <w:rFonts w:ascii="Times New Roman" w:hAnsi="Times New Roman"/>
          <w:b w:val="0"/>
          <w:noProof/>
          <w:sz w:val="24"/>
          <w:szCs w:val="24"/>
          <w:lang w:val="ru-RU"/>
        </w:rPr>
        <w:t xml:space="preserve">ни, затверджених  наказом Міністерства будівництва, архітектури та житлово-комунального господарства України від від 10 квітня 2006 року №105 (далі - Правила) та з метою розгляду звернень фізичних та юридичних осіб щодо видалення зелених насаджень   на території Крупецької сільської,  виконавчий комітет Крупецької сільської ради </w:t>
      </w:r>
      <w:proofErr w:type="gramEnd"/>
    </w:p>
    <w:p w:rsidR="005045E6" w:rsidRDefault="005045E6" w:rsidP="005045E6">
      <w:pPr>
        <w:pStyle w:val="af5"/>
        <w:spacing w:before="0"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ВИРІШИВ:</w:t>
      </w:r>
    </w:p>
    <w:p w:rsidR="005045E6" w:rsidRDefault="005045E6" w:rsidP="005045E6">
      <w:pPr>
        <w:pStyle w:val="af7"/>
        <w:spacing w:line="276" w:lineRule="auto"/>
        <w:rPr>
          <w:sz w:val="24"/>
          <w:szCs w:val="24"/>
        </w:rPr>
      </w:pPr>
      <w:r>
        <w:rPr>
          <w:sz w:val="24"/>
          <w:lang w:val="ru-RU"/>
        </w:rPr>
        <w:t>1. У</w:t>
      </w:r>
      <w:r>
        <w:rPr>
          <w:sz w:val="24"/>
        </w:rPr>
        <w:t>творити комісію з питань визначення  стану зелених  насаджень та їх  відновної вартості (далі – Комісія) та затвердити її склад  згідно з додатком.</w:t>
      </w:r>
    </w:p>
    <w:p w:rsidR="005045E6" w:rsidRDefault="005045E6" w:rsidP="005045E6">
      <w:pPr>
        <w:pStyle w:val="af7"/>
        <w:spacing w:line="276" w:lineRule="auto"/>
        <w:rPr>
          <w:sz w:val="24"/>
        </w:rPr>
      </w:pPr>
      <w:r>
        <w:rPr>
          <w:sz w:val="24"/>
        </w:rPr>
        <w:t xml:space="preserve">            2. Комісії  проводити обстеження зелених насаджень за зверненнями фізичних та юридичних осіб щодо їх видалення  на території Крупецької  сільської  ради, відповідно до  Порядку та Правил. </w:t>
      </w:r>
    </w:p>
    <w:p w:rsidR="005045E6" w:rsidRDefault="005045E6" w:rsidP="005045E6">
      <w:pPr>
        <w:pStyle w:val="af7"/>
        <w:spacing w:line="276" w:lineRule="auto"/>
        <w:rPr>
          <w:sz w:val="24"/>
        </w:rPr>
      </w:pPr>
      <w:r>
        <w:rPr>
          <w:sz w:val="24"/>
        </w:rPr>
        <w:t xml:space="preserve">            3. Контроль за виконанням цього рішення покласти на сільського голову </w:t>
      </w:r>
      <w:proofErr w:type="spellStart"/>
      <w:r>
        <w:rPr>
          <w:sz w:val="24"/>
        </w:rPr>
        <w:t>Михалюка</w:t>
      </w:r>
      <w:proofErr w:type="spellEnd"/>
      <w:r>
        <w:rPr>
          <w:sz w:val="24"/>
        </w:rPr>
        <w:t xml:space="preserve"> В.А. </w:t>
      </w:r>
    </w:p>
    <w:p w:rsidR="005045E6" w:rsidRPr="005045E6" w:rsidRDefault="005045E6" w:rsidP="005045E6">
      <w:pPr>
        <w:pStyle w:val="af7"/>
        <w:spacing w:line="276" w:lineRule="auto"/>
        <w:ind w:left="0" w:right="279"/>
        <w:rPr>
          <w:sz w:val="24"/>
          <w:lang w:val="en-US"/>
        </w:rPr>
      </w:pPr>
    </w:p>
    <w:p w:rsidR="005045E6" w:rsidRPr="005045E6" w:rsidRDefault="005045E6" w:rsidP="005045E6">
      <w:pPr>
        <w:pStyle w:val="af7"/>
        <w:spacing w:line="276" w:lineRule="auto"/>
        <w:ind w:left="0" w:right="279"/>
        <w:rPr>
          <w:sz w:val="24"/>
          <w:lang w:val="en-US"/>
        </w:rPr>
      </w:pPr>
    </w:p>
    <w:p w:rsidR="005045E6" w:rsidRDefault="005045E6" w:rsidP="005045E6">
      <w:pPr>
        <w:pStyle w:val="af7"/>
        <w:spacing w:line="276" w:lineRule="auto"/>
        <w:ind w:right="279"/>
        <w:rPr>
          <w:sz w:val="24"/>
        </w:rPr>
      </w:pPr>
      <w:r>
        <w:rPr>
          <w:sz w:val="24"/>
        </w:rPr>
        <w:t xml:space="preserve">Сільський    голова                                                                     В.А. </w:t>
      </w:r>
      <w:proofErr w:type="spellStart"/>
      <w:r>
        <w:rPr>
          <w:sz w:val="24"/>
        </w:rPr>
        <w:t>Михалюк</w:t>
      </w:r>
      <w:proofErr w:type="spellEnd"/>
      <w:r>
        <w:rPr>
          <w:sz w:val="24"/>
        </w:rPr>
        <w:t xml:space="preserve"> </w:t>
      </w:r>
    </w:p>
    <w:p w:rsidR="005045E6" w:rsidRPr="005045E6" w:rsidRDefault="005045E6" w:rsidP="005045E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45E6" w:rsidRDefault="005045E6" w:rsidP="00504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Додаток</w:t>
      </w:r>
    </w:p>
    <w:p w:rsidR="005045E6" w:rsidRDefault="005045E6" w:rsidP="00504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до рішення виконавчого</w:t>
      </w:r>
    </w:p>
    <w:p w:rsidR="005045E6" w:rsidRDefault="005045E6" w:rsidP="00504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комітету  сільської ради</w:t>
      </w:r>
    </w:p>
    <w:p w:rsidR="005045E6" w:rsidRDefault="005045E6" w:rsidP="00504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від  15.01.2020 р.   №3</w:t>
      </w:r>
    </w:p>
    <w:p w:rsidR="005045E6" w:rsidRDefault="005045E6" w:rsidP="00504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45E6" w:rsidRDefault="005045E6" w:rsidP="00504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45E6" w:rsidRDefault="005045E6" w:rsidP="005045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5E6" w:rsidRDefault="005045E6" w:rsidP="00504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</w:t>
      </w:r>
    </w:p>
    <w:p w:rsidR="005045E6" w:rsidRDefault="005045E6" w:rsidP="00504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комісії з питань визначення стану зелених насаджень та їх відновної вартості</w:t>
      </w:r>
    </w:p>
    <w:p w:rsidR="005045E6" w:rsidRDefault="005045E6" w:rsidP="00504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- сільський голова, голова комісії</w:t>
      </w:r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Валерій Анатолійович</w:t>
      </w:r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Ковба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- головний спеціаліст відділу  комунальної власності,</w:t>
      </w:r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Олександр Леонідович                        охорони навколишнього середовища та земельних</w:t>
      </w:r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відносин, заступник голови комісії</w:t>
      </w:r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Шевченко Наталія                              - інспектор відділу  комунальної власності, охорони</w:t>
      </w:r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Анатоліївна                                           навколишнього середовища та земельних відносин                                                                       </w:t>
      </w:r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Шатковський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- староста Полянського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                           </w:t>
      </w:r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Костянтин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Вацлавович</w:t>
      </w:r>
      <w:proofErr w:type="spellEnd"/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Смолій                                                 - в. о. староста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</w:t>
      </w:r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Олександр Миколайович                                                                                                                                                                         </w:t>
      </w:r>
    </w:p>
    <w:p w:rsid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Ковальчук                                            - в. о. староста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Лисиченського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</w:t>
      </w:r>
    </w:p>
    <w:p w:rsidR="005045E6" w:rsidRPr="005045E6" w:rsidRDefault="005045E6" w:rsidP="005045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Григорій Григорович</w:t>
      </w:r>
    </w:p>
    <w:p w:rsidR="005045E6" w:rsidRDefault="005045E6" w:rsidP="00504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B2FDD" w:rsidRPr="005045E6" w:rsidRDefault="005045E6" w:rsidP="005045E6">
      <w:pPr>
        <w:pStyle w:val="a3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045E6">
        <w:rPr>
          <w:rFonts w:ascii="Times New Roman" w:hAnsi="Times New Roman"/>
          <w:sz w:val="24"/>
          <w:szCs w:val="24"/>
          <w:lang w:val="ru-RU"/>
        </w:rPr>
        <w:t>Сільський</w:t>
      </w:r>
      <w:proofErr w:type="spellEnd"/>
      <w:r w:rsidRPr="005045E6">
        <w:rPr>
          <w:rFonts w:ascii="Times New Roman" w:hAnsi="Times New Roman"/>
          <w:sz w:val="24"/>
          <w:szCs w:val="24"/>
          <w:lang w:val="ru-RU"/>
        </w:rPr>
        <w:t xml:space="preserve">  голова                                                                                   </w:t>
      </w:r>
      <w:proofErr w:type="spellStart"/>
      <w:r w:rsidRPr="005045E6">
        <w:rPr>
          <w:rFonts w:ascii="Times New Roman" w:hAnsi="Times New Roman"/>
          <w:sz w:val="24"/>
          <w:szCs w:val="24"/>
          <w:lang w:val="ru-RU"/>
        </w:rPr>
        <w:t>В.А.Михалю</w:t>
      </w:r>
      <w:proofErr w:type="spellEnd"/>
    </w:p>
    <w:sectPr w:rsidR="00DB2FDD" w:rsidRPr="005045E6" w:rsidSect="00DB2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045E6"/>
    <w:rsid w:val="00171A2E"/>
    <w:rsid w:val="00304C90"/>
    <w:rsid w:val="005045E6"/>
    <w:rsid w:val="00505B6D"/>
    <w:rsid w:val="006D3977"/>
    <w:rsid w:val="007D6C18"/>
    <w:rsid w:val="00D1641A"/>
    <w:rsid w:val="00DB2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a4">
    <w:name w:val="Без интервала Знак"/>
    <w:link w:val="a3"/>
    <w:uiPriority w:val="1"/>
    <w:rsid w:val="005045E6"/>
  </w:style>
  <w:style w:type="paragraph" w:customStyle="1" w:styleId="af5">
    <w:name w:val="Нормальний текст"/>
    <w:basedOn w:val="a"/>
    <w:qFormat/>
    <w:rsid w:val="005045E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6">
    <w:name w:val="Назва документа"/>
    <w:basedOn w:val="a"/>
    <w:next w:val="af5"/>
    <w:rsid w:val="005045E6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f7">
    <w:name w:val="Body Text Indent"/>
    <w:aliases w:val="Подпись к рис.,Ïîäïèñü ê ðèñ.,Iiaienu e ?en.,Body Text 2,Body Text 2 Знак"/>
    <w:basedOn w:val="a"/>
    <w:link w:val="af8"/>
    <w:qFormat/>
    <w:rsid w:val="005045E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8">
    <w:name w:val="Основной текст с отступом Знак"/>
    <w:aliases w:val="Подпись к рис. Знак,Ïîäïèñü ê ðèñ. Знак,Iiaienu e ?en. Знак,Body Text 2 Знак1,Body Text 2 Знак Знак"/>
    <w:basedOn w:val="a0"/>
    <w:link w:val="af7"/>
    <w:rsid w:val="005045E6"/>
    <w:rPr>
      <w:rFonts w:ascii="Times New Roman" w:eastAsia="Times New Roman" w:hAnsi="Times New Roman" w:cs="Times New Roman"/>
      <w:sz w:val="20"/>
      <w:szCs w:val="20"/>
      <w:lang w:val="uk-UA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506</Words>
  <Characters>2886</Characters>
  <Application>Microsoft Office Word</Application>
  <DocSecurity>0</DocSecurity>
  <Lines>24</Lines>
  <Paragraphs>6</Paragraphs>
  <ScaleCrop>false</ScaleCrop>
  <Company>Microsoft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2020-01-17T06:45:00Z</dcterms:created>
  <dcterms:modified xsi:type="dcterms:W3CDTF">2020-01-17T06:46:00Z</dcterms:modified>
</cp:coreProperties>
</file>