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273" w:rsidRDefault="00E10273" w:rsidP="00E1027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273" w:rsidRDefault="00E10273" w:rsidP="00E102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10273" w:rsidRDefault="00E10273" w:rsidP="00E102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10273" w:rsidRDefault="00E10273" w:rsidP="00E10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0273" w:rsidRDefault="00E10273" w:rsidP="00E10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0273" w:rsidRDefault="00E10273" w:rsidP="00E10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0273" w:rsidRDefault="00E10273" w:rsidP="00E10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0273" w:rsidRDefault="00E10273" w:rsidP="00E10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10273" w:rsidRDefault="00E10273" w:rsidP="00E1027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10273" w:rsidRDefault="00E10273" w:rsidP="00E10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10273" w:rsidRDefault="00E10273" w:rsidP="00E10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10273" w:rsidRDefault="00E10273" w:rsidP="00E10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0273" w:rsidRDefault="00E10273" w:rsidP="00E10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10273" w:rsidRDefault="00E10273" w:rsidP="00E10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0273" w:rsidRDefault="00E10273" w:rsidP="00E10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10273" w:rsidRDefault="00E10273" w:rsidP="00E1027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10273" w:rsidRDefault="00E10273" w:rsidP="00E1027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№108</w:t>
      </w:r>
    </w:p>
    <w:p w:rsidR="00E10273" w:rsidRPr="00DE6ED3" w:rsidRDefault="00E10273" w:rsidP="00E10273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E10273" w:rsidRPr="00DE6ED3" w:rsidRDefault="00E10273" w:rsidP="00E10273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E10273" w:rsidRPr="00DE6ED3" w:rsidRDefault="00E10273" w:rsidP="00E10273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E10273" w:rsidRPr="00DE6ED3" w:rsidRDefault="00E10273" w:rsidP="00E10273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E10273" w:rsidRPr="00DE6ED3" w:rsidRDefault="00E10273" w:rsidP="00E10273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E10273" w:rsidRPr="00D54261" w:rsidRDefault="00E10273" w:rsidP="00E10273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Клємєшовій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О.Л.</w:t>
      </w:r>
    </w:p>
    <w:p w:rsidR="00E10273" w:rsidRPr="00DE6ED3" w:rsidRDefault="00E10273" w:rsidP="00E10273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E10273" w:rsidRPr="00DE6ED3" w:rsidRDefault="00E10273" w:rsidP="00E1027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</w:rPr>
        <w:t xml:space="preserve">, розглянувши заяву  </w:t>
      </w:r>
      <w:proofErr w:type="spellStart"/>
      <w:r>
        <w:rPr>
          <w:rFonts w:ascii="Times New Roman" w:eastAsia="Calibri" w:hAnsi="Times New Roman" w:cs="Times New Roman"/>
          <w:sz w:val="24"/>
        </w:rPr>
        <w:t>Клємєшової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О.Л.</w:t>
      </w:r>
      <w:r w:rsidRPr="00DE6ED3">
        <w:rPr>
          <w:rFonts w:ascii="Times New Roman" w:eastAsia="Calibri" w:hAnsi="Times New Roman" w:cs="Times New Roman"/>
          <w:sz w:val="24"/>
        </w:rPr>
        <w:t>, сільська рада</w:t>
      </w:r>
    </w:p>
    <w:p w:rsidR="00E10273" w:rsidRPr="00DE6ED3" w:rsidRDefault="00E10273" w:rsidP="00E1027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E10273" w:rsidRPr="004756AC" w:rsidRDefault="00E10273" w:rsidP="00E1027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Клємєшовій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Ользі Леонтіївні,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9C1C59">
        <w:rPr>
          <w:rFonts w:ascii="Times New Roman" w:eastAsia="Calibri" w:hAnsi="Times New Roman" w:cs="Times New Roman"/>
          <w:sz w:val="24"/>
        </w:rPr>
        <w:t>________</w:t>
      </w:r>
      <w:bookmarkStart w:id="0" w:name="_GoBack"/>
      <w:bookmarkEnd w:id="0"/>
      <w:r w:rsidRPr="00DE6ED3">
        <w:rPr>
          <w:rFonts w:ascii="Times New Roman" w:eastAsia="Calibri" w:hAnsi="Times New Roman" w:cs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</w:t>
      </w:r>
      <w:r>
        <w:rPr>
          <w:rFonts w:ascii="Times New Roman" w:eastAsia="Calibri" w:hAnsi="Times New Roman" w:cs="Times New Roman"/>
          <w:sz w:val="24"/>
        </w:rPr>
        <w:t xml:space="preserve"> 2,77  в умовних кадастрових гектарах, сертифікат на право на земельну частку (пай) серія ХМ №0102485</w:t>
      </w:r>
      <w:r w:rsidRPr="00DE6ED3">
        <w:rPr>
          <w:rFonts w:ascii="Times New Roman" w:eastAsia="Calibri" w:hAnsi="Times New Roman" w:cs="Times New Roman"/>
          <w:sz w:val="24"/>
        </w:rPr>
        <w:t>,  для</w:t>
      </w:r>
      <w:r>
        <w:rPr>
          <w:rFonts w:ascii="Times New Roman" w:eastAsia="Calibri" w:hAnsi="Times New Roman" w:cs="Times New Roman"/>
          <w:sz w:val="24"/>
        </w:rPr>
        <w:t xml:space="preserve"> ведення товарного сільськогосподарського виробництва</w:t>
      </w:r>
      <w:r w:rsidRPr="00DE6ED3">
        <w:rPr>
          <w:rFonts w:ascii="Times New Roman" w:eastAsia="Calibri" w:hAnsi="Times New Roman" w:cs="Times New Roman"/>
          <w:sz w:val="24"/>
        </w:rPr>
        <w:t xml:space="preserve">, земельна </w:t>
      </w:r>
      <w:r>
        <w:rPr>
          <w:rFonts w:ascii="Times New Roman" w:eastAsia="Calibri" w:hAnsi="Times New Roman" w:cs="Times New Roman"/>
          <w:sz w:val="24"/>
        </w:rPr>
        <w:t xml:space="preserve">ділянка  розташована на території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 (</w:t>
      </w:r>
      <w:proofErr w:type="spellStart"/>
      <w:r>
        <w:rPr>
          <w:rFonts w:ascii="Times New Roman" w:eastAsia="Calibri" w:hAnsi="Times New Roman" w:cs="Times New Roman"/>
          <w:sz w:val="24"/>
        </w:rPr>
        <w:t>Лисиченська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рада).</w:t>
      </w:r>
    </w:p>
    <w:p w:rsidR="00E10273" w:rsidRPr="00DE6ED3" w:rsidRDefault="00E10273" w:rsidP="00E1027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</w:t>
      </w:r>
      <w:r w:rsidRPr="004756AC">
        <w:rPr>
          <w:rFonts w:ascii="Times New Roman" w:eastAsia="Calibri" w:hAnsi="Times New Roman" w:cs="Times New Roman"/>
          <w:sz w:val="24"/>
        </w:rPr>
        <w:t>Клємєшовій О.Л.,</w:t>
      </w:r>
      <w:r w:rsidRPr="00DE6ED3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E10273" w:rsidRPr="00DE6ED3" w:rsidRDefault="00E10273" w:rsidP="00E1027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10273" w:rsidRPr="00DE6ED3" w:rsidRDefault="00E10273" w:rsidP="00E1027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10273" w:rsidRPr="00DE6ED3" w:rsidRDefault="00E10273" w:rsidP="00E1027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10273" w:rsidRDefault="00E10273" w:rsidP="00E1027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10273" w:rsidRDefault="00E10273" w:rsidP="00E1027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10273" w:rsidRDefault="00E10273" w:rsidP="00E1027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</w:p>
    <w:p w:rsidR="0058593E" w:rsidRDefault="0058593E"/>
    <w:sectPr w:rsidR="0058593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273"/>
    <w:rsid w:val="00171A2E"/>
    <w:rsid w:val="00304C90"/>
    <w:rsid w:val="00505B6D"/>
    <w:rsid w:val="0058593E"/>
    <w:rsid w:val="006D3977"/>
    <w:rsid w:val="007D6C18"/>
    <w:rsid w:val="009C1C59"/>
    <w:rsid w:val="00D1641A"/>
    <w:rsid w:val="00E1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59481"/>
  <w15:docId w15:val="{34098333-8F35-4B58-93D2-E49C0D93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27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E1027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1027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1027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2</Pages>
  <Words>271</Words>
  <Characters>1546</Characters>
  <Application>Microsoft Office Word</Application>
  <DocSecurity>0</DocSecurity>
  <Lines>12</Lines>
  <Paragraphs>3</Paragraphs>
  <ScaleCrop>false</ScaleCrop>
  <Company>Microsoft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2021-04-28T12:23:00Z</dcterms:created>
  <dcterms:modified xsi:type="dcterms:W3CDTF">2021-04-28T13:38:00Z</dcterms:modified>
</cp:coreProperties>
</file>