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6F" w:rsidRDefault="00165A6F" w:rsidP="00165A6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5A6F" w:rsidRDefault="00165A6F" w:rsidP="00165A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5A6F" w:rsidRDefault="00165A6F" w:rsidP="00165A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5A6F" w:rsidRDefault="00165A6F" w:rsidP="00165A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5A6F" w:rsidRDefault="00165A6F" w:rsidP="00165A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5A6F" w:rsidRDefault="00165A6F" w:rsidP="00165A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№45</w:t>
      </w:r>
    </w:p>
    <w:p w:rsidR="00165A6F" w:rsidRPr="00D473DA" w:rsidRDefault="00165A6F" w:rsidP="00165A6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65A6F" w:rsidRPr="00D473DA" w:rsidRDefault="00165A6F" w:rsidP="00165A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Гладуну С.О.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  <w:lang w:eastAsia="en-US"/>
        </w:rPr>
        <w:t>20,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118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121 Земельного кодексу України, Закону України «Про землеустрій»,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Гладуна С.О.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165A6F" w:rsidRPr="00740B77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</w:pP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     1</w:t>
      </w:r>
      <w:r w:rsidRPr="00D473DA">
        <w:rPr>
          <w:rFonts w:ascii="Times New Roman" w:eastAsia="Calibri" w:hAnsi="Times New Roman" w:cs="Times New Roman"/>
          <w:color w:val="FF0000"/>
          <w:sz w:val="24"/>
          <w:lang w:eastAsia="en-US"/>
        </w:rPr>
        <w:t xml:space="preserve">.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Надати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Гладуну Сергію Олеговичу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,  як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F091C" w:rsidRPr="003F091C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 із землеустрою щодо відведення земельної ділянки для передачі її у </w:t>
      </w:r>
      <w:r>
        <w:rPr>
          <w:rFonts w:ascii="Times New Roman" w:eastAsia="Calibri" w:hAnsi="Times New Roman" w:cs="Times New Roman"/>
          <w:sz w:val="24"/>
          <w:lang w:eastAsia="en-US"/>
        </w:rPr>
        <w:t>власність,  орієнтовною площею 2,0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>000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га, </w:t>
      </w:r>
      <w:r w:rsidRPr="00D473DA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 землі запасу, кадастровий номер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6823986800:05:011:0212 зі зміною цільового призначення, для ведення особистого селянського господарства, яка розташована </w:t>
      </w:r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Хмельницька область,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Славутський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район, Полянська сільська рада </w:t>
      </w:r>
      <w:proofErr w:type="spellStart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Крупецької</w:t>
      </w:r>
      <w:proofErr w:type="spellEnd"/>
      <w:r w:rsidRPr="00402C7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об’єднаної територіальної громади</w:t>
      </w:r>
      <w:r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  <w:lang w:eastAsia="en-US"/>
        </w:rPr>
        <w:t>.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Гладуну С.О. р</w:t>
      </w:r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озробити </w:t>
      </w:r>
      <w:proofErr w:type="spellStart"/>
      <w:r w:rsidRPr="00D473DA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D473DA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165A6F" w:rsidRPr="00D473DA" w:rsidRDefault="00165A6F" w:rsidP="00165A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3DA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65A6F" w:rsidRPr="00D473DA" w:rsidRDefault="00165A6F" w:rsidP="00165A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5A6F" w:rsidRPr="00D473DA" w:rsidRDefault="00165A6F" w:rsidP="00165A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5A6F" w:rsidRDefault="00165A6F" w:rsidP="00165A6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D473DA">
        <w:rPr>
          <w:rFonts w:ascii="Times New Roman" w:eastAsia="Arial Unicode MS" w:hAnsi="Times New Roman" w:cs="Times New Roman"/>
          <w:sz w:val="24"/>
          <w:szCs w:val="24"/>
        </w:rPr>
        <w:lastRenderedPageBreak/>
        <w:t>Сільський   голова                                                                         Валерій   МИХАЛЮК</w:t>
      </w:r>
    </w:p>
    <w:p w:rsidR="00F05945" w:rsidRDefault="00F05945"/>
    <w:sectPr w:rsidR="00F0594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6F"/>
    <w:rsid w:val="00165A6F"/>
    <w:rsid w:val="003F091C"/>
    <w:rsid w:val="00F0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5A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5A6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5A6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6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5A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5A6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5A6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284</Words>
  <Characters>1624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2021-07-07T06:24:00Z</dcterms:created>
  <dcterms:modified xsi:type="dcterms:W3CDTF">2021-07-07T08:12:00Z</dcterms:modified>
</cp:coreProperties>
</file>