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0EB" w:rsidRPr="00C64632" w:rsidRDefault="00FE60EB" w:rsidP="00FE60E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594" name="Группа 12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59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Pr="000822BC" w:rsidRDefault="00FE60EB" w:rsidP="00FE60E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0EB" w:rsidRDefault="00FE60EB" w:rsidP="00FE60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94" o:spid="_x0000_s1026" style="position:absolute;left:0;text-align:left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/J8QA&#10;AADeAAAADwAAAGRycy9kb3ducmV2LnhtbERPS2vCQBC+F/wPywjedNNI1KauQYoVD4L4ug/ZMQnN&#10;zobsNkn/vVso9DYf33PW2WBq0VHrKssKXmcRCOLc6ooLBbfr53QFwnlkjbVlUvBDDrLN6GWNqbY9&#10;n6m7+EKEEHYpKii9b1IpXV6SQTezDXHgHrY16ANsC6lb7EO4qWUcRQtpsOLQUGJDHyXlX5dvo8DO&#10;94fjvYjP8x0vPW9Pq8d9OCo1GQ/bdxCeBv8v/nMfdJgfJ28J/L4TbpCb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7fyf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1T88cA&#10;AADeAAAADwAAAGRycy9kb3ducmV2LnhtbERPTWsCMRC9F/ofwhR6kZqt0LVujSLC2upB0BZ6HTbT&#10;zdbNZEmibv31TUHobR7vc6bz3rbiRD40jhU8DjMQxJXTDdcKPt7Lh2cQISJrbB2Tgh8KMJ/d3kyx&#10;0O7MOzrtYy1SCIcCFZgYu0LKUBmyGIauI07cl/MWY4K+ltrjOYXbVo6yLJcWG04NBjtaGqoO+6NV&#10;8F1uzedyfFn5wWRHl0G5eW3XuVL3d/3iBUSkPv6Lr+43neaPniY5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tU/P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JSaccA&#10;AADeAAAADwAAAGRycy9kb3ducmV2LnhtbESPzWrDMBCE74W8g9hCLiWR49AmdS2HUJJScgn5eYDF&#10;2lim1spYqu28fVUo9LbLzM43m29G24ieOl87VrCYJyCIS6drrhRcL/vZGoQPyBobx6TgTh42xeQh&#10;x0y7gU/Un0MlYgj7DBWYENpMSl8asujnriWO2s11FkNcu0rqDocYbhuZJsmLtFhzJBhs6d1Q+XX+&#10;thFyXOLxcBsu+48RB9wdDD9tT0pNH8ftG4hAY/g3/11/6lg/fX5dwe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yUmn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nTIccA&#10;AADeAAAADwAAAGRycy9kb3ducmV2LnhtbESPQUsDMRCF7wX/Q5iCN5vtYquuTYtUBRF6sBaKt2Ez&#10;3V3cTEISu+u/dw5CbzO8N+99s9qMrldniqnzbGA+K0AR19523Bg4fL7e3INKGdli75kM/FKCzfpq&#10;ssLK+oE/6LzPjZIQThUaaHMOldapbslhmvlALNrJR4dZ1thoG3GQcNfrsiiW2mHH0tBioG1L9ff+&#10;xxnYDS/h/W65OIWveFvq9GzzcZuNuZ6OT4+gMo35Yv6/frOCXy4ehFfekRn0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p0yH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FjgMYA&#10;AADeAAAADwAAAGRycy9kb3ducmV2LnhtbESP0WrCQBBF3wv+wzJCX0rdaGmp0TUEMVLyImo/YMiO&#10;2WB2NmRXk/69Wyj0bYZ7554762y0rbhT7xvHCuazBARx5XTDtYLvc/H6CcIHZI2tY1LwQx6yzeRp&#10;jal2Ax/pfgq1iCHsU1RgQuhSKX1lyKKfuY44ahfXWwxx7WupexxiuG3lIkk+pMWGI8FgR1tD1fV0&#10;sxFyeMNDeRnOxX7EAXel4Zf8qNTzdMxXIAKN4d/8d/2lY/3F+3IJ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Fjg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r3McA&#10;AADeAAAADwAAAGRycy9kb3ducmV2LnhtbESPQUvDQBCF74L/YRnBm90Yaiqx2yK1ggge2gqltyU7&#10;TYLZ2WV3bOK/dw6CtxnmzXvvW64nP6gLptwHMnA/K0AhNcH11Br4PLzePYLKbMnZIRAa+MEM69X1&#10;1dLWLoy0w8ueWyUmlGtroGOOtda56dDbPAsRSW7nkLxlWVOrXbKjmPtBl0VRaW97koTORtx02Hzt&#10;v72Bj3Eb3xfVwzme0rzU+cXxccPG3N5Mz0+gGCf+F/99vzmpX1aFAAiOz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6wK9z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mTrsQA&#10;AADeAAAADwAAAGRycy9kb3ducmV2LnhtbERP32vCMBB+H/g/hBvsRTRVUaQzig7CBAdjKuz1aM62&#10;rLmUJLP1vzfCYG/38f281aa3jbiSD7VjBZNxBoK4cKbmUsH5pEdLECEiG2wck4IbBdisB08rzI3r&#10;+Iuux1iKFMIhRwVVjG0uZSgqshjGriVO3MV5izFBX0rjsUvhtpHTLFtIizWnhgpbequo+Dn+WgW7&#10;z66c+WGx693h8v4919roD63Uy3O/fQURqY//4j/33qT500U2gcc76Qa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5k67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HJsIA&#10;AADeAAAADwAAAGRycy9kb3ducmV2LnhtbERP3WrCMBS+H+wdwhl4t6YWJ9IZRZSCyG6mPsChOWuq&#10;zUlJYq1vbwaD3Z2P7/cs16PtxEA+tI4VTLMcBHHtdMuNgvOpel+ACBFZY+eYFDwowHr1+rLEUrs7&#10;f9NwjI1IIRxKVGBi7EspQ23IYshcT5y4H+ctxgR9I7XHewq3nSzyfC4ttpwaDPa0NVRfjzeroDoU&#10;X8P1pn3lNuPM0oe5LHZGqcnbuPkEEWmM/+I/916n+cU8L+D3nXSD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G0cm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eoQsQA&#10;AADeAAAADwAAAGRycy9kb3ducmV2LnhtbERP32vCMBB+H/g/hBN8GZpOmUg1ig7CBg7GVPD1aM62&#10;2FxKEm333y/CYG/38f281aa3jbiTD7VjBS+TDARx4UzNpYLTUY8XIEJENtg4JgU/FGCzHjytMDeu&#10;42+6H2IpUgiHHBVUMba5lKGoyGKYuJY4cRfnLcYEfSmNxy6F20ZOs2wuLdacGips6a2i4nq4WQW7&#10;r66c+edi17v95f38qrXRn1qp0bDfLkFE6uO/+M/9YdL86TybweOdd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nqEL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6ycIA&#10;AADeAAAADwAAAGRycy9kb3ducmV2LnhtbERP3WrCMBS+F3yHcAa703TFiVRTEUdhDG+mPsChOWu6&#10;NiclibV7+0UY7O58fL9nt59sL0byoXWs4GWZgSCunW65UXC9VIsNiBCRNfaOScEPBdiX89kOC+3u&#10;/EnjOTYihXAoUIGJcSikDLUhi2HpBuLEfTlvMSboG6k93lO47WWeZWtpseXUYHCgo6G6O9+sguoj&#10;P43dTfvKHaaVpVfzvXkzSj0/TYctiEhT/Bf/ud91mp+vsxU83kk3y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vnrJ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xBusIA&#10;AADeAAAADwAAAGRycy9kb3ducmV2LnhtbERPzWrCQBC+F/oOyxR6a3ajjUjMGqSg1GOjDzBkxySY&#10;nY3ZrYlv3y0UepuP73eKcra9uNPoO8ca0kSBIK6d6bjRcD7t39YgfEA22DsmDQ/yUG6fnwrMjZv4&#10;i+5VaEQMYZ+jhjaEIZfS1y1Z9IkbiCN3caPFEOHYSDPiFMNtLxdKraTFjmNDiwN9tFRfq2+r4f0x&#10;HW5VdlV7Yyk9LocjhzrT+vVl3m1ABJrDv/jP/Wni/MVKZfD7TrxB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PEG6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zJYsEA&#10;AADeAAAADwAAAGRycy9kb3ducmV2LnhtbERPy6rCMBDdC/5DGMGdpnZRrtUooijiylsf66EZ22Iz&#10;KU3U+vfmwgV3czjPmS87U4snta6yrGAyjkAQ51ZXXCg4n7ajHxDOI2usLZOCNzlYLvq9OabavviX&#10;npkvRAhhl6KC0vsmldLlJRl0Y9sQB+5mW4M+wLaQusVXCDe1jKMokQYrDg0lNrQuKb9nD6PgkVzj&#10;M98O+pht3rvpZrty8lIoNRx0qxkIT53/iv/dex3mx0mUwN874Qa5+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syW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/c5MYA&#10;AADeAAAADwAAAGRycy9kb3ducmV2LnhtbERPTWvCQBC9C/6HZYTedFMt0UZXUaFQPSjGevA2ZqdJ&#10;2uxsmt1q+u+7QqG3ebzPmS1aU4krNa60rOBxEIEgzqwuOVfwdnzpT0A4j6yxskwKfsjBYt7tzDDR&#10;9sYHuqY+FyGEXYIKCu/rREqXFWTQDWxNHLh32xj0ATa51A3eQrip5DCKYmmw5NBQYE3rgrLP9Nso&#10;OO0n8fN+tXn62O4uODL666zLWKmHXrucgvDU+n/xn/tVh/nDOBrD/Z1w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8/c5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kiksYA&#10;AADeAAAADwAAAGRycy9kb3ducmV2LnhtbESPT2sCQQzF7wW/w5CCtzpTFZGto9SWqnjyT6HXsJPu&#10;Lt3JLDtTXf305iB4S3gv7/0yW3S+VidqYxXYwuvAgCLOg6u4sPB9/HqZgooJ2WEdmCxcKMJi3nua&#10;YebCmfd0OqRCSQjHDC2UKTWZ1jEvyWMchIZYtN/QekyytoV2LZ4l3Nd6aMxEe6xYGkps6KOk/O/w&#10;7y1cJz+4i+vh8nPkEl3G01XY7lbW9p+79zdQibr0MN+vN07wjRkLr7wjM+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kik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zup8IA&#10;AADeAAAADwAAAGRycy9kb3ducmV2LnhtbERPzWoCMRC+F/oOYQrealJZi26NUoqCN3XtAwybaXZx&#10;M1k3UVef3ghCb/Px/c5s0btGnKkLtWcNH0MFgrj0pmar4Xe/ep+ACBHZYOOZNFwpwGL++jLD3PgL&#10;7+hcRCtSCIccNVQxtrmUoazIYRj6ljhxf75zGBPsrDQdXlK4a+RIqU/psObUUGFLPxWVh+LkNBz9&#10;aGz6Yombw3K6ra3NjrddpvXgrf/+AhGpj//ip3tt0nylsik83kk3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TO6n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O3DMYA&#10;AADeAAAADwAAAGRycy9kb3ducmV2LnhtbESPT08CMRDF7yR+h2ZMvEmrhn8LhaCJCVfQA8ehHXYX&#10;t9NlW2H10zsHE24zmTfvvd9i1YdGXahLdWQLT0MDithFX3Np4fPj/XEKKmVkj01ksvBDCVbLu8EC&#10;Cx+vvKXLLpdKTDgVaKHKuS20Tq6igGkYW2K5HWMXMMvaldp3eBXz0OhnY8Y6YM2SUGFLbxW5r913&#10;sLCpDzQau+MsTF/ddv97zi+Tk7f24b5fz0Fl6vNN/P+98VLfmJEACI7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BO3D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rQMUA&#10;AADeAAAADwAAAGRycy9kb3ducmV2LnhtbERPXWsCMRB8L/gfwgp9q4lCpZ5GUaHQYiv4gb4ul/Vy&#10;eNkcl/Q8/31TKPg2u7MzszNbdK4SLTWh9KxhOFAgiHNvSi40HA/vL28gQkQ2WHkmDXcKsJj3nmaY&#10;GX/jHbX7WIhkwiFDDTbGOpMy5JYchoGviRN38Y3DmMamkKbBWzJ3lRwpNZYOS04JFmtaW8qv+x+n&#10;ocXtXZ3t6nvyWX7lo+3qtDFpr5/73XIKIlIXH8f/6g+T3lfqdQh/dRI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futA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GqrcIA&#10;AADeAAAADwAAAGRycy9kb3ducmV2LnhtbERPTUsDMRC9C/0PYQrebNIFRdamRYQWj7p68Dhupput&#10;m5klid3VX28Ewds83udsdnMY1Jli6oUtrFcGFHErrufOwuvL/uoWVMrIDgdhsvBFCXbbxcUGaycT&#10;P9O5yZ0qIZxqtOBzHmutU+spYFrJSFy4o8SAucDYaRdxKuFh0JUxNzpgz6XB40gPntqP5jNYmA7t&#10;+6k6vjn/HUfZN09yqgax9nI539+ByjTnf/Gf+9GV+cZcV/D7TrlBb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oaqt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UfIcUA&#10;AADeAAAADwAAAGRycy9kb3ducmV2LnhtbERP22oCMRB9L/gPYYS+1USLrWyN4qWCiKVo2/fpZrq7&#10;mkyWTarr3xuh0Lc5nOuMp62z4kRNqDxr6PcUCOLcm4oLDZ8fq4cRiBCRDVrPpOFCAaaTzt0YM+PP&#10;vKPTPhYihXDIUEMZY51JGfKSHIaer4kT9+MbhzHBppCmwXMKd1YOlHqSDitODSXWtCgpP+5/nYbV&#10;+9IeBm+72ZeMi9fnbzvazJdbre+77ewFRKQ2/ov/3GuT5is1fITbO+kGO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FR8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pawcUA&#10;AADeAAAADwAAAGRycy9kb3ducmV2LnhtbERP22rCQBB9F/yHZYS+SN2trUXSbEQKokIL3qCvY3ZM&#10;gtnZkN3G9O/dQqFvczjXSRe9rUVHra8ca3iaKBDEuTMVFxpOx9XjHIQPyAZrx6ThhzwssuEgxcS4&#10;G++pO4RCxBD2CWooQ2gSKX1ekkU/cQ1x5C6utRgibAtpWrzFcFvLqVKv0mLFsaHEht5Lyq+Hb6uh&#10;232ci03nm+11Pvaz5/N6/Wm+tH4Y9cs3EIH68C/+c29MnK/U7AV+34k3y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ClrB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qBR8UA&#10;AADeAAAADwAAAGRycy9kb3ducmV2LnhtbERPS2sCMRC+C/6HMIXeNKl0i90aRYWCF6E+DvU2bqa7&#10;i5vJmqS6+uubQqG3+fieM5l1thEX8qF2rOFpqEAQF87UXGrY794HYxAhIhtsHJOGGwWYTfu9CebG&#10;XXlDl20sRQrhkKOGKsY2lzIUFVkMQ9cSJ+7LeYsxQV9K4/Gawm0jR0q9SIs1p4YKW1pWVJy231bD&#10;4nW8OH888/q+OR7o8Hk8ZSOvtH586OZvICJ18V/8516ZNF+pLIPfd9IN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KoFHxQAAAN4AAAAPAAAAAAAAAAAAAAAAAJgCAABkcnMv&#10;ZG93bnJldi54bWxQSwUGAAAAAAQABAD1AAAAigMAAAAA&#10;" fillcolor="black" stroked="f"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sRMMUA&#10;AADeAAAADwAAAGRycy9kb3ducmV2LnhtbERPS2sCMRC+F/ofwhS81aSCi6xG0T5A0B60HjyOm3E3&#10;7GaybFJd++ubgtDbfHzPmS1614gLdcF61vAyVCCIC28slxoOXx/PExAhIhtsPJOGGwVYzB8fZpgb&#10;f+UdXfaxFCmEQ44aqhjbXMpQVOQwDH1LnLiz7xzGBLtSmg6vKdw1cqRUJh1aTg0VtvRaUVHvv52G&#10;4yazk52l0Wn7s3o323G9+nyrtR489cspiEh9/Bff3WuT5is1zuDvnXSD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OxEw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XZmcQA&#10;AADeAAAADwAAAGRycy9kb3ducmV2LnhtbERPTWsCMRC9F/ofwgjeamKhVVajSEuplx6qLV6HzbhZ&#10;dzPZJlFXf30jFHqbx/uc+bJ3rThRiLVnDeORAkFcelNzpeFr+/YwBRETssHWM2m4UITl4v5ujoXx&#10;Z/6k0yZVIodwLFCDTakrpIylJYdx5DvizO19cJgyDJU0Ac853LXyUaln6bDm3GCxoxdLZbM5Og1h&#10;tXttrnz8btT14xLfD/3PFK3Ww0G/moFI1Kd/8Z97bfJ8pZ4mcHsn3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l2Z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v7oMYA&#10;AADeAAAADwAAAGRycy9kb3ducmV2LnhtbESP3UoDQQyF7wXfYUihN2JnLPi3dlpEEAoWobUPEHfi&#10;7tKZzLIT261Pby4E7xLOyTlfFqsxRXOkoXSZPdzMHBjiOoeOGw/7j9frBzBFkAPGzOThTAVWy8uL&#10;BVYhn3hLx500RkO4VOihFekra0vdUsIyyz2xal95SCi6Do0NA540PEU7d+7OJuxYG1rs6aWl+rD7&#10;Th7i/DM+vt2XjZz3duN+kmyv3oP308n4/ARGaJR/89/1Oii+c7fKq+/oDHb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v7o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cfYcQA&#10;AADeAAAADwAAAGRycy9kb3ducmV2LnhtbERPTWsCMRC9F/wPYQq91aRCpd0apVaEvXhwtXgdN9PN&#10;0mSybFJd/fWmUOhtHu9zZovBO3GiPraBNTyNFQjiOpiWGw373frxBURMyAZdYNJwoQiL+ehuhoUJ&#10;Z97SqUqNyCEcC9RgU+oKKWNtyWMch444c1+h95gy7BtpejzncO/kRKmp9NhybrDY0Yel+rv68RpW&#10;Vecm+9Iu4+Fzczy68rqmw0rrh/vh/Q1EoiH9i//cpcnzlXp+hd938g1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XH2H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TOd8QA&#10;AADeAAAADwAAAGRycy9kb3ducmV2LnhtbESPT2/CMAzF75P4DpGRuI0EDgwVApomkJA4jT8HblZi&#10;2m6NUzWBdt9+Pkza7Vnv+We/9XYIjXpSl+rIFmZTA4rYRV9zaeFy3r8uQaWM7LGJTBZ+KMF2M3pZ&#10;Y+Fjz5/0POVSCYRTgRaqnNtC6+QqCpimsSUW7x67gFnGrtS+w17godFzYxY6YM1yocKWPipy36dH&#10;sPC118foDLrr5dof/Nttt6DGWDsZD+8rUJmG/B/+2z54eV+IUkDqiAa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Eznf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CYi8UA&#10;AADeAAAADwAAAGRycy9kb3ducmV2LnhtbESPT4vCMBDF7wt+hzCCtzVVQaQaRYWFRfHgH8Tj2Ixt&#10;aTMpSdT67Y2wsLcZ3nu/eTNbtKYWD3K+tKxg0E9AEGdWl5wrOB1/vicgfEDWWFsmBS/ysJh3vmaY&#10;avvkPT0OIRcRwj5FBUUITSqlzwoy6Pu2IY7azTqDIa4ul9rhM8JNLYdJMpYGS44XCmxoXVBWHe5G&#10;weW+5dtutFm6VTjb9uir4XVSKdXrtsspiEBt+Df/pX91rB+JA/i8E2eQ8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oJiL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E60EB" w:rsidRPr="000822BC" w:rsidRDefault="00FE60EB" w:rsidP="00FE60E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/TjsgA&#10;AADeAAAADwAAAGRycy9kb3ducmV2LnhtbESPQWvCQBCF74L/YRmhN90YatGYVaog9CJU20O9TbJj&#10;EszOprtbTfvruwWhtxnee9+8yde9acWVnG8sK5hOEhDEpdUNVwre33bjOQgfkDW2lknBN3lYr4aD&#10;HDNtb3yg6zFUIkLYZ6igDqHLpPRlTQb9xHbEUTtbZzDE1VVSO7xFuGllmiRP0mDD8UKNHW1rKi/H&#10;L6Ngs5hvPl8fef9zKE50+igus9QlSj2M+ucliEB9+Dff0y861o/EFP7eiTP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r9OOyAAAAN4AAAAPAAAAAAAAAAAAAAAAAJgCAABk&#10;cnMvZG93bnJldi54bWxQSwUGAAAAAAQABAD1AAAAjQMAAAAA&#10;" fillcolor="black" stroked="f"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V9v8UA&#10;AADeAAAADwAAAGRycy9kb3ducmV2LnhtbESPQWsCMRCF70L/Q5hCb5pthVK2RlmEUulptS29jptx&#10;s7iZLEmM6783BcHbDO+9b94sVqPtRSIfOscKnmcFCOLG6Y5bBT/fH9M3ECEia+wdk4ILBVgtHyYL&#10;LLU785bSLrYiQziUqMDEOJRShsaQxTBzA3HWDs5bjHn1rdQezxlue/lSFK/SYsf5gsGB1oaa4+5k&#10;FaT9uq7m6S+Z7ZevWu/qz999rdTT41i9g4g0xrv5lt7oXD8T5/D/Tp5B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X2/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ChwsYA&#10;AADeAAAADwAAAGRycy9kb3ducmV2LnhtbESPQWvCQBCF74X+h2UK3urGImKjq4hUUS+1UbDHITvN&#10;BrOzIbvG6K/vCoXeZnjvffNmOu9sJVpqfOlYwaCfgCDOnS65UHA8rF7HIHxA1lg5JgU38jCfPT9N&#10;MdXuyl/UZqEQEcI+RQUmhDqV0ueGLPq+q4mj9uMaiyGuTSF1g9cIt5V8S5KRtFhyvGCwpqWh/Jxd&#10;rAI/WH6cdvb+3n6vDX9mWzPaF0ap3ku3mIAI1IV/8196o2P9SBzC4504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Chws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E60EB" w:rsidRDefault="00FE60EB" w:rsidP="00FE60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E60EB" w:rsidRDefault="00FE60EB" w:rsidP="00FE6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0EB" w:rsidRDefault="00FE60EB" w:rsidP="00FE6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0EB" w:rsidRDefault="00FE60EB" w:rsidP="00FE6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0EB" w:rsidRDefault="00FE60EB" w:rsidP="00FE6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0EB" w:rsidRDefault="00FE60EB" w:rsidP="00FE6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E60EB" w:rsidRDefault="00FE60EB" w:rsidP="00FE60E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E60EB" w:rsidRDefault="00FE60EB" w:rsidP="00FE6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E60EB" w:rsidRDefault="00FE60EB" w:rsidP="00FE6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E60EB" w:rsidRDefault="00FE60EB" w:rsidP="00FE6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0EB" w:rsidRDefault="00FE60EB" w:rsidP="00FE6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E60EB" w:rsidRDefault="00FE60EB" w:rsidP="00FE6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0EB" w:rsidRDefault="00FE60EB" w:rsidP="00FE60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E60EB" w:rsidRDefault="00FE60EB" w:rsidP="00FE60E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E60EB" w:rsidRPr="00C64632" w:rsidRDefault="00FE60EB" w:rsidP="00FE60E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127</w:t>
      </w:r>
    </w:p>
    <w:p w:rsidR="00FE60EB" w:rsidRPr="00AB3582" w:rsidRDefault="00FE60EB" w:rsidP="00FE60E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60EB" w:rsidRPr="00AB3582" w:rsidRDefault="00FE60EB" w:rsidP="00FE60E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B358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E60EB" w:rsidRPr="00AB3582" w:rsidRDefault="00FE60EB" w:rsidP="00FE60E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B358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E60EB" w:rsidRPr="00AB3582" w:rsidRDefault="00FE60EB" w:rsidP="00FE60E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B358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E60EB" w:rsidRPr="00AB3582" w:rsidRDefault="00FE60EB" w:rsidP="00FE60E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B358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FE60EB" w:rsidRPr="00AB3582" w:rsidRDefault="00FE60EB" w:rsidP="00FE60E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B358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Крутій Д.В.</w:t>
      </w:r>
    </w:p>
    <w:p w:rsidR="00FE60EB" w:rsidRPr="00AB3582" w:rsidRDefault="00FE60EB" w:rsidP="00FE60E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60EB" w:rsidRPr="00AB3582" w:rsidRDefault="00FE60EB" w:rsidP="00FE60E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116, </w:t>
      </w: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>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122</w:t>
      </w: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Крутія Д.В.,  сільська  рада </w:t>
      </w:r>
    </w:p>
    <w:p w:rsidR="00FE60EB" w:rsidRPr="00AB3582" w:rsidRDefault="00FE60EB" w:rsidP="00FE60E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E60EB" w:rsidRPr="00AB3582" w:rsidRDefault="00FE60EB" w:rsidP="00FE60E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Крутію Денису Вікторовичу, </w:t>
      </w:r>
      <w:r w:rsidRPr="00AB3582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AB358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B3582">
        <w:rPr>
          <w:rFonts w:ascii="Times New Roman" w:eastAsia="Calibri" w:hAnsi="Times New Roman" w:cs="Times New Roman"/>
          <w:sz w:val="24"/>
        </w:rPr>
        <w:t xml:space="preserve">: </w:t>
      </w:r>
      <w:r w:rsidR="0044655B" w:rsidRPr="0044655B">
        <w:rPr>
          <w:rFonts w:ascii="Times New Roman" w:eastAsia="Calibri" w:hAnsi="Times New Roman" w:cs="Times New Roman"/>
          <w:sz w:val="24"/>
        </w:rPr>
        <w:t>_______________</w:t>
      </w:r>
      <w:r w:rsidRPr="00AB3582">
        <w:rPr>
          <w:rFonts w:ascii="Times New Roman" w:eastAsia="Calibri" w:hAnsi="Times New Roman" w:cs="Times New Roman"/>
          <w:sz w:val="24"/>
          <w:szCs w:val="24"/>
        </w:rPr>
        <w:t>,</w:t>
      </w:r>
      <w:r w:rsidR="0044655B" w:rsidRPr="00446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4655B" w:rsidRPr="0044655B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0,1860 га,  кадастровий номер: 6823986800:01:004:0036, д</w:t>
      </w:r>
      <w:r w:rsidRPr="00AB3582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>)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>Полянь</w:t>
      </w:r>
      <w:proofErr w:type="spellEnd"/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>, вул.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>Незалежності</w:t>
      </w:r>
      <w:r w:rsidRPr="00AB3582">
        <w:rPr>
          <w:rFonts w:ascii="Times New Roman" w:eastAsia="Calibri" w:hAnsi="Times New Roman" w:cs="Times New Roman"/>
          <w:sz w:val="24"/>
        </w:rPr>
        <w:t>,  70</w:t>
      </w: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E60EB" w:rsidRPr="00AB3582" w:rsidRDefault="00FE60EB" w:rsidP="00FE60E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Крутію </w:t>
      </w:r>
      <w:proofErr w:type="spellStart"/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>Д.В.,посвідчити</w:t>
      </w:r>
      <w:proofErr w:type="spellEnd"/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FE60EB" w:rsidRPr="00AB3582" w:rsidRDefault="00FE60EB" w:rsidP="00FE60E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E60EB" w:rsidRPr="00AB3582" w:rsidRDefault="00FE60EB" w:rsidP="00FE60E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60EB" w:rsidRPr="00AB3582" w:rsidRDefault="00FE60EB" w:rsidP="00FE60E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E60EB" w:rsidRPr="00FE60EB" w:rsidRDefault="00FE60EB" w:rsidP="00FE60E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9F1371" w:rsidRPr="00FE60EB" w:rsidRDefault="00FE60EB" w:rsidP="00FE60E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B358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9F1371" w:rsidRPr="00FE60E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EB"/>
    <w:rsid w:val="0044655B"/>
    <w:rsid w:val="009F1371"/>
    <w:rsid w:val="00FE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E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E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268</Words>
  <Characters>1531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2021-07-07T06:05:00Z</dcterms:created>
  <dcterms:modified xsi:type="dcterms:W3CDTF">2021-07-07T10:04:00Z</dcterms:modified>
</cp:coreProperties>
</file>