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EB" w:rsidRDefault="004F61E1" w:rsidP="004962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F61E1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962EB" w:rsidRDefault="004962EB" w:rsidP="004962EB"/>
    <w:p w:rsidR="004962EB" w:rsidRDefault="004962EB" w:rsidP="004962EB"/>
    <w:p w:rsidR="004962EB" w:rsidRDefault="004962EB" w:rsidP="004962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962EB" w:rsidRDefault="004962EB" w:rsidP="004962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962EB" w:rsidRDefault="004962EB" w:rsidP="004962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962EB" w:rsidRDefault="004962EB" w:rsidP="004962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962EB" w:rsidRDefault="004962EB" w:rsidP="004962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62EB" w:rsidRDefault="004962EB" w:rsidP="004962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962EB" w:rsidRDefault="004962EB" w:rsidP="004962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62EB" w:rsidRDefault="004962EB" w:rsidP="004962E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962EB" w:rsidRDefault="004962EB" w:rsidP="004962E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№45</w:t>
      </w:r>
    </w:p>
    <w:p w:rsidR="004962EB" w:rsidRDefault="004962EB" w:rsidP="004962EB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962EB" w:rsidRDefault="004962EB" w:rsidP="004962E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4962EB" w:rsidRDefault="004962EB" w:rsidP="004962E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ізземлеустроющодо</w:t>
      </w:r>
      <w:proofErr w:type="spellEnd"/>
    </w:p>
    <w:p w:rsidR="004962EB" w:rsidRDefault="004962EB" w:rsidP="004962E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відведенняземельноїділянки</w:t>
      </w:r>
      <w:proofErr w:type="spellEnd"/>
    </w:p>
    <w:p w:rsidR="004962EB" w:rsidRDefault="004962EB" w:rsidP="004962E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єлоглазовій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Б.О.</w:t>
      </w:r>
    </w:p>
    <w:p w:rsidR="004962EB" w:rsidRDefault="004962EB" w:rsidP="004962E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62EB" w:rsidRDefault="004962EB" w:rsidP="004962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єлоглазової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Б.О.,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4962EB" w:rsidRDefault="004962EB" w:rsidP="004962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962EB" w:rsidRDefault="004962EB" w:rsidP="004962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єлоглазовій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Богдані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57906" w:rsidRPr="0025790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962EB" w:rsidRDefault="004962EB" w:rsidP="004962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Бєлоглазовій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Б.О.,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962EB" w:rsidRDefault="004962EB" w:rsidP="004962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962EB" w:rsidRDefault="004962EB" w:rsidP="004962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62EB" w:rsidRDefault="004962EB" w:rsidP="004962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62EB" w:rsidRDefault="004962EB" w:rsidP="004962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62EB" w:rsidRDefault="004962EB" w:rsidP="004962E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p w:rsidR="00AB1AFA" w:rsidRDefault="00AB1AFA"/>
    <w:sectPr w:rsidR="00AB1AFA" w:rsidSect="004F61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4962EB"/>
    <w:rsid w:val="00171A2E"/>
    <w:rsid w:val="00257906"/>
    <w:rsid w:val="00304C90"/>
    <w:rsid w:val="004962EB"/>
    <w:rsid w:val="004F61E1"/>
    <w:rsid w:val="00505B6D"/>
    <w:rsid w:val="006D3977"/>
    <w:rsid w:val="007D6C18"/>
    <w:rsid w:val="00AB1AFA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E1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987</Words>
  <Characters>563</Characters>
  <Application>Microsoft Office Word</Application>
  <DocSecurity>0</DocSecurity>
  <Lines>4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2020-04-27T16:02:00Z</dcterms:created>
  <dcterms:modified xsi:type="dcterms:W3CDTF">2020-04-28T06:15:00Z</dcterms:modified>
</cp:coreProperties>
</file>