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258B" w:rsidRPr="000D1FDD" w:rsidRDefault="00A8258B" w:rsidP="00A8258B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A8258B" w:rsidRDefault="00A8258B" w:rsidP="00A825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8258B" w:rsidRDefault="00A8258B" w:rsidP="00A8258B"/>
    <w:p w:rsidR="00A8258B" w:rsidRDefault="00A8258B" w:rsidP="00A8258B"/>
    <w:p w:rsidR="00A8258B" w:rsidRDefault="00A8258B" w:rsidP="00A825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8258B" w:rsidRDefault="00A8258B" w:rsidP="00A825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8258B" w:rsidRDefault="00A8258B" w:rsidP="00A825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8258B" w:rsidRDefault="00A8258B" w:rsidP="00A825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8258B" w:rsidRDefault="00A8258B" w:rsidP="00A8258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258B" w:rsidRDefault="00A8258B" w:rsidP="00A825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8258B" w:rsidRDefault="00A8258B" w:rsidP="00A8258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258B" w:rsidRDefault="00A8258B" w:rsidP="00A8258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8258B" w:rsidRPr="0063686B" w:rsidRDefault="00A8258B" w:rsidP="00A8258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№36</w:t>
      </w:r>
    </w:p>
    <w:p w:rsidR="00A8258B" w:rsidRPr="00814CCA" w:rsidRDefault="00A8258B" w:rsidP="00A825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258B" w:rsidRPr="00814CCA" w:rsidRDefault="00A8258B" w:rsidP="00A825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A8258B" w:rsidRPr="00814CCA" w:rsidRDefault="00A8258B" w:rsidP="00A825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8258B" w:rsidRPr="00814CCA" w:rsidRDefault="00A8258B" w:rsidP="00A825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A8258B" w:rsidRPr="00814CCA" w:rsidRDefault="00A8258B" w:rsidP="00A8258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A8258B" w:rsidRPr="00814CCA" w:rsidRDefault="00A8258B" w:rsidP="00A8258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», статей 12, 118, 121</w:t>
      </w:r>
      <w:r>
        <w:rPr>
          <w:rFonts w:ascii="Times New Roman" w:hAnsi="Times New Roman" w:cs="Times New Roman"/>
          <w:sz w:val="24"/>
          <w:szCs w:val="24"/>
        </w:rPr>
        <w:t>,122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47635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7635D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0,0812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6823986800:02:009:0045),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258B" w:rsidRPr="00A8258B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8258B" w:rsidRPr="00814CCA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D106C" w:rsidRPr="00A8258B" w:rsidRDefault="00A8258B" w:rsidP="00A8258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D106C" w:rsidRPr="00A8258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258B"/>
    <w:rsid w:val="00171A2E"/>
    <w:rsid w:val="00304C90"/>
    <w:rsid w:val="0047635D"/>
    <w:rsid w:val="00505B6D"/>
    <w:rsid w:val="006D3977"/>
    <w:rsid w:val="007D6C18"/>
    <w:rsid w:val="00A8258B"/>
    <w:rsid w:val="00D1641A"/>
    <w:rsid w:val="00ED1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8258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825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8258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8258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825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8258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2020-05-27T16:29:00Z</dcterms:created>
  <dcterms:modified xsi:type="dcterms:W3CDTF">2020-05-27T17:26:00Z</dcterms:modified>
</cp:coreProperties>
</file>