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054" w:rsidRPr="008F5204" w:rsidRDefault="00176054" w:rsidP="00176054">
      <w:pPr>
        <w:jc w:val="right"/>
        <w:rPr>
          <w:rFonts w:ascii="Times New Roman" w:hAnsi="Times New Roman" w:cs="Times New Roman"/>
          <w:color w:val="FF0000"/>
        </w:rPr>
      </w:pPr>
      <w:r w:rsidRPr="008F5204">
        <w:rPr>
          <w:rFonts w:ascii="Times New Roman" w:hAnsi="Times New Roman" w:cs="Times New Roman"/>
          <w:color w:val="FF0000"/>
        </w:rPr>
        <w:t>ПРОЕКТ</w:t>
      </w:r>
    </w:p>
    <w:p w:rsidR="00176054" w:rsidRPr="008F5204" w:rsidRDefault="005E0612" w:rsidP="00176054">
      <w:pPr>
        <w:rPr>
          <w:rFonts w:ascii="Times New Roman" w:hAnsi="Times New Roman" w:cs="Times New Roman"/>
        </w:rPr>
      </w:pPr>
      <w:r w:rsidRPr="005E0612">
        <w:rPr>
          <w:rFonts w:ascii="Times New Roman" w:hAnsi="Times New Roman" w:cs="Times New Roman"/>
          <w:noProof/>
          <w:color w:val="FF0000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va4MEA&#10;AADdAAAADwAAAGRycy9kb3ducmV2LnhtbESPSwvCMBCE74L/IazgTVMVfFSjiKh4EMTXfWnWtths&#10;ShO1/nsjCB6HmfmGmS1qU4gnVS63rKDXjUAQJ1bnnCq4nDedMQjnkTUWlknBmxws5s3GDGNtX3yk&#10;58mnIkDYxagg876MpXRJRgZd15bEwbvZyqAPskqlrvAV4KaQ/SgaSoM5h4UMS1pllNxPD6PADra7&#10;/TXtHwdrHnleHsa3a71Xqt2ql1MQnmr/D//aO61gOOpN4PsmPAE5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72uD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76054" w:rsidRDefault="00176054" w:rsidP="001760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t9zsUA&#10;AADdAAAADwAAAGRycy9kb3ducmV2LnhtbERPy2oCMRTdF/oP4Ra6Ec3UxaijUYowte1C8AFuL5Pr&#10;ZNrJzZBEnfr1zaLQ5eG8F6vetuJKPjSOFbyMMhDEldMN1wqOh3I4BREissbWMSn4oQCr5ePDAgvt&#10;bryj6z7WIoVwKFCBibErpAyVIYth5DrixJ2dtxgT9LXUHm8p3LZynGW5tNhwajDY0dpQ9b2/WAVf&#10;5dac1pP7mx/MdnQflJ+b9iNX6vmpf52DiNTHf/Gf+10ryCfjtD+9SU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e33O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76054" w:rsidRDefault="00176054" w:rsidP="001760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+6KsMA&#10;AADdAAAADwAAAGRycy9kb3ducmV2LnhtbESP3YrCMBCF74V9hzAL3siaqqBLbRRZdBFvxJ8HGJpp&#10;U2wmpcna7tsbQfDycH4+TrbubS3u1PrKsYLJOAFBnDtdcangetl9fYPwAVlj7ZgU/JOH9epjkGGq&#10;Xccnup9DKeII+xQVmBCaVEqfG7Lox64hjl7hWoshyraUusUujttaTpNkLi1WHAkGG/oxlN/OfzZC&#10;jjM8HorusvvtscPtwfBoc1Jq+NlvliAC9eEdfrX3WsF8MZ3A8018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++6K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76054" w:rsidRDefault="00176054" w:rsidP="001760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bx/cUA&#10;AADdAAAADwAAAGRycy9kb3ducmV2LnhtbESPQUvDQBSE70L/w/IEb3Zj0FRit6VUBRE8tBXE2yP7&#10;mgSzb5fdZxP/vSsIPQ4z8w2zXE9uUCeKqfds4GZegCJuvO25NfB+eL6+B5UE2eLgmQz8UIL1anax&#10;xNr6kXd02kurMoRTjQY6kVBrnZqOHKa5D8TZO/roULKMrbYRxwx3gy6LotIOe84LHQbadtR87b+d&#10;gbfxKbwuqrtj+Iy3pU6PVj62YszV5bR5ACU0yTn8336xBqpFWcLfm/wE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hvH9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76054" w:rsidRDefault="00176054" w:rsidP="001760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GBxsQA&#10;AADdAAAADwAAAGRycy9kb3ducmV2LnhtbESP32rCMBTG7we+QziCN2OmKrhRTYvIOsQbUfcAh+bY&#10;FJuT0mRtfftFGOzy4/vz49vmo21ET52vHStYzBMQxKXTNVcKvq/F2wcIH5A1No5JwYM85NnkZYup&#10;dgOfqb+ESsQR9ikqMCG0qZS+NGTRz11LHL2b6yyGKLtK6g6HOG4buUyStbRYcyQYbGlvqLxffmyE&#10;nFZ4Ot6Ga/E14oCfR8Ovu7NSs+m424AINIb/8F/7oBWs35creL6JT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xgc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76054" w:rsidRDefault="00176054" w:rsidP="001760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PMEsYA&#10;AADdAAAADwAAAGRycy9kb3ducmV2LnhtbESPQUvDQBSE70L/w/IK3uymoaYSuy1SFUTwYBXE2yP7&#10;moRm3y67zyb+e1cQPA4z8w2z2U1uUGeKqfdsYLkoQBE33vbcGnh/e7y6AZUE2eLgmQx8U4Lddnax&#10;wdr6kV/pfJBWZQinGg10IqHWOjUdOUwLH4izd/TRoWQZW20jjhnuBl0WRaUd9pwXOgy076g5Hb6c&#10;gZfxITyvq+tj+IyrUqd7Kx97MeZyPt3dghKa5D/8136yBqp1uYLfN/kJ6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iPME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76054" w:rsidRDefault="00176054" w:rsidP="001760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/J98cA&#10;AADdAAAADwAAAGRycy9kb3ducmV2LnhtbESP3WoCMRSE74W+QziF3pSa1aKVrVG0ECpUEH/A28Pm&#10;uLt0c7Ikqbt9e1MoeDnMzDfMfNnbRlzJh9qxgtEwA0FcOFNzqeB01C8zECEiG2wck4JfCrBcPAzm&#10;mBvX8Z6uh1iKBOGQo4IqxjaXMhQVWQxD1xIn7+K8xZikL6Xx2CW4beQ4y6bSYs1pocKWPioqvg8/&#10;VsF615Wv/rlY9+7r8nmeaG30Viv19Niv3kFE6uM9/N/eGAXTt/EE/t6kJ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/vyff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76054" w:rsidRDefault="00176054" w:rsidP="001760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UNxcQA&#10;AADdAAAADwAAAGRycy9kb3ducmV2LnhtbESPUWvCMBSF3wf+h3CFvc3UslWpRhGlMMZepv6AS3Nt&#10;qs1NSWLt/v0yGOzxcM75Dme9HW0nBvKhdaxgPstAENdOt9woOJ+qlyWIEJE1do5JwTcF2G4mT2ss&#10;tXvwFw3H2IgE4VCiAhNjX0oZakMWw8z1xMm7OG8xJukbqT0+Etx2Ms+yQlpsOS0Y7GlvqL4d71ZB&#10;9ZF/Dre79pXbja+W3sx1eTBKPU/H3QpEpDH+h//a71pBscgL+H2Tno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FDcX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76054" w:rsidRDefault="00176054" w:rsidP="001760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HyG8YA&#10;AADdAAAADwAAAGRycy9kb3ducmV2LnhtbESPQWsCMRSE7wX/Q3iCF6nZWqplNYoWQgsVRFvw+tg8&#10;dxc3L0sS3e2/bwpCj8PMfMMs171txI18qB0reJpkIIgLZ2ouFXx/6cdXECEiG2wck4IfCrBeDR6W&#10;mBvX8YFux1iKBOGQo4IqxjaXMhQVWQwT1xIn7+y8xZikL6Xx2CW4beQ0y2bSYs1pocKW3ioqLser&#10;VbDdd+WzHxfb3n2e308vWhu900qNhv1mASJSH//D9/aHUTCbT+fw9yY9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HHyG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76054" w:rsidRDefault="00176054" w:rsidP="001760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Y8LMEA&#10;AADdAAAADwAAAGRycy9kb3ducmV2LnhtbERP3WrCMBS+H/gO4QjezdSyqVSjiKMgYzdTH+DQHJtq&#10;c1KSWOvbm4vBLj++//V2sK3oyYfGsYLZNANBXDndcK3gfCrflyBCRNbYOiYFTwqw3Yze1lho9+Bf&#10;6o+xFimEQ4EKTIxdIWWoDFkMU9cRJ+7ivMWYoK+l9vhI4baVeZbNpcWGU4PBjvaGqtvxbhWU3/lP&#10;f7trX7rd8GHp01yXX0apyXjYrUBEGuK/+M990ArmizzNTW/SE5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WPCz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76054" w:rsidRDefault="00176054" w:rsidP="001760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+DkcMA&#10;AADdAAAADwAAAGRycy9kb3ducmV2LnhtbESP3YrCMBSE74V9h3AWvNPU393tNooIil5afYBDc7Yt&#10;bU66TbT17Y0geDnMzDdMsu5NLW7UutKygsk4AkGcWV1yruBy3o2+QTiPrLG2TAru5GC9+hgkGGvb&#10;8Yluqc9FgLCLUUHhfRNL6bKCDLqxbYiD92dbgz7INpe6xS7ATS2nUbSUBksOCwU2tC0oq9KrUTC/&#10;d/v/dFFFO21ocpw1R/bZQqnhZ7/5BeGp9+/wq33QCpZf0x94vglP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F+Dk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76054" w:rsidRDefault="00176054" w:rsidP="001760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6lzcAA&#10;AADdAAAADwAAAGRycy9kb3ducmV2LnhtbERPy4rCMBTdD/gP4QruxlSFjlajiKKIq7E+1pfm2hab&#10;m9JErX9vFoLLw3nPFq2pxIMaV1pWMOhHIIgzq0vOFZyOm98xCOeRNVaWScGLHCzmnZ8ZJto++UCP&#10;1OcihLBLUEHhfZ1I6bKCDLq+rYkDd7WNQR9gk0vd4DOEm0oOoyiWBksODQXWtCoou6V3o+AeX4Yn&#10;vu71f7p+bSfrzdLJc65Ur9supyA8tf4r/rh3WkH8Nwr7w5vwBOT8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S6lz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76054" w:rsidRDefault="00176054" w:rsidP="001760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F/UcgA&#10;AADdAAAADwAAAGRycy9kb3ducmV2LnhtbESPQWvCQBSE7wX/w/IEb3VjLdFGV6mCYHtQmrYHb8/s&#10;M4lm36bZrcZ/3xWEHoeZ+YaZzltTiTM1rrSsYNCPQBBnVpecK/j6XD2OQTiPrLGyTAqu5GA+6zxM&#10;MdH2wh90Tn0uAoRdggoK7+tESpcVZND1bU0cvINtDPogm1zqBi8Bbir5FEWxNFhyWCiwpmVB2Sn9&#10;NQq+t+P4Zbt4ez6+b/Y4NPpnp8tYqV63fZ2A8NT6//C9vdYK4tFwALc34QnI2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SwX9R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76054" w:rsidRDefault="00176054" w:rsidP="001760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sj1cUA&#10;AADdAAAADwAAAGRycy9kb3ducmV2LnhtbESPT2vCQBTE74LfYXlCb7oxljREV9GW2uLJf+D1kX0m&#10;wezbkN1q7Kd3hUKPw8z8hpktOlOLK7WusqxgPIpAEOdWV1woOB4+hykI55E11pZJwZ0cLOb93gwz&#10;bW+8o+veFyJA2GWooPS+yaR0eUkG3cg2xME729agD7ItpG7xFuCmlnEUJdJgxWGhxIbeS8ov+x+j&#10;4Dc54dZ9xauPifZ0f03XdrNdK/Uy6JZTEJ46/x/+a39rBcnbJIbnm/AE5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ayPV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76054" w:rsidRDefault="00176054" w:rsidP="001760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/V9sUA&#10;AADdAAAADwAAAGRycy9kb3ducmV2LnhtbESPzW7CMBCE70h9B2sr9QZO+SeNQVVFJW6FwAOs4q0T&#10;JV6H2IW0T48rIXEczcw3mmzT20ZcqPOVYwWvowQEceF0xUbB6fg5XILwAVlj45gU/JKHzfppkGGq&#10;3ZUPdMmDERHCPkUFZQhtKqUvSrLoR64ljt636yyGKDsjdYfXCLeNHCfJXFqsOC6U2NJHSUWd/1gF&#10;Zzee6T7f4le9Xe0rY6bnv8NUqZfn/v0NRKA+PML39k4rmC8mE/h/E5+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/9X2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76054" w:rsidRDefault="00176054" w:rsidP="001760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fH6sUA&#10;AADdAAAADwAAAGRycy9kb3ducmV2LnhtbESPwW7CMBBE70j8g7VIvYEDtAHSOKitVIkrlAPHxV6S&#10;lHgdYhfSfn1dCanH0cy80eTr3jbiSp2vHSuYThIQxNqZmksF+4/38RKED8gGG8ek4Js8rIvhIMfM&#10;uBtv6boLpYgQ9hkqqEJoMym9rsiin7iWOHon11kMUXalNB3eItw2cpYkqbRYc1yosKW3ivR592UV&#10;bOojPaX6tLLLV709/FzCfPFplHoY9S/PIAL14T98b2+MgnQxf4S/N/EJy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N8fq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76054" w:rsidRDefault="00176054" w:rsidP="001760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KRhcMA&#10;AADdAAAADwAAAGRycy9kb3ducmV2LnhtbERPXWvCMBR9F/Yfwh3sTdM5dLMzigoDRS3MyfZ6ae6a&#10;suamNFmt/94Igo/nmzOdd7YSLTW+dKzgeZCAIM6dLrlQcPz66L+B8AFZY+WYFJzJw3z20Jtiqt2J&#10;P6k9hELEEvYpKjAh1KmUPjdk0Q9cTRy1X9dYDBE2hdQNnmK5reQwScbSYslxwWBNK0P53+HfKmgx&#10;Oyc/ZrmfbMpdPsyW31sdefX02C3eQQTqwt18S6+1gvHrywiub+ITkLM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KRhc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76054" w:rsidRDefault="00176054" w:rsidP="001760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uxksQA&#10;AADdAAAADwAAAGRycy9kb3ducmV2LnhtbESPQUvDQBSE74L/YXmCN7sxQpTYbZFCxWONHjw+s6/Z&#10;1Ox7YXfbpP56VxA8DjPzDbNcz35QJwqxFzZwuyhAEbdie+4MvL9tbx5AxYRscRAmA2eKsF5dXiyx&#10;tjLxK52a1KkM4VijAZfSWGsdW0ce40JG4uztJXhMWYZO24BThvtBl0VRaY895wWHI20ctV/N0RuY&#10;ntvPQ7n/sO47jLJtdnIoBzHm+mp+egSVaE7/4b/2izVQ3d9V8PsmPwG9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bsZL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76054" w:rsidRDefault="00176054" w:rsidP="001760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xSrscA&#10;AADdAAAADwAAAGRycy9kb3ducmV2LnhtbESPW2sCMRSE3wv9D+EUfKvZKriyGsV6gVJaxNv7cXPc&#10;3TY5WTZR13/fCAUfh5n5hhlPW2vEhRpfOVbw1k1AEOdOV1wo2O9Wr0MQPiBrNI5JwY08TCfPT2PM&#10;tLvyhi7bUIgIYZ+hgjKEOpPS5yVZ9F1XE0fv5BqLIcqmkLrBa4RbI3tJMpAWK44LJdY0Lyn/3Z6t&#10;gtV6YX5635vZQYb5Mj2a4ef74kupzks7G4EI1IZH+L/9oRUM0n4K9zfxCcjJ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i8Uq7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76054" w:rsidRDefault="00176054" w:rsidP="001760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QLZcQA&#10;AADdAAAADwAAAGRycy9kb3ducmV2LnhtbERPTWvCQBC9C/0PyxS8iG6qVEPqGkqhaKGFGgWvY3aa&#10;hGRnQ3aN8d93D4LHx/tep4NpRE+dqywreJlFIIhzqysuFBwPn9MYhPPIGhvLpOBGDtLN02iNibZX&#10;3lOf+UKEEHYJKii9bxMpXV6SQTezLXHg/mxn0AfYFVJ3eA3hppHzKFpKgxWHhhJb+igpr7OLUdD/&#10;fp+LXe/arzqeuNfFebv90Selxs/D+xsIT4N/iO/unVawXC3C3PAmPAG5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EC2X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76054" w:rsidRDefault="00176054" w:rsidP="001760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nSN8gA&#10;AADdAAAADwAAAGRycy9kb3ducmV2LnhtbESPT2sCMRTE74LfITyhN83WWv+sRqlCwUtBrQe9PTev&#10;u4ubl20SddtP3whCj8PM/IaZLRpTiSs5X1pW8NxLQBBnVpecK9h/vnfHIHxA1lhZJgU/5GExb7dm&#10;mGp74y1ddyEXEcI+RQVFCHUqpc8KMuh7tiaO3pd1BkOULpfa4S3CTSX7STKUBkuOCwXWtCooO+8u&#10;RsFyMl5+bwb88bs9Hel4OJ1f+y5R6qnTvE1BBGrCf/jRXmsFw9HLBO5v4hOQ8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vadI3yAAAAN0AAAAPAAAAAAAAAAAAAAAAAJgCAABk&#10;cnMvZG93bnJldi54bWxQSwUGAAAAAAQABAD1AAAAjQMAAAAA&#10;" fillcolor="black" stroked="f">
              <v:textbox>
                <w:txbxContent>
                  <w:p w:rsidR="00176054" w:rsidRDefault="00176054" w:rsidP="001760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zL2cQA&#10;AADdAAAADwAAAGRycy9kb3ducmV2LnhtbERPyW7CMBC9I/EP1iD1Bg6oDShgUOkiIZUeWA4ch3hI&#10;rMTjKHYh5evrA1KPT29frDpbiyu13jhWMB4lIIhzpw0XCo6Hz+EMhA/IGmvHpOCXPKyW/d4CM+1u&#10;vKPrPhQihrDPUEEZQpNJ6fOSLPqRa4gjd3GtxRBhW0jd4i2G21pOkiSVFg3HhhIbeispr/Y/VsHp&#10;KzWznaHJeXtff+jtS7X+fq+Uehp0r3MQgbrwL364N1pBOn2O++Ob+AT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8y9n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76054" w:rsidRDefault="00176054" w:rsidP="001760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VQ98YA&#10;AADdAAAADwAAAGRycy9kb3ducmV2LnhtbESPT2sCMRTE74V+h/AKvWlWKVa2RhGl1IsH/9HrY/O6&#10;2e7mZU2irn56UxB6HGbmN8xk1tlGnMmHyrGCQT8DQVw4XXGpYL/77I1BhIissXFMCq4UYDZ9fppg&#10;rt2FN3TexlIkCIccFZgY21zKUBiyGPquJU7ej/MWY5K+lNrjJcFtI4dZNpIWK04LBltaGCrq7ckq&#10;8PPvZX3j06HObutr+PrtjmM0Sr2+dPMPEJG6+B9+tFdawej9bQB/b9IT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dVQ9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76054" w:rsidRDefault="00176054" w:rsidP="001760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NrMsYA&#10;AADdAAAADwAAAGRycy9kb3ducmV2LnhtbESP3WrCQBSE7wt9h+UUelN0Yyj+RFeRQqFQKfjzAMfs&#10;MQnung3ZU419+m6h4OUwM98wi1XvnbpQF5vABkbDDBRxGWzDlYHD/n0wBRUF2aILTAZuFGG1fHxY&#10;YGHDlbd02UmlEoRjgQZqkbbQOpY1eYzD0BIn7xQ6j5JkV2nb4TXBvdN5lo21x4bTQo0tvdVUnnff&#10;3oDLj272OYkbuR30Jvvxsn35ssY8P/XrOSihXu7h//aHNTCevObw9y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FNrM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76054" w:rsidRDefault="00176054" w:rsidP="001760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PB7cYA&#10;AADdAAAADwAAAGRycy9kb3ducmV2LnhtbESPQWsCMRSE70L/Q3iF3jSrFSurUdqKsJceulW8PjfP&#10;zWLysmxSXfvrm0LB4zAz3zDLde+suFAXGs8KxqMMBHHldcO1gt3XdjgHESKyRuuZFNwowHr1MFhi&#10;rv2VP+lSxlokCIccFZgY21zKUBlyGEa+JU7eyXcOY5JdLXWH1wR3Vk6ybCYdNpwWDLb0bqg6l99O&#10;waZs7WRXmLdw2H8cj7b42dJho9TTY/+6ABGpj/fwf7vQCmYv02f4e5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ZPB7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76054" w:rsidRDefault="00176054" w:rsidP="001760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0WKMQA&#10;AADdAAAADwAAAGRycy9kb3ducmV2LnhtbESPQWsCMRSE7wX/Q3iCt5pYZJXVKCIVBE+1evD2SJ67&#10;q5uXZRPd9d83hUKPw8x8wyzXvavFk9pQedYwGSsQxMbbigsNp+/d+xxEiMgWa8+k4UUB1qvB2xJz&#10;6zv+oucxFiJBOOSooYyxyaUMpiSHYewb4uRdfeswJtkW0rbYJbir5YdSmXRYcVoosaFtSeZ+fDgN&#10;t508eKPQnE/nbm9nl8+MaqX1aNhvFiAi9fE//NfeWw3ZbDqF3zfpCc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tFij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76054" w:rsidRDefault="00176054" w:rsidP="001760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gRnccA&#10;AADdAAAADwAAAGRycy9kb3ducmV2LnhtbESPW2sCMRSE3wv9D+EUfKvZeqtsN4oKhVLxoVpKH083&#10;Zy/s5mRJoq7/vhEEH4eZ+YbJlr1pxYmcry0reBkmIIhzq2suFXwf3p/nIHxA1thaJgUX8rBcPD5k&#10;mGp75i867UMpIoR9igqqELpUSp9XZNAPbUccvcI6gyFKV0rt8BzhppWjJJlJgzXHhQo72lSUN/uj&#10;UfB73HKxG3+u3Dr82P7gm9HfvFFq8NSv3kAE6sM9fGt/aAWz18kUrm/iE5CL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C4EZ3HAAAA3QAAAA8AAAAAAAAAAAAAAAAAmAIAAGRy&#10;cy9kb3ducmV2LnhtbFBLBQYAAAAABAAEAPUAAACM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76054" w:rsidRDefault="00176054" w:rsidP="001760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A1OMcA&#10;AADdAAAADwAAAGRycy9kb3ducmV2LnhtbESPQWsCMRSE7wX/Q3hCbzWr2K2uRtGC0ItQbQ/19tw8&#10;dxc3L2sSdfXXm0Khx2FmvmGm89bU4kLOV5YV9HsJCOLc6ooLBd9fq5cRCB+QNdaWScGNPMxnnacp&#10;ZtpeeUOXbShEhLDPUEEZQpNJ6fOSDPqebYijd7DOYIjSFVI7vEa4qeUgSVJpsOK4UGJD7yXlx+3Z&#10;KFiOR8vT55DX981+R7uf/fF14BKlnrvtYgIiUBv+w3/tD60gfRum8PsmPgE5e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bwNTjHAAAA3QAAAA8AAAAAAAAAAAAAAAAAmAIAAGRy&#10;cy9kb3ducmV2LnhtbFBLBQYAAAAABAAEAPUAAACMAwAAAAA=&#10;" fillcolor="black" stroked="f">
              <v:textbox>
                <w:txbxContent>
                  <w:p w:rsidR="00176054" w:rsidRDefault="00176054" w:rsidP="001760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BqosUA&#10;AADdAAAADwAAAGRycy9kb3ducmV2LnhtbESPQUsDMRSE7wX/Q3gFb222Kq1sm5alIIqnbVV6fd08&#10;N4ublyWJ6frvjSD0OMzMN8xmN9peJPKhc6xgMS9AEDdOd9wqeH97mj2CCBFZY++YFPxQgN32ZrLB&#10;UrsLHygdYysyhEOJCkyMQyllaAxZDHM3EGfv03mLMUvfSu3xkuG2l3dFsZQWO84LBgfaG2q+jt9W&#10;QTrv6+o+nZI5vPqq9a5+/jjXSt1Ox2oNItIYr+H/9otWsFw9rODvTX4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wGqi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76054" w:rsidRDefault="00176054" w:rsidP="001760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geIsMA&#10;AADdAAAADwAAAGRycy9kb3ducmV2LnhtbERPz2vCMBS+D/wfwhN2m6ljVK1GGbKN6UWtgh4fzbMp&#10;a15Kk9W6v345DHb8+H4vVr2tRUetrxwrGI8SEMSF0xWXCk7H96cpCB+QNdaOScGdPKyWg4cFZtrd&#10;+EBdHkoRQ9hnqMCE0GRS+sKQRT9yDXHkrq61GCJsS6lbvMVwW8vnJEmlxYpjg8GG1oaKr/zbKvDj&#10;9dt5a39m3eXD8C7fmHRfGqUeh/3rHESgPvyL/9yfWkE6eYlz45v4BO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geIs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76054" w:rsidRDefault="00176054" w:rsidP="001760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176054" w:rsidRPr="008F5204" w:rsidRDefault="00176054" w:rsidP="00176054">
      <w:pPr>
        <w:jc w:val="center"/>
        <w:rPr>
          <w:rFonts w:ascii="Times New Roman" w:hAnsi="Times New Roman" w:cs="Times New Roman"/>
          <w:b/>
        </w:rPr>
      </w:pPr>
    </w:p>
    <w:p w:rsidR="00176054" w:rsidRPr="008F5204" w:rsidRDefault="00176054" w:rsidP="00176054">
      <w:pPr>
        <w:jc w:val="center"/>
        <w:rPr>
          <w:rFonts w:ascii="Times New Roman" w:hAnsi="Times New Roman" w:cs="Times New Roman"/>
          <w:b/>
        </w:rPr>
      </w:pPr>
    </w:p>
    <w:p w:rsidR="00176054" w:rsidRPr="008F5204" w:rsidRDefault="00176054" w:rsidP="00176054">
      <w:pPr>
        <w:jc w:val="center"/>
        <w:rPr>
          <w:rFonts w:ascii="Times New Roman" w:hAnsi="Times New Roman" w:cs="Times New Roman"/>
          <w:b/>
        </w:rPr>
      </w:pPr>
    </w:p>
    <w:p w:rsidR="00176054" w:rsidRPr="008F5204" w:rsidRDefault="00176054" w:rsidP="00176054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УКРАЇНА</w:t>
      </w:r>
    </w:p>
    <w:p w:rsidR="00176054" w:rsidRPr="008F5204" w:rsidRDefault="00176054" w:rsidP="00176054">
      <w:pPr>
        <w:keepNext/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КРУПЕЦЬКА СІЛЬСЬКА РАДА</w:t>
      </w:r>
    </w:p>
    <w:p w:rsidR="00176054" w:rsidRPr="008F5204" w:rsidRDefault="00176054" w:rsidP="00176054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СЛАВУТСЬКОГО РАЙОНУ</w:t>
      </w:r>
    </w:p>
    <w:p w:rsidR="00176054" w:rsidRPr="008F5204" w:rsidRDefault="00176054" w:rsidP="00176054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ХМЕЛЬНИЦЬКОЇ ОБЛАСТІ</w:t>
      </w:r>
    </w:p>
    <w:p w:rsidR="00176054" w:rsidRPr="008F5204" w:rsidRDefault="00176054" w:rsidP="00176054">
      <w:pPr>
        <w:jc w:val="center"/>
        <w:rPr>
          <w:rFonts w:ascii="Times New Roman" w:hAnsi="Times New Roman" w:cs="Times New Roman"/>
          <w:b/>
        </w:rPr>
      </w:pPr>
    </w:p>
    <w:p w:rsidR="00176054" w:rsidRPr="008F5204" w:rsidRDefault="00176054" w:rsidP="00176054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 xml:space="preserve"> РІШЕННЯ</w:t>
      </w:r>
    </w:p>
    <w:p w:rsidR="00176054" w:rsidRPr="008F5204" w:rsidRDefault="00176054" w:rsidP="00176054">
      <w:pPr>
        <w:jc w:val="center"/>
        <w:rPr>
          <w:rFonts w:ascii="Times New Roman" w:hAnsi="Times New Roman" w:cs="Times New Roman"/>
          <w:b/>
        </w:rPr>
      </w:pPr>
    </w:p>
    <w:p w:rsidR="00176054" w:rsidRPr="008F5204" w:rsidRDefault="00176054" w:rsidP="00176054">
      <w:pPr>
        <w:jc w:val="center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ХХХІІІ</w:t>
      </w:r>
      <w:r w:rsidRPr="008F5204">
        <w:rPr>
          <w:rFonts w:ascii="Times New Roman" w:hAnsi="Times New Roman" w:cs="Times New Roman"/>
        </w:rPr>
        <w:t xml:space="preserve">  сесії сільської ради  </w:t>
      </w:r>
      <w:r w:rsidRPr="008F5204">
        <w:rPr>
          <w:rFonts w:ascii="Times New Roman" w:hAnsi="Times New Roman" w:cs="Times New Roman"/>
          <w:lang w:val="en-US"/>
        </w:rPr>
        <w:t>V</w:t>
      </w:r>
      <w:r w:rsidRPr="008F5204">
        <w:rPr>
          <w:rFonts w:ascii="Times New Roman" w:hAnsi="Times New Roman" w:cs="Times New Roman"/>
        </w:rPr>
        <w:t>ІІ скликання</w:t>
      </w:r>
    </w:p>
    <w:p w:rsidR="00176054" w:rsidRPr="008F5204" w:rsidRDefault="00176054" w:rsidP="00176054">
      <w:pPr>
        <w:rPr>
          <w:rFonts w:ascii="Times New Roman" w:hAnsi="Times New Roman" w:cs="Times New Roman"/>
        </w:rPr>
      </w:pPr>
    </w:p>
    <w:p w:rsidR="00176054" w:rsidRPr="008F5204" w:rsidRDefault="00176054" w:rsidP="001760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21.02.2020</w:t>
      </w:r>
      <w:r w:rsidRPr="008F5204">
        <w:rPr>
          <w:rFonts w:ascii="Times New Roman" w:hAnsi="Times New Roman" w:cs="Times New Roman"/>
        </w:rPr>
        <w:t xml:space="preserve"> року                                            Крупець                                                       №___</w:t>
      </w:r>
    </w:p>
    <w:p w:rsidR="00176054" w:rsidRPr="008F5204" w:rsidRDefault="00176054" w:rsidP="00176054">
      <w:pPr>
        <w:tabs>
          <w:tab w:val="left" w:pos="2160"/>
        </w:tabs>
        <w:rPr>
          <w:rFonts w:ascii="Times New Roman" w:hAnsi="Times New Roman" w:cs="Times New Roman"/>
        </w:rPr>
      </w:pPr>
    </w:p>
    <w:p w:rsidR="00176054" w:rsidRPr="00EF1F94" w:rsidRDefault="00176054" w:rsidP="00176054">
      <w:pPr>
        <w:tabs>
          <w:tab w:val="left" w:pos="2160"/>
        </w:tabs>
        <w:rPr>
          <w:rFonts w:ascii="Times New Roman" w:hAnsi="Times New Roman" w:cs="Times New Roman"/>
          <w:color w:val="auto"/>
        </w:rPr>
      </w:pPr>
    </w:p>
    <w:p w:rsidR="00176054" w:rsidRPr="00EF1F94" w:rsidRDefault="00176054" w:rsidP="00176054">
      <w:pPr>
        <w:rPr>
          <w:rFonts w:ascii="Times New Roman" w:hAnsi="Times New Roman" w:cs="Times New Roman"/>
          <w:b/>
          <w:color w:val="auto"/>
        </w:rPr>
      </w:pPr>
      <w:r w:rsidRPr="00EF1F94">
        <w:rPr>
          <w:rFonts w:ascii="Times New Roman" w:hAnsi="Times New Roman" w:cs="Times New Roman"/>
          <w:b/>
          <w:color w:val="auto"/>
        </w:rPr>
        <w:t>Про затвердження проекту землеустрою</w:t>
      </w:r>
    </w:p>
    <w:p w:rsidR="00176054" w:rsidRPr="00EF1F94" w:rsidRDefault="00176054" w:rsidP="00176054">
      <w:pPr>
        <w:rPr>
          <w:rFonts w:ascii="Times New Roman" w:hAnsi="Times New Roman" w:cs="Times New Roman"/>
          <w:b/>
          <w:color w:val="auto"/>
        </w:rPr>
      </w:pPr>
      <w:r w:rsidRPr="00EF1F94">
        <w:rPr>
          <w:rFonts w:ascii="Times New Roman" w:hAnsi="Times New Roman" w:cs="Times New Roman"/>
          <w:b/>
          <w:color w:val="auto"/>
        </w:rPr>
        <w:t>щодо відведення земельної ділянки  та</w:t>
      </w:r>
    </w:p>
    <w:p w:rsidR="00176054" w:rsidRPr="00EF1F94" w:rsidRDefault="00176054" w:rsidP="00176054">
      <w:pPr>
        <w:tabs>
          <w:tab w:val="left" w:pos="2160"/>
        </w:tabs>
        <w:rPr>
          <w:rFonts w:ascii="Times New Roman" w:hAnsi="Times New Roman" w:cs="Times New Roman"/>
          <w:b/>
          <w:color w:val="auto"/>
        </w:rPr>
      </w:pPr>
      <w:r w:rsidRPr="00EF1F94">
        <w:rPr>
          <w:rFonts w:ascii="Times New Roman" w:hAnsi="Times New Roman" w:cs="Times New Roman"/>
          <w:b/>
          <w:color w:val="auto"/>
        </w:rPr>
        <w:t xml:space="preserve">передачі  її у власність   </w:t>
      </w:r>
      <w:proofErr w:type="spellStart"/>
      <w:r>
        <w:rPr>
          <w:rFonts w:ascii="Times New Roman" w:hAnsi="Times New Roman" w:cs="Times New Roman"/>
          <w:b/>
          <w:color w:val="auto"/>
        </w:rPr>
        <w:t>Шемчуку</w:t>
      </w:r>
      <w:proofErr w:type="spellEnd"/>
      <w:r>
        <w:rPr>
          <w:rFonts w:ascii="Times New Roman" w:hAnsi="Times New Roman" w:cs="Times New Roman"/>
          <w:b/>
          <w:color w:val="auto"/>
        </w:rPr>
        <w:t xml:space="preserve"> С.Л.</w:t>
      </w:r>
    </w:p>
    <w:p w:rsidR="00176054" w:rsidRPr="00EF1F94" w:rsidRDefault="00176054" w:rsidP="00176054">
      <w:pPr>
        <w:tabs>
          <w:tab w:val="left" w:pos="2160"/>
        </w:tabs>
        <w:rPr>
          <w:rFonts w:ascii="Times New Roman" w:hAnsi="Times New Roman" w:cs="Times New Roman"/>
          <w:b/>
          <w:color w:val="auto"/>
        </w:rPr>
      </w:pPr>
    </w:p>
    <w:p w:rsidR="00176054" w:rsidRPr="00EF1F94" w:rsidRDefault="00176054" w:rsidP="00176054">
      <w:pPr>
        <w:tabs>
          <w:tab w:val="left" w:pos="2160"/>
        </w:tabs>
        <w:rPr>
          <w:rFonts w:ascii="Times New Roman" w:hAnsi="Times New Roman" w:cs="Times New Roman"/>
          <w:color w:val="auto"/>
        </w:rPr>
      </w:pPr>
    </w:p>
    <w:p w:rsidR="00176054" w:rsidRPr="00EF1F94" w:rsidRDefault="00176054" w:rsidP="00176054">
      <w:pPr>
        <w:tabs>
          <w:tab w:val="left" w:pos="2160"/>
        </w:tabs>
        <w:rPr>
          <w:rFonts w:ascii="Times New Roman" w:hAnsi="Times New Roman" w:cs="Times New Roman"/>
          <w:color w:val="auto"/>
        </w:rPr>
      </w:pPr>
    </w:p>
    <w:p w:rsidR="00176054" w:rsidRPr="00EF1F94" w:rsidRDefault="00176054" w:rsidP="00176054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EF1F94">
        <w:rPr>
          <w:rFonts w:ascii="Times New Roman" w:hAnsi="Times New Roman" w:cs="Times New Roman"/>
          <w:color w:val="auto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</w:t>
      </w:r>
      <w:r>
        <w:rPr>
          <w:rFonts w:ascii="Times New Roman" w:hAnsi="Times New Roman" w:cs="Times New Roman"/>
          <w:color w:val="auto"/>
        </w:rPr>
        <w:t xml:space="preserve">ву </w:t>
      </w:r>
      <w:proofErr w:type="spellStart"/>
      <w:r>
        <w:rPr>
          <w:rFonts w:ascii="Times New Roman" w:hAnsi="Times New Roman" w:cs="Times New Roman"/>
          <w:color w:val="auto"/>
        </w:rPr>
        <w:t>Шемчука</w:t>
      </w:r>
      <w:proofErr w:type="spellEnd"/>
      <w:r>
        <w:rPr>
          <w:rFonts w:ascii="Times New Roman" w:hAnsi="Times New Roman" w:cs="Times New Roman"/>
          <w:color w:val="auto"/>
        </w:rPr>
        <w:t xml:space="preserve"> С.Л.</w:t>
      </w:r>
      <w:r w:rsidRPr="00EF1F94">
        <w:rPr>
          <w:rFonts w:ascii="Times New Roman" w:hAnsi="Times New Roman" w:cs="Times New Roman"/>
          <w:color w:val="auto"/>
        </w:rPr>
        <w:t xml:space="preserve">, сільська   рада    </w:t>
      </w:r>
    </w:p>
    <w:p w:rsidR="00176054" w:rsidRDefault="00176054" w:rsidP="00176054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>ВИРІШИЛА:</w:t>
      </w:r>
    </w:p>
    <w:p w:rsidR="00176054" w:rsidRPr="008F5204" w:rsidRDefault="00176054" w:rsidP="00176054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176054" w:rsidRPr="008F5204" w:rsidRDefault="00176054" w:rsidP="00176054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8F5204">
        <w:rPr>
          <w:rFonts w:ascii="Times New Roman" w:hAnsi="Times New Roman" w:cs="Times New Roman"/>
        </w:rPr>
        <w:t xml:space="preserve">          1.</w:t>
      </w:r>
      <w:r>
        <w:rPr>
          <w:rFonts w:ascii="Times New Roman" w:hAnsi="Times New Roman" w:cs="Times New Roman"/>
        </w:rPr>
        <w:t xml:space="preserve"> </w:t>
      </w:r>
      <w:r w:rsidRPr="008F5204">
        <w:rPr>
          <w:rFonts w:ascii="Times New Roman" w:hAnsi="Times New Roman" w:cs="Times New Roman"/>
        </w:rPr>
        <w:t xml:space="preserve">Затвердити </w:t>
      </w:r>
      <w:proofErr w:type="spellStart"/>
      <w:r>
        <w:rPr>
          <w:rFonts w:ascii="Times New Roman" w:hAnsi="Times New Roman" w:cs="Times New Roman"/>
        </w:rPr>
        <w:t>Шемчуку</w:t>
      </w:r>
      <w:proofErr w:type="spellEnd"/>
      <w:r>
        <w:rPr>
          <w:rFonts w:ascii="Times New Roman" w:hAnsi="Times New Roman" w:cs="Times New Roman"/>
        </w:rPr>
        <w:t xml:space="preserve"> Сергію Леонідовичу</w:t>
      </w:r>
      <w:r w:rsidRPr="008F5204">
        <w:rPr>
          <w:rFonts w:ascii="Times New Roman" w:hAnsi="Times New Roman" w:cs="Times New Roman"/>
        </w:rPr>
        <w:t xml:space="preserve"> проект землеустрою щодо відведення земельної ділянки, </w:t>
      </w:r>
      <w:r w:rsidRPr="008F5204">
        <w:rPr>
          <w:rFonts w:ascii="Times New Roman" w:hAnsi="Times New Roman" w:cs="Times New Roman"/>
          <w:color w:val="auto"/>
        </w:rPr>
        <w:t xml:space="preserve">для </w:t>
      </w:r>
      <w:r>
        <w:rPr>
          <w:rFonts w:ascii="Times New Roman" w:hAnsi="Times New Roman" w:cs="Times New Roman"/>
          <w:color w:val="auto"/>
        </w:rPr>
        <w:t>ведення особистого селянського господарства</w:t>
      </w:r>
      <w:r w:rsidRPr="008F5204">
        <w:rPr>
          <w:rFonts w:ascii="Times New Roman" w:hAnsi="Times New Roman" w:cs="Times New Roman"/>
          <w:color w:val="auto"/>
        </w:rPr>
        <w:t xml:space="preserve">, </w:t>
      </w:r>
      <w:r>
        <w:rPr>
          <w:rFonts w:ascii="Times New Roman" w:hAnsi="Times New Roman" w:cs="Times New Roman"/>
        </w:rPr>
        <w:t>площею 2,0</w:t>
      </w:r>
      <w:r w:rsidRPr="008F5204">
        <w:rPr>
          <w:rFonts w:ascii="Times New Roman" w:hAnsi="Times New Roman" w:cs="Times New Roman"/>
        </w:rPr>
        <w:t xml:space="preserve"> га, яка розташована Хмельницька область, </w:t>
      </w:r>
      <w:proofErr w:type="spellStart"/>
      <w:r w:rsidRPr="008F5204">
        <w:rPr>
          <w:rFonts w:ascii="Times New Roman" w:hAnsi="Times New Roman" w:cs="Times New Roman"/>
        </w:rPr>
        <w:t>Славутський</w:t>
      </w:r>
      <w:proofErr w:type="spellEnd"/>
      <w:r w:rsidRPr="008F5204">
        <w:rPr>
          <w:rFonts w:ascii="Times New Roman" w:hAnsi="Times New Roman" w:cs="Times New Roman"/>
        </w:rPr>
        <w:t xml:space="preserve">  район, </w:t>
      </w:r>
      <w:proofErr w:type="spellStart"/>
      <w:r>
        <w:rPr>
          <w:rFonts w:ascii="Times New Roman" w:hAnsi="Times New Roman" w:cs="Times New Roman"/>
          <w:color w:val="auto"/>
        </w:rPr>
        <w:t>Крупецька</w:t>
      </w:r>
      <w:proofErr w:type="spellEnd"/>
      <w:r>
        <w:rPr>
          <w:rFonts w:ascii="Times New Roman" w:hAnsi="Times New Roman" w:cs="Times New Roman"/>
          <w:color w:val="auto"/>
        </w:rPr>
        <w:t xml:space="preserve"> сільська рада.</w:t>
      </w:r>
    </w:p>
    <w:p w:rsidR="00176054" w:rsidRDefault="00176054" w:rsidP="00176054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8F5204">
        <w:rPr>
          <w:rFonts w:ascii="Times New Roman" w:hAnsi="Times New Roman" w:cs="Times New Roman"/>
        </w:rPr>
        <w:t xml:space="preserve">          2.</w:t>
      </w:r>
      <w:r>
        <w:rPr>
          <w:rFonts w:ascii="Times New Roman" w:hAnsi="Times New Roman" w:cs="Times New Roman"/>
        </w:rPr>
        <w:t xml:space="preserve"> </w:t>
      </w:r>
      <w:r w:rsidRPr="008F5204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ередати</w:t>
      </w:r>
      <w:r w:rsidRPr="00062C8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Шемчуку</w:t>
      </w:r>
      <w:proofErr w:type="spellEnd"/>
      <w:r>
        <w:rPr>
          <w:rFonts w:ascii="Times New Roman" w:hAnsi="Times New Roman" w:cs="Times New Roman"/>
        </w:rPr>
        <w:t xml:space="preserve"> Сергію Леонідовичу, </w:t>
      </w:r>
      <w:r w:rsidRPr="00062C82">
        <w:rPr>
          <w:rFonts w:ascii="Times New Roman" w:hAnsi="Times New Roman" w:cs="Times New Roman"/>
        </w:rPr>
        <w:t>як</w:t>
      </w:r>
      <w:r>
        <w:rPr>
          <w:rFonts w:ascii="Times New Roman" w:hAnsi="Times New Roman" w:cs="Times New Roman"/>
        </w:rPr>
        <w:t>ий</w:t>
      </w:r>
      <w:r w:rsidRPr="00062C82">
        <w:rPr>
          <w:rFonts w:ascii="Times New Roman" w:hAnsi="Times New Roman" w:cs="Times New Roman"/>
        </w:rPr>
        <w:t xml:space="preserve"> зареєстрован</w:t>
      </w:r>
      <w:r>
        <w:rPr>
          <w:rFonts w:ascii="Times New Roman" w:hAnsi="Times New Roman" w:cs="Times New Roman"/>
        </w:rPr>
        <w:t xml:space="preserve">ий  за адресою: </w:t>
      </w:r>
      <w:r w:rsidR="00723DB1" w:rsidRPr="00723DB1">
        <w:rPr>
          <w:rFonts w:ascii="Times New Roman" w:hAnsi="Times New Roman" w:cs="Times New Roman"/>
          <w:lang w:val="ru-RU"/>
        </w:rPr>
        <w:t>____________</w:t>
      </w:r>
      <w:r>
        <w:rPr>
          <w:rFonts w:ascii="Times New Roman" w:hAnsi="Times New Roman" w:cs="Times New Roman"/>
        </w:rPr>
        <w:t xml:space="preserve">, </w:t>
      </w:r>
      <w:r w:rsidRPr="00062C82">
        <w:rPr>
          <w:rFonts w:ascii="Times New Roman" w:hAnsi="Times New Roman" w:cs="Times New Roman"/>
        </w:rPr>
        <w:t>ідентифікаційн</w:t>
      </w:r>
      <w:r>
        <w:rPr>
          <w:rFonts w:ascii="Times New Roman" w:hAnsi="Times New Roman" w:cs="Times New Roman"/>
        </w:rPr>
        <w:t>ий</w:t>
      </w:r>
      <w:r w:rsidRPr="00062C82">
        <w:rPr>
          <w:rFonts w:ascii="Times New Roman" w:hAnsi="Times New Roman" w:cs="Times New Roman"/>
        </w:rPr>
        <w:t xml:space="preserve"> номер </w:t>
      </w:r>
      <w:r w:rsidR="00723DB1" w:rsidRPr="00723DB1">
        <w:rPr>
          <w:rFonts w:ascii="Times New Roman" w:hAnsi="Times New Roman" w:cs="Times New Roman"/>
          <w:lang w:val="ru-RU"/>
        </w:rPr>
        <w:t>____________</w:t>
      </w:r>
      <w:r w:rsidRPr="008F5204">
        <w:rPr>
          <w:rFonts w:ascii="Times New Roman" w:hAnsi="Times New Roman" w:cs="Times New Roman"/>
        </w:rPr>
        <w:t>, у власн</w:t>
      </w:r>
      <w:r>
        <w:rPr>
          <w:rFonts w:ascii="Times New Roman" w:hAnsi="Times New Roman" w:cs="Times New Roman"/>
        </w:rPr>
        <w:t>ість земельну ділянку, площею 2,0000 га, кадастровий номер: 68239840</w:t>
      </w:r>
      <w:r w:rsidRPr="008F5204">
        <w:rPr>
          <w:rFonts w:ascii="Times New Roman" w:hAnsi="Times New Roman" w:cs="Times New Roman"/>
        </w:rPr>
        <w:t>00:0</w:t>
      </w:r>
      <w:r>
        <w:rPr>
          <w:rFonts w:ascii="Times New Roman" w:hAnsi="Times New Roman" w:cs="Times New Roman"/>
        </w:rPr>
        <w:t>3</w:t>
      </w:r>
      <w:r w:rsidRPr="008F5204">
        <w:rPr>
          <w:rFonts w:ascii="Times New Roman" w:hAnsi="Times New Roman" w:cs="Times New Roman"/>
        </w:rPr>
        <w:t>:0</w:t>
      </w:r>
      <w:r>
        <w:rPr>
          <w:rFonts w:ascii="Times New Roman" w:hAnsi="Times New Roman" w:cs="Times New Roman"/>
        </w:rPr>
        <w:t>18:0300</w:t>
      </w:r>
      <w:r w:rsidRPr="008F5204">
        <w:rPr>
          <w:rFonts w:ascii="Times New Roman" w:hAnsi="Times New Roman" w:cs="Times New Roman"/>
        </w:rPr>
        <w:t xml:space="preserve">, для </w:t>
      </w:r>
      <w:r>
        <w:rPr>
          <w:rFonts w:ascii="Times New Roman" w:hAnsi="Times New Roman" w:cs="Times New Roman"/>
          <w:color w:val="auto"/>
        </w:rPr>
        <w:t>ведення особистого селянського господарства</w:t>
      </w:r>
      <w:r w:rsidRPr="008F5204">
        <w:rPr>
          <w:rFonts w:ascii="Times New Roman" w:hAnsi="Times New Roman" w:cs="Times New Roman"/>
          <w:color w:val="auto"/>
        </w:rPr>
        <w:t>,</w:t>
      </w:r>
      <w:r w:rsidRPr="008F5204">
        <w:rPr>
          <w:rFonts w:ascii="Times New Roman" w:hAnsi="Times New Roman" w:cs="Times New Roman"/>
        </w:rPr>
        <w:t xml:space="preserve"> яка розташована Хмельницька </w:t>
      </w:r>
      <w:r>
        <w:rPr>
          <w:rFonts w:ascii="Times New Roman" w:hAnsi="Times New Roman" w:cs="Times New Roman"/>
        </w:rPr>
        <w:t xml:space="preserve">область, </w:t>
      </w:r>
      <w:proofErr w:type="spellStart"/>
      <w:r>
        <w:rPr>
          <w:rFonts w:ascii="Times New Roman" w:hAnsi="Times New Roman" w:cs="Times New Roman"/>
        </w:rPr>
        <w:t>Славутський</w:t>
      </w:r>
      <w:proofErr w:type="spellEnd"/>
      <w:r>
        <w:rPr>
          <w:rFonts w:ascii="Times New Roman" w:hAnsi="Times New Roman" w:cs="Times New Roman"/>
        </w:rPr>
        <w:t xml:space="preserve">  район, </w:t>
      </w:r>
      <w:proofErr w:type="spellStart"/>
      <w:r>
        <w:rPr>
          <w:rFonts w:ascii="Times New Roman" w:hAnsi="Times New Roman" w:cs="Times New Roman"/>
          <w:color w:val="auto"/>
        </w:rPr>
        <w:t>Крупецька</w:t>
      </w:r>
      <w:proofErr w:type="spellEnd"/>
      <w:r>
        <w:rPr>
          <w:rFonts w:ascii="Times New Roman" w:hAnsi="Times New Roman" w:cs="Times New Roman"/>
          <w:color w:val="auto"/>
        </w:rPr>
        <w:t xml:space="preserve"> сільська рада.</w:t>
      </w:r>
    </w:p>
    <w:p w:rsidR="00176054" w:rsidRPr="008F5204" w:rsidRDefault="00176054" w:rsidP="00176054">
      <w:pPr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        3. </w:t>
      </w:r>
      <w:proofErr w:type="spellStart"/>
      <w:r>
        <w:rPr>
          <w:rFonts w:ascii="Times New Roman" w:hAnsi="Times New Roman" w:cs="Times New Roman"/>
        </w:rPr>
        <w:t>Шемчуку</w:t>
      </w:r>
      <w:proofErr w:type="spellEnd"/>
      <w:r>
        <w:rPr>
          <w:rFonts w:ascii="Times New Roman" w:hAnsi="Times New Roman" w:cs="Times New Roman"/>
        </w:rPr>
        <w:t xml:space="preserve"> С.Л.</w:t>
      </w:r>
      <w:r w:rsidRPr="008F5204">
        <w:rPr>
          <w:rFonts w:ascii="Times New Roman" w:hAnsi="Times New Roman" w:cs="Times New Roman"/>
        </w:rPr>
        <w:t xml:space="preserve"> як</w:t>
      </w:r>
      <w:r>
        <w:rPr>
          <w:rFonts w:ascii="Times New Roman" w:hAnsi="Times New Roman" w:cs="Times New Roman"/>
        </w:rPr>
        <w:t>ому</w:t>
      </w:r>
      <w:r w:rsidRPr="008F5204">
        <w:rPr>
          <w:rFonts w:ascii="Times New Roman" w:hAnsi="Times New Roman" w:cs="Times New Roman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176054" w:rsidRPr="008F5204" w:rsidRDefault="00176054" w:rsidP="00176054">
      <w:pPr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76054" w:rsidRPr="00176054" w:rsidRDefault="00176054" w:rsidP="00176054">
      <w:pPr>
        <w:tabs>
          <w:tab w:val="left" w:pos="2160"/>
        </w:tabs>
        <w:jc w:val="both"/>
        <w:rPr>
          <w:rFonts w:ascii="Times New Roman" w:hAnsi="Times New Roman" w:cs="Times New Roman"/>
          <w:lang w:val="en-US"/>
        </w:rPr>
      </w:pPr>
    </w:p>
    <w:p w:rsidR="00176054" w:rsidRPr="00176054" w:rsidRDefault="00176054" w:rsidP="00176054">
      <w:pPr>
        <w:tabs>
          <w:tab w:val="left" w:pos="2160"/>
        </w:tabs>
        <w:jc w:val="both"/>
        <w:rPr>
          <w:rFonts w:ascii="Times New Roman" w:hAnsi="Times New Roman" w:cs="Times New Roman"/>
          <w:lang w:val="en-US"/>
        </w:rPr>
      </w:pPr>
    </w:p>
    <w:p w:rsidR="00140024" w:rsidRPr="00176054" w:rsidRDefault="00176054" w:rsidP="00176054">
      <w:pPr>
        <w:tabs>
          <w:tab w:val="left" w:pos="4424"/>
        </w:tabs>
        <w:spacing w:after="160" w:line="259" w:lineRule="auto"/>
        <w:rPr>
          <w:rFonts w:ascii="Times New Roman" w:hAnsi="Times New Roman" w:cs="Times New Roman"/>
          <w:lang w:val="en-US"/>
        </w:rPr>
      </w:pPr>
      <w:r w:rsidRPr="008F5204">
        <w:rPr>
          <w:rFonts w:ascii="Times New Roman" w:hAnsi="Times New Roman" w:cs="Times New Roman"/>
        </w:rPr>
        <w:t>Сільський голова                                                                                                   В.А.</w:t>
      </w:r>
      <w:proofErr w:type="spellStart"/>
      <w:r w:rsidRPr="008F5204">
        <w:rPr>
          <w:rFonts w:ascii="Times New Roman" w:hAnsi="Times New Roman" w:cs="Times New Roman"/>
        </w:rPr>
        <w:t>Михалюк</w:t>
      </w:r>
      <w:proofErr w:type="spellEnd"/>
    </w:p>
    <w:sectPr w:rsidR="00140024" w:rsidRPr="00176054" w:rsidSect="00176054">
      <w:pgSz w:w="12240" w:h="15840"/>
      <w:pgMar w:top="1440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176054"/>
    <w:rsid w:val="00140024"/>
    <w:rsid w:val="00171A2E"/>
    <w:rsid w:val="00176054"/>
    <w:rsid w:val="002047B7"/>
    <w:rsid w:val="00304C90"/>
    <w:rsid w:val="00505B6D"/>
    <w:rsid w:val="005E0612"/>
    <w:rsid w:val="006D3977"/>
    <w:rsid w:val="00723DB1"/>
    <w:rsid w:val="007D6C18"/>
    <w:rsid w:val="008178CC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05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283</Words>
  <Characters>1617</Characters>
  <Application>Microsoft Office Word</Application>
  <DocSecurity>0</DocSecurity>
  <Lines>13</Lines>
  <Paragraphs>3</Paragraphs>
  <ScaleCrop>false</ScaleCrop>
  <Company>Microsoft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3</cp:revision>
  <dcterms:created xsi:type="dcterms:W3CDTF">2020-02-13T11:37:00Z</dcterms:created>
  <dcterms:modified xsi:type="dcterms:W3CDTF">2020-02-13T12:21:00Z</dcterms:modified>
</cp:coreProperties>
</file>