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D75" w:rsidRDefault="00667D75" w:rsidP="00667D7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D75" w:rsidRDefault="00667D75" w:rsidP="00667D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7D75" w:rsidRDefault="00667D75" w:rsidP="00667D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D75" w:rsidRDefault="00667D75" w:rsidP="00667D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7D75" w:rsidRDefault="00667D75" w:rsidP="00667D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D75" w:rsidRDefault="00667D75" w:rsidP="00667D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7D75" w:rsidRDefault="00667D75" w:rsidP="00667D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D75" w:rsidRDefault="00667D75" w:rsidP="00667D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7D75" w:rsidRDefault="00667D75" w:rsidP="00667D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D75" w:rsidRDefault="00667D75" w:rsidP="00667D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7D75" w:rsidRDefault="00667D75" w:rsidP="00667D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D75" w:rsidRDefault="00667D75" w:rsidP="00667D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7D75" w:rsidRDefault="00667D75" w:rsidP="00667D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D75" w:rsidRDefault="00667D75" w:rsidP="00667D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7D75" w:rsidRDefault="00667D75" w:rsidP="00667D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D75" w:rsidRDefault="00667D75" w:rsidP="00667D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7D75" w:rsidRDefault="00667D75" w:rsidP="00667D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D75" w:rsidRDefault="00667D75" w:rsidP="00667D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7D75" w:rsidRDefault="00667D75" w:rsidP="00667D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D75" w:rsidRDefault="00667D75" w:rsidP="00667D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7D75" w:rsidRDefault="00667D75" w:rsidP="00667D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D75" w:rsidRDefault="00667D75" w:rsidP="00667D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D75" w:rsidRDefault="00667D75" w:rsidP="00667D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D75" w:rsidRDefault="00667D75" w:rsidP="00667D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D75" w:rsidRDefault="00667D75" w:rsidP="00667D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D75" w:rsidRDefault="00667D75" w:rsidP="00667D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D75" w:rsidRDefault="00667D75" w:rsidP="00667D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D75" w:rsidRDefault="00667D75" w:rsidP="00667D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D75" w:rsidRDefault="00667D75" w:rsidP="00667D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D75" w:rsidRDefault="00667D75" w:rsidP="00667D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D75" w:rsidRDefault="00667D75" w:rsidP="00667D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67D75" w:rsidRDefault="00667D75" w:rsidP="00667D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67D75" w:rsidRDefault="00667D75" w:rsidP="00667D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67D75" w:rsidRDefault="00667D75" w:rsidP="00667D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67D75" w:rsidRDefault="00667D75" w:rsidP="00667D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67D75" w:rsidRDefault="00667D75" w:rsidP="00667D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67D75" w:rsidRDefault="00667D75" w:rsidP="00667D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67D75" w:rsidRDefault="00667D75" w:rsidP="00667D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67D75" w:rsidRDefault="00667D75" w:rsidP="00667D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67D75" w:rsidRDefault="00667D75" w:rsidP="00667D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67D75" w:rsidRDefault="00667D75" w:rsidP="00667D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67D75" w:rsidRDefault="00667D75" w:rsidP="00667D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67D75" w:rsidRDefault="00667D75" w:rsidP="00667D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67D75" w:rsidRDefault="00667D75" w:rsidP="00667D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67D75" w:rsidRDefault="00667D75" w:rsidP="00667D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67D75" w:rsidRDefault="00667D75" w:rsidP="00667D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67D75" w:rsidRDefault="00667D75" w:rsidP="00667D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67D75" w:rsidRDefault="00667D75" w:rsidP="00667D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67D75" w:rsidRDefault="00667D75" w:rsidP="00667D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67D75" w:rsidRDefault="00667D75" w:rsidP="00667D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67D75" w:rsidRDefault="00667D75" w:rsidP="00667D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667D75" w:rsidRDefault="00667D75" w:rsidP="00667D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67D75" w:rsidRDefault="00667D75" w:rsidP="00667D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67D75" w:rsidRDefault="00667D75" w:rsidP="00667D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67D75" w:rsidRDefault="00667D75" w:rsidP="00667D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67D75" w:rsidRDefault="00667D75" w:rsidP="00667D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67D75" w:rsidRDefault="00667D75" w:rsidP="00667D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67D75" w:rsidRDefault="00667D75" w:rsidP="00667D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667D75" w:rsidRDefault="00667D75" w:rsidP="00667D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67D75" w:rsidRDefault="00667D75" w:rsidP="00667D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67D75" w:rsidRDefault="00667D75" w:rsidP="00667D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67D75" w:rsidRDefault="00667D75" w:rsidP="00667D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67D75" w:rsidRDefault="00667D75" w:rsidP="00667D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67D75" w:rsidRDefault="00667D75" w:rsidP="00667D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67D75" w:rsidRDefault="00667D75" w:rsidP="00667D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67D75" w:rsidRDefault="00667D75" w:rsidP="00667D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67D75" w:rsidRDefault="00667D75" w:rsidP="00667D7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67D75" w:rsidRDefault="00667D75" w:rsidP="00667D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67D75" w:rsidRDefault="00667D75" w:rsidP="00667D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67D75" w:rsidRDefault="00667D75" w:rsidP="00667D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67D75" w:rsidRDefault="00667D75" w:rsidP="00667D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67D75" w:rsidRDefault="00667D75" w:rsidP="00667D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67D75" w:rsidRDefault="00667D75" w:rsidP="00667D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67D75" w:rsidRDefault="00667D75" w:rsidP="00667D7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67D75" w:rsidRDefault="00667D75" w:rsidP="00667D7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№45</w:t>
      </w:r>
    </w:p>
    <w:p w:rsidR="00667D75" w:rsidRPr="001524CD" w:rsidRDefault="00667D75" w:rsidP="00667D75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:rsidR="00667D75" w:rsidRPr="001524CD" w:rsidRDefault="00667D75" w:rsidP="00667D75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1524CD">
        <w:rPr>
          <w:rFonts w:ascii="Times New Roman" w:eastAsia="Calibri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667D75" w:rsidRPr="001524CD" w:rsidRDefault="00667D75" w:rsidP="00667D7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1524CD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1524CD">
        <w:rPr>
          <w:rFonts w:ascii="Times New Roman" w:eastAsia="Calibri" w:hAnsi="Times New Roman" w:cs="Times New Roman"/>
          <w:b/>
          <w:sz w:val="24"/>
          <w:szCs w:val="24"/>
        </w:rPr>
        <w:t xml:space="preserve">  із землеустрою  щодо </w:t>
      </w:r>
    </w:p>
    <w:p w:rsidR="00667D75" w:rsidRPr="001524CD" w:rsidRDefault="00667D75" w:rsidP="00667D7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24CD">
        <w:rPr>
          <w:rFonts w:ascii="Times New Roman" w:eastAsia="Calibri" w:hAnsi="Times New Roman" w:cs="Times New Roman"/>
          <w:b/>
          <w:sz w:val="24"/>
          <w:szCs w:val="24"/>
        </w:rPr>
        <w:t>відведення земельної  ділянки</w:t>
      </w:r>
    </w:p>
    <w:p w:rsidR="00667D75" w:rsidRPr="001524CD" w:rsidRDefault="00667D75" w:rsidP="00667D7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24CD">
        <w:rPr>
          <w:rFonts w:ascii="Times New Roman" w:eastAsia="Calibri" w:hAnsi="Times New Roman" w:cs="Times New Roman"/>
          <w:b/>
          <w:sz w:val="24"/>
          <w:szCs w:val="24"/>
        </w:rPr>
        <w:t>Шпаку Д.В.</w:t>
      </w:r>
    </w:p>
    <w:p w:rsidR="00667D75" w:rsidRPr="001524CD" w:rsidRDefault="00667D75" w:rsidP="00667D7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67D75" w:rsidRPr="001524CD" w:rsidRDefault="00667D75" w:rsidP="00667D7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розглянувши   заяву   Шпака Д.В., сільська рада </w:t>
      </w:r>
    </w:p>
    <w:p w:rsidR="00667D75" w:rsidRPr="00DA5023" w:rsidRDefault="00667D75" w:rsidP="00667D7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4CD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667D75" w:rsidRPr="001524CD" w:rsidRDefault="00667D75" w:rsidP="00667D7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       1. Надати Шпаку Дмитру Вікторовичу Дмитровичу,  який зареєстрований  за </w:t>
      </w:r>
      <w:proofErr w:type="spellStart"/>
      <w:r w:rsidRPr="001524CD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C06536">
        <w:rPr>
          <w:rFonts w:ascii="Times New Roman" w:eastAsia="Calibri" w:hAnsi="Times New Roman" w:cs="Times New Roman"/>
          <w:sz w:val="24"/>
          <w:szCs w:val="24"/>
        </w:rPr>
        <w:t>__________________</w:t>
      </w:r>
      <w:bookmarkStart w:id="0" w:name="_GoBack"/>
      <w:bookmarkEnd w:id="0"/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  дозвіл на розробку </w:t>
      </w:r>
      <w:proofErr w:type="spellStart"/>
      <w:r w:rsidRPr="001524CD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  із землеустрою щодо відведення земельної ділянки для передачі її у власність,  орієнтовною площею 2,0000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524CD">
        <w:rPr>
          <w:rFonts w:ascii="Times New Roman" w:eastAsia="Calibri" w:hAnsi="Times New Roman" w:cs="Times New Roman"/>
          <w:sz w:val="24"/>
          <w:szCs w:val="24"/>
        </w:rPr>
        <w:t>га, за рахунок земель комунальної власності кадастровий номер</w:t>
      </w:r>
      <w:r w:rsidRPr="001524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6823984700:04:009:0001 (16.00) землі запасу (земельні ділянки кожної категорії земель, які не надані у власність або користування громадянам чи юридичним особам) для ведення особистого селянського господарства, яка розташована Хмельницька область, </w:t>
      </w:r>
      <w:proofErr w:type="spellStart"/>
      <w:r w:rsidRPr="001524CD">
        <w:rPr>
          <w:rFonts w:ascii="Times New Roman" w:hAnsi="Times New Roman" w:cs="Times New Roman"/>
          <w:sz w:val="24"/>
          <w:szCs w:val="24"/>
          <w:shd w:val="clear" w:color="auto" w:fill="FFFFFF"/>
        </w:rPr>
        <w:t>Славутський</w:t>
      </w:r>
      <w:proofErr w:type="spellEnd"/>
      <w:r w:rsidRPr="001524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(Шепетівський) район, </w:t>
      </w:r>
      <w:proofErr w:type="spellStart"/>
      <w:r w:rsidRPr="001524CD">
        <w:rPr>
          <w:rFonts w:ascii="Times New Roman" w:hAnsi="Times New Roman" w:cs="Times New Roman"/>
          <w:sz w:val="24"/>
          <w:szCs w:val="24"/>
          <w:shd w:val="clear" w:color="auto" w:fill="FFFFFF"/>
        </w:rPr>
        <w:t>Лисиченська</w:t>
      </w:r>
      <w:proofErr w:type="spellEnd"/>
      <w:r w:rsidRPr="001524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сільська рада (</w:t>
      </w:r>
      <w:proofErr w:type="spellStart"/>
      <w:r w:rsidRPr="001524CD"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Крупецька</w:t>
      </w:r>
      <w:proofErr w:type="spellEnd"/>
      <w:r w:rsidRPr="001524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сільська рада).</w:t>
      </w:r>
    </w:p>
    <w:p w:rsidR="00667D75" w:rsidRPr="001524CD" w:rsidRDefault="00667D75" w:rsidP="00667D7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       2. Шпаку Д.В. розробити </w:t>
      </w:r>
      <w:proofErr w:type="spellStart"/>
      <w:r w:rsidRPr="001524CD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667D75" w:rsidRPr="001524CD" w:rsidRDefault="00667D75" w:rsidP="00667D7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667D75" w:rsidRPr="001524CD" w:rsidRDefault="00667D75" w:rsidP="00667D7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67D75" w:rsidRDefault="00667D75" w:rsidP="00667D7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67D75" w:rsidRPr="001524CD" w:rsidRDefault="00667D75" w:rsidP="00667D7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67D75" w:rsidRPr="001524CD" w:rsidRDefault="00667D75" w:rsidP="00667D7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67D75" w:rsidRPr="001524CD" w:rsidRDefault="00667D75" w:rsidP="00667D7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sz w:val="24"/>
          <w:szCs w:val="24"/>
        </w:rPr>
        <w:lastRenderedPageBreak/>
        <w:t>Сільський   голова                                                                         Валерій   МИХАЛЮК</w:t>
      </w:r>
    </w:p>
    <w:p w:rsidR="00B14FBA" w:rsidRDefault="00B14FBA"/>
    <w:sectPr w:rsidR="00B14FB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D75"/>
    <w:rsid w:val="00171A2E"/>
    <w:rsid w:val="00304C90"/>
    <w:rsid w:val="00505B6D"/>
    <w:rsid w:val="00667D75"/>
    <w:rsid w:val="006D3977"/>
    <w:rsid w:val="007D6C18"/>
    <w:rsid w:val="00B14FBA"/>
    <w:rsid w:val="00C06536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1B30B"/>
  <w15:docId w15:val="{CAECFAB8-A579-43BA-870D-9C0A53CA3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D75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667D7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67D7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667D75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2</Pages>
  <Words>281</Words>
  <Characters>1602</Characters>
  <Application>Microsoft Office Word</Application>
  <DocSecurity>0</DocSecurity>
  <Lines>13</Lines>
  <Paragraphs>3</Paragraphs>
  <ScaleCrop>false</ScaleCrop>
  <Company>Microsoft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2021-04-28T12:29:00Z</dcterms:created>
  <dcterms:modified xsi:type="dcterms:W3CDTF">2021-04-28T13:08:00Z</dcterms:modified>
</cp:coreProperties>
</file>