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616" w:rsidRPr="00B623A8" w:rsidRDefault="006E1616" w:rsidP="006E161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8EF8D3" wp14:editId="72ECB70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28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28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616" w:rsidRDefault="006E1616" w:rsidP="006E16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Bc&#10;j2D0E3gAAEBZBAAOAAAAAAAAAAAAAAAAAC4CAABkcnMvZTJvRG9jLnhtbFBLAQItABQABgAIAAAA&#10;IQCyHUyb4AAAAAoBAAAPAAAAAAAAAAAAAAAAAG16AABkcnMvZG93bnJldi54bWxQSwUGAAAAAAQA&#10;BADzAAAAe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5qS8YA&#10;AADdAAAADwAAAGRycy9kb3ducmV2LnhtbESPQWvCQBSE74X+h+UVvDWbxtKm0TWEosWDIEnr/ZF9&#10;JsHs25BdNf33XUHocZiZb5hlPpleXGh0nWUFL1EMgri2uuNGwc/35jkF4Tyyxt4yKfglB/nq8WGJ&#10;mbZXLulS+UYECLsMFbTeD5mUrm7JoIvsQBy8ox0N+iDHRuoRrwFuepnE8Zs02HFYaHGgz5bqU3U2&#10;Cuz8a7s7NEk5X/O752KfHg/TTqnZ01QsQHia/H/43t5qBa9J+gG3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5qS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uRBcUA&#10;AADdAAAADwAAAGRycy9kb3ducmV2LnhtbERPy2oCMRTdF/yHcIVupGYq4mM0ShGmtV0UtIVuL5Pr&#10;ZHRyMySpjn69WRS6PJz3ct3ZRpzJh9qxgudhBoK4dLrmSsH3V/E0AxEissbGMSm4UoD1qvewxFy7&#10;C+/ovI+VSCEcclRgYmxzKUNpyGIYupY4cQfnLcYEfSW1x0sKt40cZdlEWqw5NRhsaWOoPO1/rYJj&#10;8Wl+NtPbqx/Md3QbFB9vzftEqcd+97IAEamL/+I/91YrGI/maX9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5E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W4cUA&#10;AADdAAAADwAAAGRycy9kb3ducmV2LnhtbESP3WrCQBCF7wu+wzKF3hTdqKXU6CaINFJyI/48wJAd&#10;s6HZ2ZDdmvTtXaHQy8P5+TibfLStuFHvG8cK5rMEBHHldMO1gsu5mH6A8AFZY+uYFPyShzybPG0w&#10;1W7gI91OoRZxhH2KCkwIXSqlrwxZ9DPXEUfv6nqLIcq+lrrHIY7bVi6S5F1abDgSDHa0M1R9n35s&#10;hByWeCivw7nYjzjgZ2n4dXtU6uV53K5BBBrDf/iv/aUVvC1W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1b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dNsYA&#10;AADd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TAv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YdN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tDc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8nI3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FtD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g2cYA&#10;AADdAAAADwAAAGRycy9kb3ducmV2LnhtbESPQUvDQBSE70L/w/IK3uzGEKum3RapCiJ4sArS2yP7&#10;mgSzb5fdZxP/vSsIHoeZ+YZZbyc3qBPF1Hs2cLkoQBE33vbcGnh/e7y4AZUE2eLgmQx8U4LtZna2&#10;xtr6kV/ptJdWZQinGg10IqHWOjUdOUwLH4izd/TRoWQZW20jjhnuBl0WxVI77DkvdBho11Hzuf9y&#10;Bl7Gh/B8vbw6hkOsSp3urXzsxJjz+XS3AiU0yX/4r/1kDVTlbQW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Mg2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8lPMcA&#10;AADdAAAADwAAAGRycy9kb3ducmV2LnhtbESPQWsCMRSE74L/ITyhF9FsbZW6GqUWggULpVbw+tg8&#10;d5duXpYkdbf/3hQKPQ4z8w2z3va2EVfyoXas4H6agSAunKm5VHD61JMnECEiG2wck4IfCrDdDAdr&#10;zI3r+IOux1iKBOGQo4IqxjaXMhQVWQxT1xIn7+K8xZikL6Xx2CW4beQsyxbSYs1pocKWXioqvo7f&#10;VsHuvSsf/LjY9e5w2Z/nWhv9ppW6G/XPKxCR+vgf/mu/GgWPs+U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PJT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hDsQA&#10;AADdAAAADwAAAGRycy9kb3ducmV2LnhtbESPUWvCMBSF3wf+h3CFvc3U4kSrUcRRkLGXqT/g0lyb&#10;anNTkljrv18Ggz0ezjnf4ay3g21FTz40jhVMJxkI4srphmsF51P5tgARIrLG1jEpeFKA7Wb0ssZC&#10;uwd/U3+MtUgQDgUqMDF2hZShMmQxTFxHnLyL8xZjkr6W2uMjwW0r8yybS4sNpwWDHe0NVbfj3Soo&#10;P/Ov/nbXvnS7YWbp3VwXH0ap1/GwW4GINMT/8F/7oBXM8uU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l4Q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e0M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Hk5f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RHt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Q58EA&#10;AADdAAAADwAAAGRycy9kb3ducmV2LnhtbERP3WrCMBS+H/gO4QjezdTihlajiFKQsZupD3Bojk21&#10;OSlJrPXtl4vBLj++//V2sK3oyYfGsYLZNANBXDndcK3gci7fFyBCRNbYOiYFLwqw3Yze1lho9+Qf&#10;6k+xFimEQ4EKTIxdIWWoDFkMU9cRJ+7qvMWYoK+l9vhM4baVeZZ9SosNpwaDHe0NVffTwyoov/Lv&#10;/v7QvnS7YW7pw9wWB6PUZDzsViAiDfFf/Oc+agXzfJnmpjfpCc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0Of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vWsMA&#10;AADdAAAADwAAAGRycy9kb3ducmV2LnhtbESP0WqDQBRE3wv9h+UW8tasSWppjGsIAUN9rO0HXNwb&#10;lbh3jbuJ+vfZQqGPw8yZYdL9ZDpxp8G1lhWslhEI4srqlmsFP9/56wcI55E1dpZJwUwO9tnzU4qJ&#10;tiN/0b30tQgl7BJU0HjfJ1K6qiGDbml74uCd7WDQBznUUg84hnLTyXUUvUuDLYeFBns6NlRdyptR&#10;8DaPp2sZX6JcG1oVm75gX8VKLV6mww6Ep8n/h//oTx249XYLv2/CE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9vW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FwcIA&#10;AADdAAAADwAAAGRycy9kb3ducmV2LnhtbERPy2rCQBTdF/yH4Qru6sRYpEZHEYOluGrjY33JXJNg&#10;5k7IjEn8+85C6PJw3uvtYGrRUesqywpm0wgEcW51xYWC8+nw/gnCeWSNtWVS8CQH283obY2Jtj3/&#10;Upf5QoQQdgkqKL1vEildXpJBN7UNceButjXoA2wLqVvsQ7ipZRxFC2mw4tBQYkP7kvJ79jAKHotr&#10;fObbUf9k6fNrmR52Tl4KpSbjYbcC4Wnw/+KX+1sr+JhHYX94E5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EX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fXcgA&#10;AADdAAAADwAAAGRycy9kb3ducmV2LnhtbESPT2vCQBTE7wW/w/KE3urGKkGja2gLheqhwX8Hb8/s&#10;M0mbfZtmV02/fVcoeBxm5jfMPO1MLS7UusqyguEgAkGcW11xoWC3fX+agHAeWWNtmRT8koN00XuY&#10;Y6Ltldd02fhCBAi7BBWU3jeJlC4vyaAb2IY4eCfbGvRBtoXULV4D3NTyOYpiabDisFBiQ28l5d+b&#10;s1GwzybxNHtdjr9Wn0ccGf1z0FWs1GO/e5mB8NT5e/i//aEVjEfREG5vw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k59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D2cUA&#10;AADd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GA6iGJ5vwhO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cP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01+s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mk6hb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TX6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n5sQA&#10;AADdAAAADwAAAGRycy9kb3ducmV2LnhtbESPzW7CMBCE70i8g7WVeiNO+SdgEK2ExBXaQ4+LvSRp&#10;43WIXQg8PUZC6nE0M99oFqvWVuJMjS8dK3hLUhDE2pmScwVfn5veFIQPyAYrx6TgSh5Wy25ngZlx&#10;F97ReR9yESHsM1RQhFBnUnpdkEWfuJo4ekfXWAxRNrk0DV4i3Fayn6ZjabHkuFBgTR8F6d/9n1Ww&#10;LQ80GuvjzE7f9e77dgqDyY9R6vWlXc9BBGrDf/jZ3hoFw0E6hMeb+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lJ+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xicMA&#10;AADdAAAADwAAAGRycy9kb3ducmV2LnhtbERPW2vCMBR+H/gfwhH2psnchVmbyhwMHHPCdMzXQ3PW&#10;lDUnpYm1/vtlIOzxu/Ply8E1oqcu1J413EwVCOLSm5orDZ/7l8kjiBCRDTaeScOZAiyL0VWOmfEn&#10;/qB+FyuRSjhkqMHG2GZShtKSwzD1LXHSvn3nMCbYVdJ0eErlrpEzpR6kw5rTgsWWni2VP7uj09Dj&#10;9qwOdvU+f6035Wy7+nozidfX4+FpASLSEP/Nl/TaaLi7Vffw9y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Bxi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Rns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7rZ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JUZ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yosYA&#10;AADdAAAADwAAAGRycy9kb3ducmV2LnhtbESPS2vDMBCE74X+B7GF3Go5D5rgRAl5QigtIa/7xtrY&#10;bqWVsdTE/fdVodDjMDPfMJNZa424UeMrxwq6SQqCOHe64kLB6bh5HoHwAVmjcUwKvsnDbPr4MMFM&#10;uzvv6XYIhYgQ9hkqKEOoMyl9XpJFn7iaOHpX11gMUTaF1A3eI9wa2UvTF2mx4rhQYk3LkvLPw5dV&#10;sNmtzEfvfT8/y7BcDy9m9LpYvSnVeWrnYxCB2vAf/mtvtYJBPx3C75v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6yo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acQA&#10;AADdAAAADwAAAGRycy9kb3ducmV2LnhtbERPW2vCMBR+H+w/hDPwZWg6nSLVWIYgdTDBG/h6bI5t&#10;sTkJTVa7f788DPb48d2XWW8a0VHra8sK3kYJCOLC6ppLBefTZjgH4QOyxsYyKfghD9nq+WmJqbYP&#10;PlB3DKWIIexTVFCF4FIpfVGRQT+yjjhyN9saDBG2pdQtPmK4aeQ4SWbSYM2xoUJH64qK+/HbKOj2&#10;X9dy23n3eZ+/+unkmuc7fVFq8NJ/LEAE6sO/+M+91QreJ0mcG9/EJ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W62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yO8cA&#10;AADdAAAADwAAAGRycy9kb3ducmV2LnhtbESPT2sCMRTE70K/Q3iCN038V3Q1Si0UeilU60Fvz81z&#10;d3Hzsk1S3fbTNwWhx2FmfsMs162txZV8qBxrGA4UCOLcmYoLDfuPl/4MRIjIBmvHpOGbAqxXD50l&#10;ZsbdeEvXXSxEgnDIUEMZY5NJGfKSLIaBa4iTd3beYkzSF9J4vCW4reVIqUdpseK0UGJDzyXll92X&#10;1bCZzzaf7xN++9mejnQ8nC7TkVda97rt0wJEpDb+h+/tV6NhMlZz+HuTn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7MjvHAAAA3QAAAA8AAAAAAAAAAAAAAAAAmAIAAGRy&#10;cy9kb3ducmV2LnhtbFBLBQYAAAAABAAEAPUAAACMAwAAAAA=&#10;" fillcolor="black" stroked="f"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HOdcQA&#10;AADdAAAADwAAAGRycy9kb3ducmV2LnhtbERPu27CMBTdkfgH6yKxgQO0CAUM4lWpUukA7dDxEl8S&#10;K/F1FBtI+Xo8VOp4dN6LVWsrcaPGG8cKRsMEBHHmtOFcwffX22AGwgdkjZVjUvBLHlbLbmeBqXZ3&#10;PtLtFHIRQ9inqKAIoU6l9FlBFv3Q1cSRu7jGYoiwyaVu8B7DbSXHSTKVFg3HhgJr2haUlaerVfDz&#10;MTWzo6Hx+fDY7PXhtdx87kql+r12PQcRqA3/4j/3u1bwMhnF/fFNf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xznX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hVW8YA&#10;AADdAAAADwAAAGRycy9kb3ducmV2LnhtbESPT2sCMRTE7wW/Q3gFbzW7WopsjSIW0UsP9Q9eH5vX&#10;zXY3L9sk6uqnbwqFHoeZ+Q0zW/S2FRfyoXasIB9lIIhLp2uuFBz266cpiBCRNbaOScGNAizmg4cZ&#10;Ftpd+YMuu1iJBOFQoAITY1dIGUpDFsPIdcTJ+3TeYkzSV1J7vCa4beU4y16kxZrTgsGOVobKZne2&#10;Cvzy9Nbc+Xxssvv7LWy++u8pGqWGj/3yFUSkPv6H/9pbreB5ku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hVW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5unsYA&#10;AADdAAAADwAAAGRycy9kb3ducmV2LnhtbESPUWvCQBCE3wv+h2OFvhS9mJaqqadIoVCoCFp/wJpb&#10;k9C7vZBbNfbX9wqFPg4z8w2zWPXeqQt1sQlsYDLOQBGXwTZcGTh8vo1moKIgW3SBycCNIqyWg7sF&#10;FjZceUeXvVQqQTgWaKAWaQutY1mTxzgOLXHyTqHzKEl2lbYdXhPcO51n2bP22HBaqLGl15rKr/3Z&#10;G3D50c0/pnEjt4PeZN9edg9ba8z9sF+/gBLq5T/81363Bp4eJzn8vk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5un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EQcYA&#10;AADdAAAADwAAAGRycy9kb3ducmV2LnhtbESPQWsCMRSE74X+h/AK3mpWLaWsRrEVYS89uFq8PjfP&#10;zWLysmyirv56Uyj0OMzMN8xs0TsrLtSFxrOC0TADQVx53XCtYLddv36ACBFZo/VMCm4UYDF/fpph&#10;rv2VN3QpYy0ShEOOCkyMbS5lqAw5DEPfEifv6DuHMcmulrrDa4I7K8dZ9i4dNpwWDLb0Zag6lWen&#10;YFW2drwrzGfY/3wfDra4r2m/Umrw0i+nICL18T/81y60grfJaAK/b9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7EQ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ThMUA&#10;AADdAAAADwAAAGRycy9kb3ducmV2LnhtbESPQWsCMRSE7wX/Q3iCt5rYipXVKCJdEHqq1YO3R/Lc&#10;Xd28LJt0d/33TaHQ4zAz3zDr7eBq0VEbKs8aZlMFgth4W3Gh4fSVPy9BhIhssfZMGh4UYLsZPa0x&#10;s77nT+qOsRAJwiFDDWWMTSZlMCU5DFPfECfv6luHMcm2kLbFPsFdLV+UWkiHFaeFEhval2Tux2+n&#10;4ZbLD28UmvPp3B/s2+V9QbXSejIedisQkYb4H/5rH6yG+etsD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BO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UUMc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WA8Gnz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UU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0wlMcA&#10;AADdAAAADwAAAGRycy9kb3ducmV2LnhtbESPT2sCMRTE7wW/Q3iCt5rVquhqlFoo9FLw30Fvz81z&#10;d3Hzsk2ibvvpG0HwOMzMb5jZojGVuJLzpWUFvW4CgjizuuRcwW77+ToG4QOyxsoyKfglD4t562WG&#10;qbY3XtN1E3IRIexTVFCEUKdS+qwgg75ra+LonawzGKJ0udQObxFuKtlPkpE0WHJcKLCmj4Ky8+Zi&#10;FCwn4+XPasDff+vjgQ7743nYd4lSnXbzPgURqAnP8KP9pRUM3noj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9MJTHAAAA3QAAAA8AAAAAAAAAAAAAAAAAmAIAAGRy&#10;cy9kb3ducmV2LnhtbFBLBQYAAAAABAAEAPUAAACMAwAAAAA=&#10;" fillcolor="black" stroked="f"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1vDsUA&#10;AADdAAAADwAAAGRycy9kb3ducmV2LnhtbESPQUsDMRSE74L/ITyhN5utFVvWpmUpSMXTtlV6fd08&#10;N4ublyWJ6frvjSD0OMzMN8xqM9peJPKhc6xgNi1AEDdOd9wqeD++3C9BhIissXdMCn4owGZ9e7PC&#10;UrsL7ykdYisyhEOJCkyMQyllaAxZDFM3EGfv03mLMUvfSu3xkuG2lw9F8SQtdpwXDA60NdR8Hb6t&#10;gnTe1tU8nZLZv/mq9a7efZxrpSZ3Y/UMItIYr+H/9qtW8DifLe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W8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UbjsMA&#10;AADdAAAADwAAAGRycy9kb3ducmV2LnhtbERPz2vCMBS+C/sfwht407Q6xHVGGaLivOi6wXZ8NG9N&#10;WfNSmli7/fXmIHj8+H4vVr2tRUetrxwrSMcJCOLC6YpLBZ8f29EchA/IGmvHpOCPPKyWD4MFZtpd&#10;+J26PJQihrDPUIEJocmk9IUhi37sGuLI/bjWYoiwLaVu8RLDbS0nSTKTFiuODQYbWhsqfvOzVeDT&#10;9ebrYP+fu++d4WP+Zman0ig1fOxfX0AE6sNdfHPvtYKnaRrnxj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Ubj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1616" w:rsidRDefault="006E1616" w:rsidP="006E16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E1616" w:rsidRDefault="006E1616" w:rsidP="006E161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1616" w:rsidRDefault="006E1616" w:rsidP="006E16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E1616" w:rsidRPr="004A7D10" w:rsidRDefault="006E1616" w:rsidP="006E16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1616" w:rsidRDefault="006E1616" w:rsidP="006E16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1616" w:rsidRPr="00DA4463" w:rsidRDefault="006E1616" w:rsidP="006E161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№44</w:t>
      </w:r>
    </w:p>
    <w:p w:rsidR="006E1616" w:rsidRPr="0060655C" w:rsidRDefault="006E1616" w:rsidP="006E1616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6E1616" w:rsidRPr="0060655C" w:rsidRDefault="006E1616" w:rsidP="006E161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6E1616" w:rsidRPr="0060655C" w:rsidRDefault="006E1616" w:rsidP="006E161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т</w:t>
      </w:r>
      <w:r w:rsidRPr="0060655C">
        <w:rPr>
          <w:rFonts w:ascii="Times New Roman" w:eastAsia="Calibri" w:hAnsi="Times New Roman" w:cs="Times New Roman"/>
          <w:b/>
          <w:sz w:val="24"/>
          <w:szCs w:val="24"/>
        </w:rPr>
        <w:t>ехн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</w:p>
    <w:p w:rsidR="006E1616" w:rsidRPr="0060655C" w:rsidRDefault="006E1616" w:rsidP="006E161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) меж </w:t>
      </w:r>
    </w:p>
    <w:p w:rsidR="006E1616" w:rsidRPr="0060655C" w:rsidRDefault="006E1616" w:rsidP="006E161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м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ісцевості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)</w:t>
      </w:r>
    </w:p>
    <w:p w:rsidR="006E1616" w:rsidRPr="0060655C" w:rsidRDefault="006E1616" w:rsidP="006E161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proofErr w:type="gramStart"/>
      <w:r w:rsidRPr="0060655C">
        <w:rPr>
          <w:rFonts w:ascii="Times New Roman" w:eastAsia="Calibri" w:hAnsi="Times New Roman" w:cs="Times New Roman"/>
          <w:b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>ідгородецькій</w:t>
      </w:r>
      <w:proofErr w:type="spellEnd"/>
      <w:r w:rsidRPr="0060655C">
        <w:rPr>
          <w:rFonts w:ascii="Times New Roman" w:eastAsia="Calibri" w:hAnsi="Times New Roman" w:cs="Times New Roman"/>
          <w:b/>
          <w:sz w:val="24"/>
          <w:szCs w:val="24"/>
        </w:rPr>
        <w:t xml:space="preserve">  С.В.</w:t>
      </w:r>
    </w:p>
    <w:p w:rsidR="006E1616" w:rsidRPr="0060655C" w:rsidRDefault="006E1616" w:rsidP="006E1616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6E1616" w:rsidRPr="0060655C" w:rsidRDefault="006E1616" w:rsidP="006E16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«Про порядок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виділення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ділянок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власникам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часток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паїв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ідгородецької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С.В.,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6E1616" w:rsidRPr="0060655C" w:rsidRDefault="006E1616" w:rsidP="006E16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6E1616" w:rsidRPr="0060655C" w:rsidRDefault="006E1616" w:rsidP="006E16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1.Надати </w:t>
      </w:r>
      <w:proofErr w:type="spellStart"/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>ідгородецькій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Світлані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Володимирівні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зареєстрова</w:t>
      </w:r>
      <w:r>
        <w:rPr>
          <w:rFonts w:ascii="Times New Roman" w:eastAsia="Calibri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:</w:t>
      </w:r>
      <w:r w:rsidR="00797C61">
        <w:rPr>
          <w:rFonts w:ascii="Times New Roman" w:eastAsia="Calibri" w:hAnsi="Times New Roman" w:cs="Times New Roman"/>
          <w:sz w:val="24"/>
          <w:szCs w:val="24"/>
          <w:lang w:val="en-US"/>
        </w:rPr>
        <w:t>_____________</w:t>
      </w: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технічної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), 4,87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умовних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кадастрових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гектарах,  для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товарного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сільськогосподарського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виробництва,сертифікат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 право 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частку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(пай)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серія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ХМ №0403756,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6E1616" w:rsidRPr="0060655C" w:rsidRDefault="006E1616" w:rsidP="006E16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     2.</w:t>
      </w:r>
      <w:proofErr w:type="gramStart"/>
      <w:r w:rsidRPr="0060655C">
        <w:rPr>
          <w:rFonts w:ascii="Times New Roman" w:eastAsia="Calibri" w:hAnsi="Times New Roman" w:cs="Times New Roman"/>
          <w:sz w:val="24"/>
          <w:szCs w:val="24"/>
        </w:rPr>
        <w:t>П</w:t>
      </w:r>
      <w:proofErr w:type="gram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ідгородецькій С.В.,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технічну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документацію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встановлення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відновлення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меж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натурі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(на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місцевості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) та подати на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ради.</w:t>
      </w:r>
    </w:p>
    <w:p w:rsidR="006E1616" w:rsidRDefault="006E1616" w:rsidP="00797C6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60655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797C61" w:rsidRPr="00797C61" w:rsidRDefault="00797C61" w:rsidP="00797C6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bookmarkStart w:id="0" w:name="_GoBack"/>
      <w:bookmarkEnd w:id="0"/>
    </w:p>
    <w:p w:rsidR="00435932" w:rsidRPr="00797C61" w:rsidRDefault="006E1616" w:rsidP="00797C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голова                                                                        </w:t>
      </w:r>
      <w:proofErr w:type="spellStart"/>
      <w:r w:rsidRPr="0060655C">
        <w:rPr>
          <w:rFonts w:ascii="Times New Roman" w:eastAsia="Calibri" w:hAnsi="Times New Roman" w:cs="Times New Roman"/>
          <w:sz w:val="24"/>
          <w:szCs w:val="24"/>
        </w:rPr>
        <w:t>Валерій</w:t>
      </w:r>
      <w:proofErr w:type="spellEnd"/>
      <w:r w:rsidRPr="0060655C">
        <w:rPr>
          <w:rFonts w:ascii="Times New Roman" w:eastAsia="Calibri" w:hAnsi="Times New Roman" w:cs="Times New Roman"/>
          <w:sz w:val="24"/>
          <w:szCs w:val="24"/>
        </w:rPr>
        <w:t xml:space="preserve">   МИХАЛЮК</w:t>
      </w:r>
    </w:p>
    <w:sectPr w:rsidR="00435932" w:rsidRPr="00797C61" w:rsidSect="00797C61">
      <w:pgSz w:w="12240" w:h="15840"/>
      <w:pgMar w:top="1440" w:right="1440" w:bottom="284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5486" w:rsidRDefault="00DC5486">
      <w:pPr>
        <w:spacing w:after="0" w:line="240" w:lineRule="auto"/>
      </w:pPr>
      <w:r>
        <w:separator/>
      </w:r>
    </w:p>
  </w:endnote>
  <w:endnote w:type="continuationSeparator" w:id="0">
    <w:p w:rsidR="00DC5486" w:rsidRDefault="00DC54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5486" w:rsidRDefault="00DC5486">
      <w:pPr>
        <w:spacing w:after="0" w:line="240" w:lineRule="auto"/>
      </w:pPr>
      <w:r>
        <w:separator/>
      </w:r>
    </w:p>
  </w:footnote>
  <w:footnote w:type="continuationSeparator" w:id="0">
    <w:p w:rsidR="00DC5486" w:rsidRDefault="00DC54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616"/>
    <w:rsid w:val="00435932"/>
    <w:rsid w:val="006E1616"/>
    <w:rsid w:val="00797C61"/>
    <w:rsid w:val="007A1D08"/>
    <w:rsid w:val="00DC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1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E161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E161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E1616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616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E1616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E1616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E1616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4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2020-12-24T17:36:00Z</dcterms:created>
  <dcterms:modified xsi:type="dcterms:W3CDTF">2020-12-24T18:53:00Z</dcterms:modified>
</cp:coreProperties>
</file>