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AA2" w:rsidRPr="008D31FA" w:rsidRDefault="000A7AA2" w:rsidP="000A7AA2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7AA2" w:rsidRDefault="000A7AA2" w:rsidP="000A7A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A7AA2" w:rsidRDefault="000A7AA2" w:rsidP="000A7A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A7AA2" w:rsidRPr="000A4F3E" w:rsidRDefault="000A7AA2" w:rsidP="000A7AA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7AA2" w:rsidRPr="000A4F3E" w:rsidRDefault="000A7AA2" w:rsidP="000A7AA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7AA2" w:rsidRPr="000A4F3E" w:rsidRDefault="000A7AA2" w:rsidP="000A7AA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7AA2" w:rsidRPr="000A4F3E" w:rsidRDefault="000A7AA2" w:rsidP="000A7AA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7AA2" w:rsidRPr="000A4F3E" w:rsidRDefault="000A7AA2" w:rsidP="000A7AA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A7AA2" w:rsidRPr="000A4F3E" w:rsidRDefault="000A7AA2" w:rsidP="000A7AA2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A7AA2" w:rsidRPr="000A4F3E" w:rsidRDefault="000A7AA2" w:rsidP="000A7AA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A7AA2" w:rsidRPr="000A4F3E" w:rsidRDefault="000A7AA2" w:rsidP="000A7AA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A7AA2" w:rsidRPr="000A4F3E" w:rsidRDefault="000A7AA2" w:rsidP="000A7AA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7AA2" w:rsidRPr="000A4F3E" w:rsidRDefault="000A7AA2" w:rsidP="000A7AA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A7AA2" w:rsidRPr="000A4F3E" w:rsidRDefault="000A7AA2" w:rsidP="000A7AA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7AA2" w:rsidRPr="000A4F3E" w:rsidRDefault="000A7AA2" w:rsidP="000A7AA2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A7AA2" w:rsidRPr="000A4F3E" w:rsidRDefault="000A7AA2" w:rsidP="000A7AA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A7AA2" w:rsidRDefault="000A7AA2" w:rsidP="000A7AA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№50</w:t>
      </w:r>
    </w:p>
    <w:p w:rsidR="000A7AA2" w:rsidRDefault="000A7AA2" w:rsidP="000A7AA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A7AA2" w:rsidRPr="00CA5B65" w:rsidRDefault="000A7AA2" w:rsidP="000A7AA2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0A7AA2" w:rsidRPr="00CA5B65" w:rsidRDefault="000A7AA2" w:rsidP="000A7AA2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0A7AA2" w:rsidRPr="00CA5B65" w:rsidRDefault="000A7AA2" w:rsidP="000A7AA2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0A7AA2" w:rsidRDefault="000A7AA2" w:rsidP="000A7AA2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0A7AA2" w:rsidRPr="00CA5B65" w:rsidRDefault="000A7AA2" w:rsidP="000A7AA2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Конончуку</w:t>
      </w:r>
      <w:proofErr w:type="spellEnd"/>
      <w:proofErr w:type="gramStart"/>
      <w:r>
        <w:rPr>
          <w:rFonts w:ascii="Times New Roman" w:hAnsi="Times New Roman"/>
          <w:b/>
          <w:sz w:val="24"/>
        </w:rPr>
        <w:t xml:space="preserve"> І.</w:t>
      </w:r>
      <w:proofErr w:type="gramEnd"/>
      <w:r>
        <w:rPr>
          <w:rFonts w:ascii="Times New Roman" w:hAnsi="Times New Roman"/>
          <w:b/>
          <w:sz w:val="24"/>
        </w:rPr>
        <w:t>С.</w:t>
      </w:r>
    </w:p>
    <w:p w:rsidR="000A7AA2" w:rsidRPr="00CA5B65" w:rsidRDefault="000A7AA2" w:rsidP="000A7AA2">
      <w:pPr>
        <w:spacing w:after="0"/>
        <w:rPr>
          <w:rFonts w:ascii="Times New Roman" w:hAnsi="Times New Roman"/>
          <w:b/>
          <w:sz w:val="24"/>
        </w:rPr>
      </w:pPr>
    </w:p>
    <w:p w:rsidR="000A7AA2" w:rsidRPr="00CA5B65" w:rsidRDefault="000A7AA2" w:rsidP="000A7AA2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 xml:space="preserve">ст.13 Закону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 «Про порядок </w:t>
      </w:r>
      <w:proofErr w:type="spellStart"/>
      <w:r>
        <w:rPr>
          <w:rFonts w:ascii="Times New Roman" w:hAnsi="Times New Roman"/>
          <w:sz w:val="24"/>
        </w:rPr>
        <w:t>виділення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натурі</w:t>
      </w:r>
      <w:proofErr w:type="spellEnd"/>
      <w:r>
        <w:rPr>
          <w:rFonts w:ascii="Times New Roman" w:hAnsi="Times New Roman"/>
          <w:sz w:val="24"/>
        </w:rPr>
        <w:t xml:space="preserve"> ( на </w:t>
      </w:r>
      <w:proofErr w:type="spellStart"/>
      <w:r>
        <w:rPr>
          <w:rFonts w:ascii="Times New Roman" w:hAnsi="Times New Roman"/>
          <w:sz w:val="24"/>
        </w:rPr>
        <w:t>місцевості</w:t>
      </w:r>
      <w:proofErr w:type="spellEnd"/>
      <w:r>
        <w:rPr>
          <w:rFonts w:ascii="Times New Roman" w:hAnsi="Times New Roman"/>
          <w:sz w:val="24"/>
        </w:rPr>
        <w:t xml:space="preserve"> ) </w:t>
      </w:r>
      <w:proofErr w:type="spellStart"/>
      <w:r>
        <w:rPr>
          <w:rFonts w:ascii="Times New Roman" w:hAnsi="Times New Roman"/>
          <w:sz w:val="24"/>
        </w:rPr>
        <w:t>земельних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ділянок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власникам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земельних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часток</w:t>
      </w:r>
      <w:proofErr w:type="spellEnd"/>
      <w:r>
        <w:rPr>
          <w:rFonts w:ascii="Times New Roman" w:hAnsi="Times New Roman"/>
          <w:sz w:val="24"/>
        </w:rPr>
        <w:t xml:space="preserve"> ( </w:t>
      </w:r>
      <w:proofErr w:type="spellStart"/>
      <w:r>
        <w:rPr>
          <w:rFonts w:ascii="Times New Roman" w:hAnsi="Times New Roman"/>
          <w:sz w:val="24"/>
        </w:rPr>
        <w:t>паїв</w:t>
      </w:r>
      <w:proofErr w:type="spellEnd"/>
      <w:r>
        <w:rPr>
          <w:rFonts w:ascii="Times New Roman" w:hAnsi="Times New Roman"/>
          <w:sz w:val="24"/>
        </w:rPr>
        <w:t xml:space="preserve"> ) », </w:t>
      </w:r>
      <w:r w:rsidRPr="00CA5B65">
        <w:rPr>
          <w:rFonts w:ascii="Times New Roman" w:hAnsi="Times New Roman"/>
          <w:sz w:val="24"/>
        </w:rPr>
        <w:t xml:space="preserve"> 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Конончука</w:t>
      </w:r>
      <w:proofErr w:type="spellEnd"/>
      <w:r>
        <w:rPr>
          <w:rFonts w:ascii="Times New Roman" w:hAnsi="Times New Roman"/>
          <w:sz w:val="24"/>
        </w:rPr>
        <w:t xml:space="preserve"> І.С.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proofErr w:type="gramEnd"/>
      <w:r w:rsidRPr="00CA5B65">
        <w:rPr>
          <w:rFonts w:ascii="Times New Roman" w:hAnsi="Times New Roman"/>
          <w:sz w:val="24"/>
        </w:rPr>
        <w:t xml:space="preserve"> рада</w:t>
      </w:r>
    </w:p>
    <w:p w:rsidR="000A7AA2" w:rsidRPr="00CA5B65" w:rsidRDefault="000A7AA2" w:rsidP="000A7AA2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0A7AA2" w:rsidRPr="00CA5B65" w:rsidRDefault="000A7AA2" w:rsidP="000A7AA2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Конончуку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Івану</w:t>
      </w:r>
      <w:proofErr w:type="spellEnd"/>
      <w:r>
        <w:rPr>
          <w:rFonts w:ascii="Times New Roman" w:hAnsi="Times New Roman"/>
          <w:sz w:val="24"/>
        </w:rPr>
        <w:t xml:space="preserve"> Степановичу,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CF6ACF">
        <w:rPr>
          <w:rFonts w:ascii="Times New Roman" w:hAnsi="Times New Roman"/>
          <w:sz w:val="24"/>
          <w:lang w:val="en-US"/>
        </w:rPr>
        <w:t>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r>
        <w:rPr>
          <w:rFonts w:ascii="Times New Roman" w:hAnsi="Times New Roman"/>
          <w:sz w:val="24"/>
        </w:rPr>
        <w:t xml:space="preserve">3,45 в </w:t>
      </w:r>
      <w:proofErr w:type="spellStart"/>
      <w:r>
        <w:rPr>
          <w:rFonts w:ascii="Times New Roman" w:hAnsi="Times New Roman"/>
          <w:sz w:val="24"/>
        </w:rPr>
        <w:t>умовних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кадастрових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одиницях</w:t>
      </w:r>
      <w:proofErr w:type="spellEnd"/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для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виробництва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сертифікат</w:t>
      </w:r>
      <w:proofErr w:type="spellEnd"/>
      <w:r>
        <w:rPr>
          <w:rFonts w:ascii="Times New Roman" w:hAnsi="Times New Roman"/>
          <w:sz w:val="24"/>
        </w:rPr>
        <w:t xml:space="preserve"> на право на </w:t>
      </w:r>
      <w:proofErr w:type="spellStart"/>
      <w:r>
        <w:rPr>
          <w:rFonts w:ascii="Times New Roman" w:hAnsi="Times New Roman"/>
          <w:sz w:val="24"/>
        </w:rPr>
        <w:t>земельну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частку</w:t>
      </w:r>
      <w:proofErr w:type="spellEnd"/>
      <w:r>
        <w:rPr>
          <w:rFonts w:ascii="Times New Roman" w:hAnsi="Times New Roman"/>
          <w:sz w:val="24"/>
        </w:rPr>
        <w:t xml:space="preserve"> пай </w:t>
      </w:r>
      <w:proofErr w:type="spellStart"/>
      <w:r>
        <w:rPr>
          <w:rFonts w:ascii="Times New Roman" w:hAnsi="Times New Roman"/>
          <w:sz w:val="24"/>
        </w:rPr>
        <w:t>серія</w:t>
      </w:r>
      <w:proofErr w:type="spellEnd"/>
      <w:r>
        <w:rPr>
          <w:rFonts w:ascii="Times New Roman" w:hAnsi="Times New Roman"/>
          <w:sz w:val="24"/>
        </w:rPr>
        <w:t xml:space="preserve"> ХМ №0318654,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 на </w:t>
      </w:r>
      <w:proofErr w:type="spellStart"/>
      <w:r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(</w:t>
      </w:r>
      <w:proofErr w:type="spellStart"/>
      <w:r>
        <w:rPr>
          <w:rFonts w:ascii="Times New Roman" w:hAnsi="Times New Roman"/>
          <w:sz w:val="24"/>
        </w:rPr>
        <w:t>Полянська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 </w:t>
      </w:r>
      <w:proofErr w:type="gramStart"/>
      <w:r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об’єднання</w:t>
      </w:r>
      <w:proofErr w:type="spellEnd"/>
      <w:r>
        <w:rPr>
          <w:rFonts w:ascii="Times New Roman" w:hAnsi="Times New Roman"/>
          <w:sz w:val="24"/>
        </w:rPr>
        <w:t>).</w:t>
      </w:r>
    </w:p>
    <w:p w:rsidR="000A7AA2" w:rsidRPr="00CA5B65" w:rsidRDefault="000A7AA2" w:rsidP="000A7AA2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Конончук</w:t>
      </w:r>
      <w:proofErr w:type="spellEnd"/>
      <w:r>
        <w:rPr>
          <w:rFonts w:ascii="Times New Roman" w:hAnsi="Times New Roman"/>
          <w:sz w:val="24"/>
        </w:rPr>
        <w:t xml:space="preserve"> І.С.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0A7AA2" w:rsidRPr="000A7AA2" w:rsidRDefault="000A7AA2" w:rsidP="000A7AA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Денисюк Т.В.).</w:t>
      </w:r>
    </w:p>
    <w:p w:rsidR="000A7AA2" w:rsidRDefault="000A7AA2" w:rsidP="000A7AA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65FB7" w:rsidRPr="000A7AA2" w:rsidRDefault="000A7AA2" w:rsidP="000A7AA2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065FB7" w:rsidRPr="000A7AA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AA2"/>
    <w:rsid w:val="00065FB7"/>
    <w:rsid w:val="000A7AA2"/>
    <w:rsid w:val="00171A2E"/>
    <w:rsid w:val="00304C90"/>
    <w:rsid w:val="00505B6D"/>
    <w:rsid w:val="006D3977"/>
    <w:rsid w:val="007D6C18"/>
    <w:rsid w:val="00CF6AC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A7AA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A7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A7AA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A7AA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A7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A7AA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270</Words>
  <Characters>1541</Characters>
  <Application>Microsoft Office Word</Application>
  <DocSecurity>0</DocSecurity>
  <Lines>12</Lines>
  <Paragraphs>3</Paragraphs>
  <ScaleCrop>false</ScaleCrop>
  <Company>Microsoft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2020-09-01T14:01:00Z</dcterms:created>
  <dcterms:modified xsi:type="dcterms:W3CDTF">2020-09-01T15:42:00Z</dcterms:modified>
</cp:coreProperties>
</file>