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12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0209E7" w:rsidRDefault="00491812" w:rsidP="00491812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491812" w:rsidRPr="000209E7" w:rsidRDefault="00491812" w:rsidP="00491812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491812" w:rsidRPr="000209E7" w:rsidRDefault="009815D6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9815D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2cccMA&#10;AADdAAAADwAAAGRycy9kb3ducmV2LnhtbESPS6vCMBSE98L9D+FccKepFnz0GkVExYUg9bE/NMe2&#10;3OakNFHrvzeC4HKYmW+Y2aI1lbhT40rLCgb9CARxZnXJuYLzadObgHAeWWNlmRQ8ycFi/tOZYaLt&#10;g1O6H30uAoRdggoK7+tESpcVZND1bU0cvKttDPogm1zqBh8Bbio5jKKRNFhyWCiwplVB2f/xZhTY&#10;eLvbX/JhGq957Hl5mFwv7V6p7m+7/APhqfXf8Ke90wriwXQK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2cc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4FGccA&#10;AADd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hMSLm/SE5DT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eBRn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C/cEA&#10;AADdAAAADwAAAGRycy9kb3ducmV2LnhtbESP3YrCMBCF7wXfIYzgjWiqwiLVKCIq4o1YfYChGZti&#10;MylNtPXtzcLCXh7Oz8dZbTpbiTc1vnSsYDpJQBDnTpdcKLjfDuMFCB+QNVaOScGHPGzW/d4KU+1a&#10;vtI7C4WII+xTVGBCqFMpfW7Iop+4mjh6D9dYDFE2hdQNtnHcVnKWJD/SYsmRYLCmnaH8mb1shFzm&#10;eDk/2tvh2GGL+7Ph0faq1HDQbZcgAnXhP/zXPmkF81kyhd838QnI9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Kwv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JKsYA&#10;AADdAAAADwAAAGRycy9kb3ducmV2LnhtbESPQUsDMRSE74L/ITzBW5t11VrWpkVqBRF6sArF22Pz&#10;uru4eQnJa3f990YoeBxm5htmsRpdr04UU+fZwM20AEVce9txY+Dz42UyB5UE2WLvmQz8UILV8vJi&#10;gZX1A7/TaSeNyhBOFRpoRUKldapbcpimPhBn7+CjQ8kyNtpGHDLc9bosipl22HFeaDHQuqX6e3d0&#10;BrbDJrw9zO4P4SvelTo9W9mvxZjrq/HpEZTQKP/hc/vVGrgtixL+3u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OJ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5EcQA&#10;AADdAAAADwAAAGRycy9kb3ducmV2LnhtbESP32qDMBTG7wd7h3AKuxlrnEIZzljKWMvwRmz3AAdz&#10;aqTmRExa3dsvg0EvP74/P75iu9hB3GjyvWMFr+sEBHHrdM+dgu/T/uUNhA/IGgfHpOCHPGzLx4cC&#10;c+1mbuh2DJ2II+xzVGBCGHMpfWvIol+7kTh6ZzdZDFFOndQTznHcDjJNko202HMkGBzpw1B7OV5t&#10;hNQZ1tV5Pu0PC874WRl+3jVKPa2W3TuIQEu4h//bX1pBliYZ/L2JT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U+R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a0xc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XBXFlM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a0x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xIM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qaTbAa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qxI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B1EsQA&#10;AADdAAAADwAAAGRycy9kb3ducmV2LnhtbESPzWrDMBCE74G8g9hCb4lctwnBtRJCiqGUXvLzAIu1&#10;sVxbKyMpjvv2VaHQ4zAz3zDlbrK9GMmH1rGCp2UGgrh2uuVGweVcLTYgQkTW2DsmBd8UYLedz0os&#10;tLvzkcZTbESCcChQgYlxKKQMtSGLYekG4uRdnbcYk/SN1B7vCW57mWfZWlpsOS0YHOhgqO5ON6ug&#10;+sg/x+6mfeX204ullfnavBmlHh+m/SuISFP8D/+137WC5zxbw+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gdR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KzMYA&#10;AADdAAAADwAAAGRycy9kb3ducmV2LnhtbESPQWsCMRSE74X+h/AKvYhmVayyNYoWQgULpSp4fWye&#10;u0s3L0uSutt/3whCj8PMfMMs171txJV8qB0rGI8yEMSFMzWXCk5HPVyACBHZYOOYFPxSgPXq8WGJ&#10;uXEdf9H1EEuRIBxyVFDF2OZShqIii2HkWuLkXZy3GJP0pTQeuwS3jZxk2Yu0WHNaqLClt4qK78OP&#10;VbD97MqpHxTb3u0v7+eZ1kZ/aKWen/rNK4hIffwP39s7o2A6yeZwe5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SKz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E+8AA&#10;AADdAAAADwAAAGRycy9kb3ducmV2LnhtbERP3WrCMBS+H/gO4QjezdS6iVSjiFKQsZupD3Bojk21&#10;OSlJrPXtl4vBLj++//V2sK3oyYfGsYLZNANBXDndcK3gci7flyBCRNbYOiYFLwqw3Yze1lho9+Qf&#10;6k+xFimEQ4EKTIxdIWWoDFkMU9cRJ+7qvMWYoK+l9vhM4baVeZYtpMWGU4PBjvaGqvvpYRWUX/l3&#10;f39oX7rd8GHp09yWB6PUZDzsViAiDfFf/Oc+agXzPEtz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NE+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r7RsIA&#10;AADdAAAADwAAAGRycy9kb3ducmV2LnhtbESP3YrCMBSE7wXfIRzBO038RatRFsFFL60+wKE5tsXm&#10;pDZZW99+s7Dg5TAz3zDbfWcr8aLGl441TMYKBHHmTMm5htv1OFqB8AHZYOWYNLzJw37X720xMa7l&#10;C73SkIsIYZ+ghiKEOpHSZwVZ9GNXE0fv7hqLIcoml6bBNsJtJadKLaXFkuNCgTUdCsoe6Y/VMH+3&#10;38908VBHY2lyntVnDtlC6+Gg+9qACNSFT/i/fTIaZlO1hr838Qn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vt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dGsAA&#10;AADdAAAADwAAAGRycy9kb3ducmV2LnhtbERPTYvCMBC9L/gfwgje1tQK4lajiKKIJ+1Wz0MztsVm&#10;Upqo9d+bg+Dx8b7ny87U4kGtqywrGA0jEMS51RUXCrL/7e8UhPPIGmvLpOBFDpaL3s8cE22ffKJH&#10;6gsRQtglqKD0vkmkdHlJBt3QNsSBu9rWoA+wLaRu8RnCTS3jKJpIgxWHhhIbWpeU39K7UXCfXOKM&#10;rwd9TDev3d9mu3LyXCg16HerGQhPnf+KP+69VjCOR2F/eBOe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vd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QHhscA&#10;AADdAAAADwAAAGRycy9kb3ducmV2LnhtbESPQWvCQBSE7wX/w/IEb3UTlWBTV9GCUD0oWj309sw+&#10;k7TZt2l2q/Hfd4WCx2FmvmEms9ZU4kKNKy0riPsRCOLM6pJzBYeP5fMYhPPIGivLpOBGDmbTztME&#10;U22vvKPL3uciQNilqKDwvk6ldFlBBl3f1sTBO9vGoA+yyaVu8BrgppKDKEqkwZLDQoE1vRWUfe9/&#10;jYLjdpy8bBer0dd6c8Kh0T+fukyU6nXb+SsIT61/hP/b71rBcBDHcH8Tn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kB4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5bAsQA&#10;AADdAAAADwAAAGRycy9kb3ducmV2LnhtbESPQYvCMBSE74L/ITxhb5paRUo1yqqsyp5cV/D6aJ5t&#10;2ealNFGrv94ICx6HmfmGmS1aU4krNa60rGA4iEAQZ1aXnCs4/n71ExDOI2usLJOCOzlYzLudGaba&#10;3viHrgefiwBhl6KCwvs6ldJlBRl0A1sTB+9sG4M+yCaXusFbgJtKxlE0kQZLDgsF1rQqKPs7XIyC&#10;x+SEe7eNl+uR9nQfJxv7vd8o9dFrP6cgPLX+Hf5v77SCUTyM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OWwL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tIcUA&#10;AADdAAAADwAAAGRycy9kb3ducmV2LnhtbESP0WrCQBRE3wv+w3IF35qN0RZNXUXEgm/W6Adcsreb&#10;YPZuzK6a+vVuodDHYWbOMItVbxtxo87XjhWMkxQEcel0zUbB6fj5OgPhA7LGxjEp+CEPq+XgZYG5&#10;dnc+0K0IRkQI+xwVVCG0uZS+rMiiT1xLHL1v11kMUXZG6g7vEW4bmaXpu7RYc1yosKVNReW5uFoF&#10;F5e96b7Y4v68nX/Vxkwvj8NUqdGwX3+ACNSH//Bfe6cVTLLxB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q0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K/PcYA&#10;AADdAAAADwAAAGRycy9kb3ducmV2LnhtbESPzW7CMBCE75X6DtYicStOoFBIY1CLhMSVn0OPi70k&#10;KfE6jQ2kPD1GqtTjaGa+0eSLztbiQq2vHCtIBwkIYu1MxYWC/W71MgXhA7LB2jEp+CUPi/nzU46Z&#10;cVfe0GUbChEh7DNUUIbQZFJ6XZJFP3ANcfSOrrUYomwLaVq8Rrit5TBJJtJixXGhxIaWJenT9mwV&#10;rKsDjSf6OLPTT735uv2E0du3Uarf6z7eQQTqwn/4r702CkbD9BUe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K/P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fpUsIA&#10;AADdAAAADwAAAGRycy9kb3ducmV2LnhtbERPXWvCMBR9H/gfwhX2tqZ2KK4aZQ4Gk6kwN/T10lyb&#10;suamNFmt/34RBB/PN2e+7G0tOmp95VjBKElBEBdOV1wq+Pl+f5qC8AFZY+2YFFzIw3IxeJhjrt2Z&#10;v6jbh1LEEvY5KjAhNLmUvjBk0SeuIY7aybUWQ4RtKXWL51hua5ml6URarDguGGzozVDxu/+zCjrc&#10;XdKjWW1f1tWmyHarw6eOvHoc9q8zEIH6cDff0h9awXM2GsP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+l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7JRcQA&#10;AADd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vgsZwv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+yU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qecYA&#10;AADdAAAADwAAAGRycy9kb3ducmV2LnhtbESPW2sCMRSE3wv9D+EU+lazbkFlNYpXKGIRb+/HzXF3&#10;2+Rk2aS6/femUPBxmJlvmNGktUZcqfGVYwXdTgKCOHe64kLB8bB6G4DwAVmjcUwKfsnDZPz8NMJM&#10;uxvv6LoPhYgQ9hkqKEOoMyl9XpJF33E1cfQurrEYomwKqRu8Rbg1Mk2SnrRYcVwosaZ5Sfn3/scq&#10;WG0X5iv93E1PMsyX/bMZrGeLjVKvL+10CCJQGx7h//aHVvCedvvw9yY+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kqe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zssQA&#10;AADdAAAADwAAAGRycy9kb3ducmV2LnhtbERPTWvCQBC9F/wPywheim4SqUh0FSmURGihVcHrmB2T&#10;YHY2ZNcY/333UOjx8b7X28E0oqfO1ZYVxLMIBHFhdc2lgtPxY7oE4TyyxsYyKXiSg+1m9LLGVNsH&#10;/1B/8KUIIexSVFB536ZSuqIig25mW+LAXW1n0AfYlVJ3+AjhppFJFC2kwZpDQ4UtvVdU3A53o6D/&#10;/ryUee/a/W356t7mlyz70melJuNhtwLhafD/4j93rhXMkzjMDW/C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hc7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q4MgA&#10;AADdAAAADwAAAGRycy9kb3ducmV2LnhtbESPT2sCMRTE7wW/Q3iCt5p1a0VXo2ih0Euh/jno7bl5&#10;7i5uXtYk6tpP3xQKPQ4z8xtmtmhNLW7kfGVZwaCfgCDOra64ULDbvj+PQfiArLG2TAoe5GEx7zzN&#10;MNP2zmu6bUIhIoR9hgrKEJpMSp+XZND3bUMcvZN1BkOUrpDa4T3CTS3TJBlJgxXHhRIbeispP2+u&#10;RsFqMl5dvob8+b0+HuiwP55fU5co1eu2yymIQG34D/+1P7SCl3Qwgd838Qn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DKrgyAAAAN0AAAAPAAAAAAAAAAAAAAAAAJgCAABk&#10;cnMvZG93bnJldi54bWxQSwUGAAAAAAQABAD1AAAAjQMAAAAA&#10;" fillcolor="black" stroked="f"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KzsQA&#10;AADdAAAADwAAAGRycy9kb3ducmV2LnhtbERPy2rCQBTdF/yH4Qru6qQpiqSOUtsKQnXhY9HlNXNN&#10;hmTuhMyosV/vLASXh/Oezjtbiwu13jhW8DZMQBDnThsuFBz2y9cJCB+QNdaOScGNPMxnvZcpZtpd&#10;eUuXXShEDGGfoYIyhCaT0uclWfRD1xBH7uRaiyHCtpC6xWsMt7VMk2QsLRqODSU29FVSXu3OVsHf&#10;79hMtobS4/p/8aPXo2qx+a6UGvS7zw8QgbrwFD/cK63gPU3j/vgmP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zCs7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R4MUA&#10;AADdAAAADwAAAGRycy9kb3ducmV2LnhtbESPQWsCMRSE74X+h/AEb5p1BZGtUcRS2ksP1ZZeH5vn&#10;Zt3NyzaJuvrrjSD0OMzMN8xi1dtWnMiH2rGCyTgDQVw6XXOl4Hv3NpqDCBFZY+uYFFwowGr5/LTA&#10;Qrszf9FpGyuRIBwKVGBi7AopQ2nIYhi7jjh5e+ctxiR9JbXHc4LbVuZZNpMWa04LBjvaGCqb7dEq&#10;8Ovf1+bKx58mu35ewvuh/5ujUWo46NcvICL18T/8aH9oBdM8n8D9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2pH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qJcYA&#10;AADdAAAADwAAAGRycy9kb3ducmV2LnhtbESPUUsDMRCE34X+h7BCX6TNmYLWs2kpglCwCK39Aetl&#10;vTtMNsdlba/++kYQ+jjMzDfMYjUEr47UpzayhftpAYq4iq7l2sLh43UyB5UE2aGPTBbOlGC1HN0s&#10;sHTxxDs67qVWGcKpRAuNSFdqnaqGAqZp7Iiz9xX7gJJlX2vX4ynDg9emKB50wJbzQoMdvTRUfe9/&#10;ggVvPv3T22Payvmgt8VvkN3du7N2fDusn0EJDXIN/7c3zsLMGAN/b/IT0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yqJ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A+sYA&#10;AADdAAAADwAAAGRycy9kb3ducmV2LnhtbESPQWvCQBSE7wX/w/KE3uqmEYqkrmIVIZceGiNen9nX&#10;bHD3bciumvbXdwuFHoeZ+YZZrkdnxY2G0HlW8DzLQBA3XnfcKqgP+6cFiBCRNVrPpOCLAqxXk4cl&#10;Ftrf+YNuVWxFgnAoUIGJsS+kDI0hh2Hme+LkffrBYUxyaKUe8J7gzso8y16kw47TgsGetoaaS3V1&#10;CnZVb/O6NG/hdHw/n235vafTTqnH6bh5BRFpjP/hv3apFczzfA6/b9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wA+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LXP8UA&#10;AADdAAAADwAAAGRycy9kb3ducmV2LnhtbESPzWrDMBCE74W8g9hAb41UNyTFjWxCaCCQU/NzyG2R&#10;NrZTa2UsNXbfvioUehxm5htmVY6uFXfqQ+NZw/NMgSA23jZcaTgdt0+vIEJEtth6Jg3fFKAsJg8r&#10;zK0f+IPuh1iJBOGQo4Y6xi6XMpiaHIaZ74iTd/W9w5hkX0nb45DgrpWZUgvpsOG0UGNHm5rM5+HL&#10;abht5d4bheZ8Og87u7y8L6hVWj9Ox/UbiEhj/A//tXdWw0uWzeH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4tc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fQisYA&#10;AADdAAAADwAAAGRycy9kb3ducmV2LnhtbESPQWvCQBSE7wX/w/IEb3VjpEWim6CFglh6qBbx+Mw+&#10;k5Ds27C7avz33UKhx2FmvmFWxWA6cSPnG8sKZtMEBHFpdcOVgu/D+/MChA/IGjvLpOBBHop89LTC&#10;TNs7f9FtHyoRIewzVFCH0GdS+rImg35qe+LoXawzGKJ0ldQO7xFuOpkmyas02HBcqLGnt5rKdn81&#10;Ck7XD758zndrtwlHOxx8m54XrVKT8bBeggg0hP/wX3urFczT9A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fQi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/0L8cA&#10;AADd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rBME3H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/9C/HAAAA3QAAAA8AAAAAAAAAAAAAAAAAmAIAAGRy&#10;cy9kb3ducmV2LnhtbFBLBQYAAAAABAAEAPUAAACMAwAAAAA=&#10;" fillcolor="black" stroked="f"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rtcUA&#10;AADdAAAADwAAAGRycy9kb3ducmV2LnhtbESPQUsDMRSE70L/Q3gFbzbbLaisTctSKIqnbVW8vm5e&#10;N0s3L0sS0/XfG0HwOMzMN8x6O9lBJPKhd6xguShAELdO99wpeH/b3z2CCBFZ4+CYFHxTgO1mdrPG&#10;SrsrHygdYycyhEOFCkyMYyVlaA1ZDAs3Emfv7LzFmKXvpPZ4zXA7yLIo7qXFnvOCwZF2htrL8csq&#10;SKddU6/SZzKHV1933jXPH6dGqdv5VD+BiDTF//Bf+0UrWJX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6u1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fNcMA&#10;AADdAAAADwAAAGRycy9kb3ducmV2LnhtbERPz2vCMBS+D/Y/hDfYbaZWEK1GGbKJelGr4I6P5q0p&#10;a15Kk9XqX28Ogx0/vt/zZW9r0VHrK8cKhoMEBHHhdMWlgvPp820CwgdkjbVjUnAjD8vF89McM+2u&#10;fKQuD6WIIewzVGBCaDIpfWHIoh+4hjhy3661GCJsS6lbvMZwW8s0ScbSYsWxwWBDK0PFT/5rFfjh&#10;6uOys/dp97U2vM+3ZnwojVKvL/37DESgPvyL/9wbrWCUpn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ffN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491812" w:rsidRPr="000209E7" w:rsidRDefault="00491812" w:rsidP="0049181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491812" w:rsidRPr="000209E7" w:rsidRDefault="00491812" w:rsidP="00491812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9815D6" w:rsidRPr="009815D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KqqbJ1QdwAAW1kEAA4AAAAAAAAAAAAA&#10;AAAALgIAAGRycy9lMm9Eb2MueG1sUEsBAi0AFAAGAAgAAAAhAN/OkDDiAAAADQEAAA8AAAAAAAAA&#10;AAAAAAAAqnkAAGRycy9kb3ducmV2LnhtbFBLBQYAAAAABAAEAPMAAAC5eg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Lqr4A&#10;AADdAAAADwAAAGRycy9kb3ducmV2LnhtbERPSwrCMBDdC94hjOBOU1tQqUYRUXEhiL/90IxtsZmU&#10;Jmq9vVkILh/vP1+2phIvalxpWcFoGIEgzqwuOVdwvWwHUxDOI2usLJOCDzlYLrqdOabavvlEr7PP&#10;RQhhl6KCwvs6ldJlBRl0Q1sTB+5uG4M+wCaXusF3CDeVjKNoLA2WHBoKrGldUPY4P40Cm+z2h1se&#10;n5INTzyvjtP7rT0o1e+1qxkIT63/i3/uvVaQxEnYH96EJyA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kC6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5qP8gA&#10;AADdAAAADwAAAGRycy9kb3ducmV2LnhtbESPW2sCMRSE3wv9D+EU+iKaVcHLapQibG8PBS/g62Fz&#10;3KzdnCxJqlt/fVMo9HGYmW+Y5bqzjbiQD7VjBcNBBoK4dLrmSsFhX/RnIEJE1tg4JgXfFGC9ur9b&#10;Yq7dlbd02cVKJAiHHBWYGNtcylAashgGriVO3sl5izFJX0nt8ZrgtpGjLJtIizWnBYMtbQyVn7sv&#10;q+BcfJjjZnp79r35lm694v2leZso9fjQPS1AROrif/iv/aoVjEfjIfy+SU9Ar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Pmo/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WN8QA&#10;AADdAAAADwAAAGRycy9kb3ducmV2LnhtbESP32rCMBTG7we+QzgDb8aargUZnVGKrGN4I9o9wKE5&#10;NmXNSWkyW99+EQQvP74/P771dra9uNDoO8cK3pIUBHHjdMetgp+6en0H4QOyxt4xKbiSh+1m8bTG&#10;QruJj3Q5hVbEEfYFKjAhDIWUvjFk0SduII7e2Y0WQ5RjK/WIUxy3vczSdCUtdhwJBgfaGWp+T382&#10;Qg45Hvbnqa6+Zpzwc2/4pTwqtXyeyw8QgebwCN/b31pBnuUZ3N7EJ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0lj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PmDMYA&#10;AADdAAAADwAAAGRycy9kb3ducmV2LnhtbESPQUvDQBSE70L/w/IEb+3GRKvEbkupCiJ4sAri7ZF9&#10;TYLZt8vus4n/3hUKHoeZ+YZZbSY3qCPF1Hs2cLkoQBE33vbcGnh/e5zfgkqCbHHwTAZ+KMFmPTtb&#10;YW39yK903EurMoRTjQY6kVBrnZqOHKaFD8TZO/joULKMrbYRxwx3gy6LYqkd9pwXOgy066j52n87&#10;Ay/jQ3i+WV4fwme8KnW6t/KxE2MuzqftHSihSf7Dp/aTNVCVV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PmD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Gr2M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SZ9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Rq9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bb48YA&#10;AADdAAAADwAAAGRycy9kb3ducmV2LnhtbESPQUsDMRSE70L/Q3gFbzbr1lZZmxapCiL00FYQb4/N&#10;6+7i5iUkz+76740geBxm5htmtRldr84UU+fZwPWsAEVce9txY+Dt+Hx1ByoJssXeMxn4pgSb9eRi&#10;hZX1A+/pfJBGZQinCg20IqHSOtUtOUwzH4izd/LRoWQZG20jDhnuel0WxVI77DgvtBho21L9efhy&#10;BnbDU3i9XS5O4SPelDo9WnnfijGX0/HhHpTQKP/hv/aLNTAv5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bb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l6s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E+y+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Tl6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aNMUA&#10;AADdAAAADwAAAGRycy9kb3ducmV2LnhtbESP3WoCMRSE7wu+QzhC72rWtbWyNYpYFkrpjT8PcNic&#10;brZuTpYkruvbm4Lg5TAz3zDL9WBb0ZMPjWMF00kGgrhyuuFawfFQvixAhIissXVMCq4UYL0aPS2x&#10;0O7CO+r3sRYJwqFABSbGrpAyVIYshonriJP367zFmKSvpfZ4SXDbyjzL5tJiw2nBYEdbQ9Vpf7YK&#10;yu/8pz+dtS/dZni19Gb+Fp9GqefxsPkAEWmIj/C9/aUVzPLZO/y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Bo0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UA8MA&#10;AADdAAAADwAAAGRycy9kb3ducmV2LnhtbERPXWvCMBR9H+w/hDvwZcxUi2N0RlEhOFAYc4Kvl+ba&#10;ljU3JYm2+/fmQfDxcL7ny8G24ko+NI4VTMYZCOLSmYYrBcdf/fYBIkRkg61jUvBPAZaL56c5Fsb1&#10;/EPXQ6xECuFQoII6xq6QMpQ1WQxj1xEn7uy8xZigr6Tx2Kdw28pplr1Liw2nhho72tRU/h0uVsH6&#10;u69y/1quB7c7b08zrY3ea6VGL8PqE0SkIT7Ed/eXUZBP8zQ3vUlP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fUA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r3cQA&#10;AADdAAAADwAAAGRycy9kb3ducmV2LnhtbESPUWvCMBSF3wf+h3AHe5vpqhtajSKOgshe5vYDLs21&#10;qTY3JYm1/nsjDPZ4OOd8h7NcD7YVPfnQOFbwNs5AEFdON1wr+P0pX2cgQkTW2DomBTcKsF6NnpZY&#10;aHflb+oPsRYJwqFABSbGrpAyVIYshrHriJN3dN5iTNLXUnu8JrhtZZ5lH9Jiw2nBYEdbQ9X5cLEK&#10;yn3+1Z8v2pduM0wtvZvT7NMo9fI8bBYgIg3xP/zX3mkFk3wy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K9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rrG7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XQyC/v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ausb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XnMQA&#10;AADdAAAADwAAAGRycy9kb3ducmV2LnhtbESPT4vCMBTE7wt+h/CEvWlqFVmrUURxEU9u/XN+NM+2&#10;2LyUJmr99kYQ9jjMzG+Y2aI1lbhT40rLCgb9CARxZnXJuYLjYdP7AeE8ssbKMil4koPFvPM1w0Tb&#10;B//RPfW5CBB2CSoovK8TKV1WkEHXtzVx8C62MeiDbHKpG3wEuKlkHEVjabDksFBgTauCsmt6Mwpu&#10;43N85MtO79P183ey3iydPOVKfXfb5RSEp9b/hz/trVYwjEcDe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V5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27McA&#10;AADdAAAADwAAAGRycy9kb3ducmV2LnhtbESPQWvCQBSE74L/YXmCN7MxSrCpq7SFgnqo1LaH3p7Z&#10;ZxKbfZtmV03/vSsIPQ4z8w0zX3amFmdqXWVZwTiKQRDnVldcKPj8eB3NQDiPrLG2TAr+yMFy0e/N&#10;MdP2wu903vlCBAi7DBWU3jeZlC4vyaCLbEMcvINtDfog20LqFi8BbmqZxHEqDVYcFkps6KWk/Gd3&#10;Mgq+trP0Yfu8nh43b3ucGP37ratUqeGge3oE4anz/+F7e6UVTJJpArc34Qn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Ftu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HRhMQA&#10;AADdAAAADwAAAGRycy9kb3ducmV2LnhtbESPT4vCMBTE74LfITzBm6a2IlKNorusyp78B14fzbMt&#10;Ni+lyWrdT78RFjwOM/MbZr5sTSXu1LjSsoLRMAJBnFldcq7gfPoaTEE4j6yxskwKnuRgueh25phq&#10;++AD3Y8+FwHCLkUFhfd1KqXLCjLohrYmDt7VNgZ9kE0udYOPADeVjKNoIg2WHBYKrOmjoOx2/DEK&#10;ficX3LttvP5MtKfneLqx3/uNUv1eu5qB8NT6d/i/vdMKkni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0Y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aSMQA&#10;AADdAAAADwAAAGRycy9kb3ducmV2LnhtbESP0WrCQBRE3wv+w3IF3+rGmIpGV5FiwbfW6AdcstdN&#10;MHs3Zrea+vXdQsHHYWbOMKtNbxtxo87XjhVMxgkI4tLpmo2C0/HjdQ7CB2SNjWNS8EMeNuvBywpz&#10;7e58oFsRjIgQ9jkqqEJocyl9WZFFP3YtcfTOrrMYouyM1B3eI9w2Mk2SmbRYc1yosKX3ispL8W0V&#10;XF36pvtih5+X3eKrNia7Pg6ZUqNhv12CCNSHZ/i/vdcKpmmWwd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AGk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01u8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AevUz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01u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ZYOMMA&#10;AADdAAAADwAAAGRycy9kb3ducmV2LnhtbERPW2vCMBR+F/Yfwhn4ZtN1IrMzigqDDafghe310Jw1&#10;Zc1JaWKt/94Igz1+d77Zore16Kj1lWMFT0kKgrhwuuJSwen4NnoB4QOyxtoxKbiSh8X8YTDDXLsL&#10;76k7hFLEEvY5KjAhNLmUvjBk0SeuIY7aj2sthgjbUuoWL7Hc1jJL04m0WHFcMNjQ2lDxezhbBR3u&#10;rum3WW2nH9Vnke1WXxsdeTV87JevIAL14d/8l37XCp6z8QT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ZYO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FDw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ory9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UPD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RFsQA&#10;AADdAAAADwAAAGRycy9kb3ducmV2LnhtbERPW2vCMBR+F/wP4Qh7m6mdzNIZxcsEGRui296PzbGt&#10;JielybT798vDwMeP7z6dd9aIK7W+dqxgNExAEBdO11wq+PrcPGYgfEDWaByTgl/yMJ/1e1PMtbvx&#10;nq6HUIoYwj5HBVUITS6lLyqy6IeuIY7cybUWQ4RtKXWLtxhujUyT5FlarDk2VNjQqqLicvixCja7&#10;tTmnH/vFtwyr18nRZG/L9btSD4Nu8QIiUBfu4n/3Vit4SsdxbnwTn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1kR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75NMYA&#10;AADdAAAADwAAAGRycy9kb3ducmV2LnhtbESP3WrCQBSE7wu+w3IEb4pu1CoaXaUURIUW/ANvj9lj&#10;EsyeDdk1xrd3C4VeDjPzDTNfNqYQNVUut6yg34tAECdW55wqOB1X3QkI55E1FpZJwZMcLBettznG&#10;2j54T/XBpyJA2MWoIPO+jKV0SUYGXc+WxMG72sqgD7JKpa7wEeCmkIMoGkuDOYeFDEv6yii5He5G&#10;Qb37vqSb2pXb2+TdjYaX9fpHn5XqtJvPGQhPjf8P/7U3WsFw8DGF3zfhCcjF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75N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6vcUA&#10;AADdAAAADwAAAGRycy9kb3ducmV2LnhtbERPu27CMBTdK/EP1kXqVhzCQzTFiQoSEkulAh3Kdokv&#10;SUR8ndouhH59PVTqeHTey6I3rbiS841lBeNRAoK4tLrhSsHHYfO0AOEDssbWMim4k4ciHzwsMdP2&#10;xju67kMlYgj7DBXUIXSZlL6syaAf2Y44cmfrDIYIXSW1w1sMN61Mk2QuDTYcG2rsaF1Tedl/GwWr&#10;58Xq633Kbz+705GOn6fLLHWJUo/D/vUFRKA+/Iv/3FutYJLO4v74Jj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Lq9xQAAAN0AAAAPAAAAAAAAAAAAAAAAAJgCAABkcnMv&#10;ZG93bnJldi54bWxQSwUGAAAAAAQABAD1AAAAigMAAAAA&#10;" fillcolor="black" stroked="f"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cKMcA&#10;AADdAAAADwAAAGRycy9kb3ducmV2LnhtbESPQWvCQBSE70L/w/IKvenGiBJSV9HWQkE9aHvo8TX7&#10;TJZk34bsVtP+elcQehxm5htmvuxtI87UeeNYwXiUgCAunDZcKvj8eBtmIHxA1tg4JgW/5GG5eBjM&#10;Mdfuwgc6H0MpIoR9jgqqENpcSl9UZNGPXEscvZPrLIYou1LqDi8RbhuZJslMWjQcFyps6aWioj7+&#10;WAVf25nJDobS793feqN303q9f62VenrsV88gAvXhP3xvv2sFk3Q6htu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53C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586sYA&#10;AADdAAAADwAAAGRycy9kb3ducmV2LnhtbESPQWsCMRSE7wX/Q3hCbzXbFUW2RhFLsRcPtRWvj83r&#10;ZrublzWJuvrrG6HQ4zAz3zDzZW9bcSYfascKnkcZCOLS6ZorBV+fb08zECEia2wdk4IrBVguBg9z&#10;LLS78Aedd7ESCcKhQAUmxq6QMpSGLIaR64iT9+28xZikr6T2eElw28o8y6bSYs1pwWBHa0NlsztZ&#10;BX51eG1ufNo32W17DZuf/jhDo9TjsF+9gIjUx//wX/tdKxjnk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586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8w8YA&#10;AADdAAAADwAAAGRycy9kb3ducmV2LnhtbESP3WrCQBSE7wt9h+UUelPqxkitTV1FhEJBEfx5gGP2&#10;NAndPRuyR419erdQ6OUwM98w03nvnTpTF5vABoaDDBRxGWzDlYHD/uN5AioKskUXmAxcKcJ8dn83&#10;xcKGC2/pvJNKJQjHAg3UIm2hdSxr8hgHoSVO3lfoPEqSXaVth5cE907nWTbWHhtOCzW2tKyp/N6d&#10;vAGXH93b6jWu5XrQ6+zHy/ZpY415fOgX76CEevkP/7U/rYFR/jKC3zfpCe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Z8w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r88cA&#10;AADdAAAADwAAAGRycy9kb3ducmV2LnhtbESPzWrDMBCE74W8g9hCbo1cpy3FjRLyQ8CXHuqm5Lqx&#10;NpaJtDKWkjh9+qpQ6HGYmW+Y2WJwVlyoD61nBY+TDARx7XXLjYLd5/bhFUSIyBqtZ1JwowCL+ehu&#10;hoX2V/6gSxUbkSAcClRgYuwKKUNtyGGY+I44eUffO4xJ9o3UPV4T3FmZZ9mLdNhyWjDY0dpQfarO&#10;TsGm6my+K80q7L/eDwdbfm9pv1FqfD8s30BEGuJ/+K9dagXT/Pk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z6/P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B2cQA&#10;AADdAAAADwAAAGRycy9kb3ducmV2LnhtbESPT2sCMRTE70K/Q3iF3jSpopbVKKVUEDz579DbI3nu&#10;rm5elk10t9/eCILHYWZ+w8yXnavEjZpQetbwOVAgiI23JecaDvtV/wtEiMgWK8+k4Z8CLBdvvTlm&#10;1re8pdsu5iJBOGSooYixzqQMpiCHYeBr4uSdfOMwJtnk0jbYJrir5FCpiXRYcloosKafgsxld3Ua&#10;ziu58UahOR6O7dpO/34nVCmtP9677xmISF18hZ/ttdUwGo7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oAd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M9gMYA&#10;AADdAAAADwAAAGRycy9kb3ducmV2LnhtbESPQWvCQBSE74X+h+UVeqsbI0pI3QQVCqWlB7WUHp/Z&#10;ZxKSfRt2V03/vVsQPA4z8w2zLEfTizM531pWMJ0kIIgrq1uuFXzv314yED4ga+wtk4I/8lAWjw9L&#10;zLW98JbOu1CLCGGfo4ImhCGX0lcNGfQTOxBH72idwRClq6V2eIlw08s0SRbSYMtxocGBNg1V3e5k&#10;FPyePvn4NftYuXX4sePed+kh65R6fhpXryACjeEevrXftYJZOl/A/5v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2M9g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iyc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3Tw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tSLJyAAAAN0AAAAPAAAAAAAAAAAAAAAAAJgCAABk&#10;cnMvZG93bnJldi54bWxQSwUGAAAAAAQABAD1AAAAjQMAAAAA&#10;" fillcolor="black" stroked="f"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MusIA&#10;AADdAAAADwAAAGRycy9kb3ducmV2LnhtbERPz2vCMBS+C/sfwht403TKZHRGKcLY8FR1Y9dn89aU&#10;NS8lyWL9781h4PHj+73ejrYXiXzoHCt4mhcgiBunO24VfJ7eZi8gQkTW2DsmBVcKsN08TNZYanfh&#10;A6VjbEUO4VCiAhPjUEoZGkMWw9wNxJn7cd5izNC3Unu85HDby0VRrKTFjnODwYF2hprf459VkM67&#10;ulqm72QOe1+13tXvX+daqenjWL2CiDTGu/jf/aEVLBfP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ky6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0J08YA&#10;AADdAAAADwAAAGRycy9kb3ducmV2LnhtbESPQWvCQBSE74X+h+UVvOlGpVJTVymiUntpGwU9PrKv&#10;2dDs25BdY/TXuwWhx2FmvmFmi85WoqXGl44VDAcJCOLc6ZILBfvduv8CwgdkjZVjUnAhD4v548MM&#10;U+3O/E1tFgoRIexTVGBCqFMpfW7Ioh+4mjh6P66xGKJsCqkbPEe4reQoSSbSYslxwWBNS0P5b3ay&#10;CvxwuTp82Ou0PW4Mf2ZbM/kqjFK9p+7tFUSgLvyH7+13rWA8ep7C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0J0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1812" w:rsidRDefault="00491812" w:rsidP="004918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491812" w:rsidRPr="000209E7" w:rsidRDefault="00491812" w:rsidP="0049181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491812" w:rsidRPr="000209E7" w:rsidRDefault="00491812" w:rsidP="00491812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К.В.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91812" w:rsidRPr="000209E7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ітюка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К.В.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91812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</w:rPr>
        <w:t xml:space="preserve">       1. </w:t>
      </w:r>
      <w:r>
        <w:rPr>
          <w:rFonts w:ascii="Times New Roman" w:eastAsia="Calibri" w:hAnsi="Times New Roman" w:cs="Times New Roman"/>
          <w:sz w:val="24"/>
          <w:lang w:val="uk-UA"/>
        </w:rPr>
        <w:t>Відмовити</w:t>
      </w:r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Костянтину Вадимовичу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 який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єстрований за адресою: </w:t>
      </w:r>
      <w:r w:rsidR="00C0644F" w:rsidRPr="00C0644F">
        <w:rPr>
          <w:rFonts w:ascii="Times New Roman" w:eastAsia="Calibri" w:hAnsi="Times New Roman" w:cs="Times New Roman"/>
          <w:sz w:val="24"/>
        </w:rPr>
        <w:t>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у наданні  дозволу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  <w:lang w:val="uk-UA"/>
        </w:rPr>
        <w:t>2,0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для ведення особистого селянського господарства, земельна ділянка комунальної власності громадське пасовище, кадастровий номер 6823982100:03:015:0044, у зв’язку з вимогами статті 34 Земельного кодексу України щодо надання земель для сінокосіння  і випасання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ходоби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можуть надаватися в оренду.</w:t>
      </w:r>
    </w:p>
    <w:p w:rsidR="00491812" w:rsidRPr="000209E7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455AFE">
        <w:rPr>
          <w:rFonts w:ascii="Times New Roman" w:eastAsia="Calibri" w:hAnsi="Times New Roman" w:cs="Times New Roman"/>
          <w:sz w:val="24"/>
          <w:lang w:val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491812" w:rsidRPr="00455AFE" w:rsidRDefault="00491812" w:rsidP="0049181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 w:rsidRPr="00455AFE">
        <w:rPr>
          <w:rFonts w:ascii="Times New Roman" w:eastAsia="Calibri" w:hAnsi="Times New Roman" w:cs="Times New Roman"/>
          <w:sz w:val="24"/>
          <w:lang w:val="uk-UA"/>
        </w:rPr>
        <w:t>Сільський голова                                                                                                   В.А.</w:t>
      </w:r>
      <w:proofErr w:type="spellStart"/>
      <w:r w:rsidRPr="00455AFE">
        <w:rPr>
          <w:rFonts w:ascii="Times New Roman" w:eastAsia="Calibri" w:hAnsi="Times New Roman" w:cs="Times New Roman"/>
          <w:sz w:val="24"/>
          <w:lang w:val="uk-UA"/>
        </w:rPr>
        <w:t>Михалюк</w:t>
      </w:r>
      <w:proofErr w:type="spellEnd"/>
      <w:r w:rsidRPr="00455AFE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p w:rsidR="00BC1E04" w:rsidRDefault="00BC1E04"/>
    <w:sectPr w:rsidR="00BC1E04" w:rsidSect="00BC1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91812"/>
    <w:rsid w:val="00171A2E"/>
    <w:rsid w:val="00304C90"/>
    <w:rsid w:val="00491812"/>
    <w:rsid w:val="00505B6D"/>
    <w:rsid w:val="006D3977"/>
    <w:rsid w:val="006F256F"/>
    <w:rsid w:val="007D6C18"/>
    <w:rsid w:val="007F0AB9"/>
    <w:rsid w:val="009815D6"/>
    <w:rsid w:val="00BC1E04"/>
    <w:rsid w:val="00C0644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12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2020-01-13T07:10:00Z</dcterms:created>
  <dcterms:modified xsi:type="dcterms:W3CDTF">2020-01-13T07:25:00Z</dcterms:modified>
</cp:coreProperties>
</file>