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4B0" w:rsidRPr="00062C82" w:rsidRDefault="00A564B0" w:rsidP="00A564B0">
      <w:pPr>
        <w:tabs>
          <w:tab w:val="left" w:pos="4424"/>
        </w:tabs>
        <w:ind w:firstLine="708"/>
        <w:jc w:val="right"/>
        <w:rPr>
          <w:rFonts w:ascii="Times New Roman" w:hAnsi="Times New Roman" w:cs="Times New Roman"/>
          <w:color w:val="FF0000"/>
        </w:rPr>
      </w:pPr>
      <w:r w:rsidRPr="00062C82">
        <w:rPr>
          <w:rFonts w:ascii="Times New Roman" w:hAnsi="Times New Roman" w:cs="Times New Roman"/>
          <w:color w:val="FF0000"/>
        </w:rPr>
        <w:t>ПРОЕКТ</w:t>
      </w:r>
    </w:p>
    <w:p w:rsidR="00A564B0" w:rsidRPr="00062C82" w:rsidRDefault="00A564B0" w:rsidP="00A564B0">
      <w:pPr>
        <w:tabs>
          <w:tab w:val="left" w:pos="4424"/>
        </w:tabs>
        <w:ind w:firstLine="708"/>
        <w:jc w:val="both"/>
        <w:rPr>
          <w:rFonts w:ascii="Times New Roman" w:hAnsi="Times New Roman" w:cs="Times New Roman"/>
        </w:rPr>
      </w:pPr>
    </w:p>
    <w:p w:rsidR="00A564B0" w:rsidRPr="00062C82" w:rsidRDefault="00C31860" w:rsidP="00A564B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  <w:r w:rsidRPr="00C31860">
        <w:rPr>
          <w:noProof/>
          <w:lang w:val="ru-RU" w:eastAsia="ru-RU"/>
        </w:rPr>
        <w:pict>
          <v:group id="_x0000_s1026" style="position:absolute;margin-left:3in;margin-top:9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2ga74A&#10;AADdAAAADwAAAGRycy9kb3ducmV2LnhtbERPvQrCMBDeBd8hnOCmqRZUqlFEVBwEsep+NGdbbC6l&#10;iVrf3gyC48f3v1i1phIvalxpWcFoGIEgzqwuOVdwvewGMxDOI2usLJOCDzlYLbudBSbavvlMr9Tn&#10;IoSwS1BB4X2dSOmyggy6oa2JA3e3jUEfYJNL3eA7hJtKjqNoIg2WHBoKrGlTUPZIn0aBjfeH4y0f&#10;n+MtTz2vT7P7rT0q1e+16zkIT63/i3/ug1YQj6KwP7wJT0Auv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0toGu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fB/sgA&#10;AADdAAAADwAAAGRycy9kb3ducmV2LnhtbESPT0sDMRTE74LfITzBS2mzq1Dt2rSUwqr1IPQPeH1s&#10;Xjfbbl6WJLZrP70RCh6HmfkNM533thUn8qFxrCAfZSCIK6cbrhXstuXwGUSIyBpbx6TghwLMZ7c3&#10;Uyy0O/OaTptYiwThUKACE2NXSBkqQxbDyHXEyds7bzEm6WupPZ4T3LbyIcvG0mLDacFgR0tD1XHz&#10;bRUcyk/ztXy6vPrBZE2XQfnx1q7GSt3f9YsXEJH6+B++tt+1gsc8y+HvTXoCcvY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gd8H+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099sEA&#10;AADdAAAADwAAAGRycy9kb3ducmV2LnhtbESP3YrCMBCF7wXfIYzgjWiqwiLVKCIq4o1YfYChGZti&#10;MylNtPXtzcLCXh7Oz8dZbTpbiTc1vnSsYDpJQBDnTpdcKLjfDuMFCB+QNVaOScGHPGzW/d4KU+1a&#10;vtI7C4WII+xTVGBCqFMpfW7Iop+4mjh6D9dYDFE2hdQNtnHcVnKWJD/SYsmRYLCmnaH8mb1shFzm&#10;eDk/2tvh2GGL+7Ph0faq1HDQbZcgAnXhP/zXPmkF82kyg9838QnI9R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F9PfbBAAAA3Q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pNzcYA&#10;AADdAAAADwAAAGRycy9kb3ducmV2LnhtbESPQUsDMRSE74L/ITzBm8221VrWpkVqBRF6sArF22Pz&#10;uru4eQnJa3f77xtB8DjMzDfMYjW4Tp0optazgfGoAEVcedtybeDr8/VuDioJssXOMxk4U4LV8vpq&#10;gaX1PX/QaSe1yhBOJRpoREKpdaoacphGPhBn7+CjQ8ky1tpG7DPcdXpSFDPtsOW80GCgdUPVz+7o&#10;DGz7TXh/nD0cwne8n+j0YmW/FmNub4bnJ1BCg/yH/9pv1sB0XEzh901+Anp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4pNzc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dgAGcMA&#10;AADdAAAADwAAAGRycy9kb3ducmV2LnhtbESP3YrCMBCF74V9hzDC3siauoos3UaRRUW8EXUfYGim&#10;TbGZlCba+vZGELw8nJ+Pky17W4sbtb5yrGAyTkAQ505XXCr4P2++fkD4gKyxdkwK7uRhufgYZJhq&#10;1/GRbqdQijjCPkUFJoQmldLnhiz6sWuIo1e41mKIsi2lbrGL47aW30kylxYrjgSDDf0Zyi+nq42Q&#10;wxQP+6I7b7Y9drjeGx6tjkp9DvvVL4hAfXiHX+2dVjCdJDN4volP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dgAG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9wIsYA&#10;AADdAAAADwAAAGRycy9kb3ducmV2LnhtbESPQUsDMRSE74L/ITyhN5tttbWsTYvUFkTowSoUb4/N&#10;6+7i5iUkr9313xtB8DjMzDfMcj24Tl0optazgcm4AEVcedtybeDjfXe7AJUE2WLnmQx8U4L16vpq&#10;iaX1Pb/R5SC1yhBOJRpoREKpdaoacpjGPhBn7+SjQ8ky1tpG7DPcdXpaFHPtsOW80GCgTUPV1+Hs&#10;DOz7bXh9mM9O4TPeT3V6tnLciDGjm+HpEZTQIP/hv/aLNXA3KWbw+yY/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y9wIs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1OK8YA&#10;AADdAAAADwAAAGRycy9kb3ducmV2LnhtbESPQWsCMRSE7wX/Q3iCl6JZlYqsRtFCaMFCqQpeH5vn&#10;7uLmZUlSd/vvG6HQ4zAz3zDrbW8bcScfascKppMMBHHhTM2lgvNJj5cgQkQ22DgmBT8UYLsZPK0x&#10;N67jL7ofYykShEOOCqoY21zKUFRkMUxcS5y8q/MWY5K+lMZjl+C2kbMsW0iLNaeFClt6rai4Hb+t&#10;gv1nV879c7Hv3eH6dnnR2ugPrdRo2O9WICL18T/81343CubTbAGPN+kJyM0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1OK8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4mx9cQA&#10;AADdAAAADwAAAGRycy9kb3ducmV2LnhtbESP3WoCMRSE7wu+QziCdzXrT6tsjSLKgkhvavsAh81x&#10;s3VzsiRx3b59IwheDjPzDbPa9LYRHflQO1YwGWcgiEuna64U/HwXr0sQISJrbByTgj8KsFkPXlaY&#10;a3fjL+pOsRIJwiFHBSbGNpcylIYshrFriZN3dt5iTNJXUnu8Jbht5DTL3qXFmtOCwZZ2hsrL6WoV&#10;FMfpZ3e5al+4bT+39GZ+l3uj1GjYbz9AROrjM/xoH7SC2SRbwP1NegJy/Q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+JsfX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5/wsMA&#10;AADdAAAADwAAAGRycy9kb3ducmV2LnhtbERPXWvCMBR9F/wP4Qp7kZk6mYxqWlQIG2wg6mCvl+ba&#10;FpubkmS2+/fLw2CPh/O9LUfbiTv50DpWsFxkIIgrZ1quFXxe9OMLiBCRDXaOScEPBSiL6WSLuXED&#10;n+h+jrVIIRxyVNDE2OdShqohi2HheuLEXZ23GBP0tTQehxRuO/mUZWtpseXU0GBPh4aq2/nbKtgf&#10;h3rl59V+dO/X169nrY3+0Eo9zMbdBkSkMf6L/9xvRsFqmaW56U16ArL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5/wsMAAADd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qAHMUA&#10;AADdAAAADwAAAGRycy9kb3ducmV2LnhtbESPUWvCMBSF3wX/Q7jC3jStm0M7o4hSGMOXuf2AS3Nt&#10;ujY3JYm1+/fLYLDHwznnO5ztfrSdGMiHxrGCfJGBIK6cbrhW8PlRztcgQkTW2DkmBd8UYL+bTrZY&#10;aHfndxousRYJwqFABSbGvpAyVIYshoXriZN3dd5iTNLXUnu8J7jt5DLLnqXFhtOCwZ6Ohqr2crMK&#10;yrfleWhv2pfuMD5ZWpmv9cko9TAbDy8gIo3xP/zXftUKHvNsA79v0hOQu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WoAcxQAAAN0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ylerwA&#10;AADdAAAADwAAAGRycy9kb3ducmV2LnhtbERPSwrCMBDdC94hjOBO0/pDqlFEUHRp9QBDM7bFZlKb&#10;aOvtzUJw+Xj/9bYzlXhT40rLCuJxBII4s7rkXMHtehgtQTiPrLGyTAo+5GC76ffWmGjb8oXeqc9F&#10;CGGXoILC+zqR0mUFGXRjWxMH7m4bgz7AJpe6wTaEm0pOomghDZYcGgqsaV9Q9khfRsHs0x6f6fwR&#10;HbSh+Dytz+yzuVLDQbdbgfDU+b/45z5pBdM4DvvDm/AE5OYL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y/KV6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IZ/cUA&#10;AADdAAAADwAAAGRycy9kb3ducmV2LnhtbESPQWvCQBSE7wX/w/IEb3WTFKSmbkJQLOKpjdrzI/tM&#10;gtm3Ibtq/PduodDjMDPfMKt8NJ240eBaywrieQSCuLK65VrB8bB9fQfhPLLGzjIpeJCDPJu8rDDV&#10;9s7fdCt9LQKEXYoKGu/7VEpXNWTQzW1PHLyzHQz6IIda6gHvAW46mUTRQhpsOSw02NO6oepSXo2C&#10;6+InOfJ5r7/KzeNzudkWTp5qpWbTsfgA4Wn0/+G/9k4reIvjGH7fhCcg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0Ihn9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P4jccA&#10;AADdAAAADwAAAGRycy9kb3ducmV2LnhtbESPQWvCQBSE7wX/w/IEb3UTlWBTV9GCUD0oWj309sw+&#10;k7TZt2l2q/Hfd4WCx2FmvmEms9ZU4kKNKy0riPsRCOLM6pJzBYeP5fMYhPPIGivLpOBGDmbTztME&#10;U22vvKPL3uciQNilqKDwvk6ldFlBBl3f1sTBO9vGoA+yyaVu8BrgppKDKEqkwZLDQoE1vRWUfe9/&#10;jYLjdpy8bBer0dd6c8Kh0T+fukyU6nXb+SsIT61/hP/b71rBMI4HcH8Tno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RT+I3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ef5cYA&#10;AADdAAAADwAAAGRycy9kb3ducmV2LnhtbESPzWrDMBCE74W8g9hAb7XsuITgWAlpS9PSU/4g18Xa&#10;2CbWyliq7fTpq0Ihx2FmvmHy9Wga0VPnassKkigGQVxYXXOp4HR8f1qAcB5ZY2OZFNzIwXo1ecgx&#10;03bgPfUHX4oAYZehgsr7NpPSFRUZdJFtiYN3sZ1BH2RXSt3hEOCmkbM4nkuDNYeFClt6rai4Hr6N&#10;gp/5GXfuY/bylmpPt+fF1n7ttko9TsfNEoSn0d/D/+1PrSBNkhT+3oQnIF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mef5cYAAADd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UKcUA&#10;AADdAAAADwAAAGRycy9kb3ducmV2LnhtbESP0WrCQBRE3wv+w3ILfaub2Cg1dSMiFvpWjf2AS/a6&#10;CcnejdlV0359t1DwcZiZM8xqPdpOXGnwjWMF6TQBQVw53bBR8HV8f34F4QOyxs4xKfgmD+ti8rDC&#10;XLsbH+haBiMihH2OCuoQ+lxKX9Vk0U9dTxy9kxsshigHI/WAtwi3nZwlyUJabDgu1NjTtqaqLS9W&#10;wdnN5nosd/jZ7pb7xpjs/HPIlHp6HDdvIAKN4R7+b39oBS9pmsHfm/gEZP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VlQp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t72sUA&#10;AADdAAAADwAAAGRycy9kb3ducmV2LnhtbESPwW7CMBBE70j8g7VI3IoTEDRNMQgqIXEFeuC42EsS&#10;iNchdiHt19eVKnEczcwbzXzZ2VrcqfWVYwXpKAFBrJ2puFDwedi8ZCB8QDZYOyYF3+Rhuej35pgb&#10;9+Ad3fehEBHCPkcFZQhNLqXXJVn0I9cQR+/sWoshyraQpsVHhNtajpNkJi1WHBdKbOijJH3df1kF&#10;2+pE05k+v9lsrXfHn1uYvF6MUsNBt3oHEagLz/B/e2sUTNJ0Cn9v4hO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/O3va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uAWWcIA&#10;AADdAAAADwAAAGRycy9kb3ducmV2LnhtbERPXWvCMBR9F/wP4Qp707QOZHbGYgeDjTlBN+brpbk2&#10;xeamNFmt/94MBj6eb84qH2wjeup87VhBOktAEJdO11wp+P56nT6B8AFZY+OYFFzJQ74ej1aYaXfh&#10;PfWHUIlYwj5DBSaENpPSl4Ys+plriaN2cp3FEGFXSd3hJZbbRs6TZCEt1hwXDLb0Yqg8H36tgh53&#10;1+Rois/le70t57vi50NHXj1Mhs0ziEBDuJv/029awWOaLuDvTXwCcn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4BZZ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cNosQA&#10;AADdAAAADwAAAGRycy9kb3ducmV2LnhtbESPQUvDQBSE74L/YXmCN7tJCiqx2yJCS48aPXh8Zl+z&#10;qdn3wu62if56VxA8DjPzDbPazH5QZwqxFzZQLgpQxK3YnjsDb6/bm3tQMSFbHITJwBdF2KwvL1ZY&#10;W5n4hc5N6lSGcKzRgEtprLWOrSOPcSEjcfYOEjymLEOnbcApw/2gq6K41R57zgsOR3py1H42J29g&#10;2rUfx+rwbt13GGXbPMuxGsSY66v58QFUojn9h//ae2tgWZZ38PsmPwG9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CXDaL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2Pfd8MA&#10;AADdAAAADwAAAGRycy9kb3ducmV2LnhtbERPW2vCMBR+F/Yfwhn4pmkVpnSmxSsM2Ri67f2sOWs7&#10;k5PSRK3/fnkQ9vjx3RdFb424UOcbxwrScQKCuHS64UrB58duNAfhA7JG45gU3MhDkT8MFphpd+UD&#10;XY6hEjGEfYYK6hDaTEpf1mTRj11LHLkf11kMEXaV1B1eY7g1cpIkT9Jiw7GhxpbWNZWn49kq2L1v&#10;zO/k7bD8kmG9nX2b+X61eVVq+Ngvn0EE6sO/+O5+0QqmaRrnxjfxCcj8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2Pfd8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i3VccA&#10;AADdAAAADwAAAGRycy9kb3ducmV2LnhtbESP3WrCQBSE7wu+w3IEb4puUmnRNKuIUFSoUH/A25Ps&#10;aRLMng3ZNca37xYKvRxm5hsmXfamFh21rrKsIJ5EIIhzqysuFJxPH+MZCOeRNdaWScGDHCwXg6cU&#10;E23vfKDu6AsRIOwSVFB63yRSurwkg25iG+LgfdvWoA+yLaRu8R7gppYvUfQmDVYcFkpsaF1Sfj3e&#10;jILu6zMrtp1rdtfZs3udZpvNXl+UGg371TsIT73/D/+1t1rBNI7n8PsmPA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It1X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+ovMUA&#10;AADdAAAADwAAAGRycy9kb3ducmV2LnhtbERPu27CMBTdK/EP1kViKw6hIJrGIKiE1KUSjw5lu8SX&#10;JEp8ndoG0n59PVTqeHTe+ao3rbiR87VlBZNxAoK4sLrmUsHHcfu4AOEDssbWMin4Jg+r5eAhx0zb&#10;O+/pdgiliCHsM1RQhdBlUvqiIoN+bDviyF2sMxgidKXUDu8x3LQyTZK5NFhzbKiwo9eKiuZwNQo2&#10;z4vN1+6J33/25xOdPs/NLHWJUqNhv34BEagP/+I/95tWMJ2kcX98E5+AXP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f6i8xQAAAN0AAAAPAAAAAAAAAAAAAAAAAJgCAABkcnMv&#10;ZG93bnJldi54bWxQSwUGAAAAAAQABAD1AAAAigMAAAAA&#10;" fillcolor="black" stroked="f"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rOKcgA&#10;AADdAAAADwAAAGRycy9kb3ducmV2LnhtbESPT2vCQBTE74V+h+UJvdVNUioSXUWrhULtwT8Hj8/s&#10;M1mSfRuyW0376d2C0OMwM79hpvPeNuJCnTeOFaTDBARx4bThUsFh//48BuEDssbGMSn4IQ/z2ePD&#10;FHPtrrylyy6UIkLY56igCqHNpfRFRRb90LXE0Tu7zmKIsiul7vAa4baRWZKMpEXDcaHClt4qKurd&#10;t1Vw/ByZ8dZQdtr8Ltd681ovv1a1Uk+DfjEBEagP/+F7+0MreEmzFP7exCcgZz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pGs4pyAAAAN0AAAAPAAAAAAAAAAAAAAAAAJgCAABk&#10;cnMvZG93bnJldi54bWxQSwUGAAAAAAQABAD1AAAAjQ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S1u68UA&#10;AADdAAAADwAAAGRycy9kb3ducmV2LnhtbESPQWsCMRSE74X+h/AEb5p1BZGtUcRS2ksP1ZZeH5vn&#10;Zt3NyzaJuvrrjSD0OMzMN8xi1dtWnMiH2rGCyTgDQVw6XXOl4Hv3NpqDCBFZY+uYFFwowGr5/LTA&#10;Qrszf9FpGyuRIBwKVGBi7AopQ2nIYhi7jjh5e+ctxiR9JbXHc4LbVuZZNpMWa04LBjvaGCqb7dEq&#10;8Ovf1+bKx58mu35ewvuh/5ujUWo46NcvICL18T/8aH9oBdNJnsP9TXoCc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1LW7r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zVuwsUA&#10;AADdAAAADwAAAGRycy9kb3ducmV2LnhtbESPUWvCQBCE3wv+h2MLvpR6MUJbU0+RgiBUClp/wJrb&#10;JqF3eyG31eiv7wmCj8PMfMPMFr136khdbAIbGI8yUMRlsA1XBvbfq+c3UFGQLbrAZOBMERbzwcMM&#10;CxtOvKXjTiqVIBwLNFCLtIXWsazJYxyFljh5P6HzKEl2lbYdnhLcO51n2Yv22HBaqLGlj5rK392f&#10;N+Dyg5t+vsaNnPd6k128bJ++rDHDx375Dkqol3v41l5bA5NxPoHrm/QE9Pw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NW7CxQAAAN0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D58sYA&#10;AADdAAAADwAAAGRycy9kb3ducmV2LnhtbESPQWsCMRSE74X+h/AKvdWs21LKapS2IuylB7eK1+fm&#10;uVlMXpZNqqu/3ghCj8PMfMNM54Oz4kh9aD0rGI8yEMS11y03Cta/y5cPECEia7SeScGZAsxnjw9T&#10;LLQ/8YqOVWxEgnAoUIGJsSukDLUhh2HkO+Lk7X3vMCbZN1L3eEpwZ2WeZe/SYctpwWBH34bqQ/Xn&#10;FCyqzubr0nyF7eZnt7PlZUnbhVLPT8PnBESkIf6H7+1SK3gd529we5Oe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lD58s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4sT2MQA&#10;AADdAAAADwAAAGRycy9kb3ducmV2LnhtbESPQWsCMRSE70L/Q3iF3jTRopatUUQUBE/qeujtkbzu&#10;brt5WTbR3f77RhA8DjPzDbNY9a4WN2pD5VnDeKRAEBtvKy405Ofd8ANEiMgWa8+k4Y8CrJYvgwVm&#10;1nd8pNspFiJBOGSooYyxyaQMpiSHYeQb4uR9+9ZhTLItpG2xS3BXy4lSM+mw4rRQYkObkszv6eo0&#10;/OzkwRuF5pJfur2df21nVCut31779SeISH18hh/tvdXwPp5M4f4mPQG5/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LE9jEAAAA3Q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AvgcUA&#10;AADdAAAADwAAAGRycy9kb3ducmV2LnhtbESPT4vCMBTE7wt+h/AEb2tqBZFqFBUWFmUP/kE8Pptn&#10;W9q8lCRq/fYbYWGPw8z8hpkvO9OIBzlfWVYwGiYgiHOrKy4UnI5fn1MQPiBrbCyTghd5WC56H3PM&#10;tH3ynh6HUIgIYZ+hgjKENpPS5yUZ9EPbEkfvZp3BEKUrpHb4jHDTyDRJJtJgxXGhxJY2JeX14W4U&#10;XO47vv2Mtyu3DmfbHX2dXqe1UoN+t5qBCNSF//Bf+1srGI/SCbzfx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QC+BxQAAAN0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YwyMgA&#10;AADdAAAADwAAAGRycy9kb3ducmV2LnhtbESPS2/CMBCE70j9D9Yi9QYOacsjYFCphNRLpfI4wG2J&#10;lyQiXqe2gbS/vq5UieNoZr7RzBatqcWVnK8sKxj0ExDEudUVFwp221VvDMIHZI21ZVLwTR4W84fO&#10;DDNtb7ym6yYUIkLYZ6igDKHJpPR5SQZ93zbE0TtZZzBE6QqpHd4i3NQyTZKhNFhxXCixobeS8vPm&#10;YhQsJ+Pl1+czf/ysjwc67I/nl9QlSj1229cpiEBtuIf/2+9awdMgHcHfm/gE5Pw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JljDIyAAAAN0AAAAPAAAAAAAAAAAAAAAAAJgCAABk&#10;cnMvZG93bnJldi54bWxQSwUGAAAAAAQABAD1AAAAjQMAAAAA&#10;" fillcolor="black" stroked="f"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Veu8EA&#10;AADdAAAADwAAAGRycy9kb3ducmV2LnhtbERPz2vCMBS+D/Y/hCd4m6kKY1SjFGFs7FSdY9dn82yK&#10;zUtJslj/++UgePz4fq+3o+1FIh86xwrmswIEceN0x62C4/f7yxuIEJE19o5JwY0CbDfPT2sstbvy&#10;ntIhtiKHcChRgYlxKKUMjSGLYeYG4sydnbcYM/St1B6vOdz2clEUr9Jix7nB4EA7Q83l8GcVpNOu&#10;rpbpN5n9l69a7+qPn1Ot1HQyVisQkcb4EN/dn1rBcr7Ic/Ob/ATk5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1XrvBAAAA3QAAAA8AAAAAAAAAAAAAAAAAmAIAAGRycy9kb3du&#10;cmV2LnhtbFBLBQYAAAAABAAEAPUAAACG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4b0sYA&#10;AADdAAAADwAAAGRycy9kb3ducmV2LnhtbESPQWvCQBSE7wX/w/IEb3UTC1Kjq4i0RXupjYIeH9ln&#10;Nph9G7JrTPvru4VCj8PMfMMsVr2tRUetrxwrSMcJCOLC6YpLBcfD6+MzCB+QNdaOScEXeVgtBw8L&#10;zLS78yd1eShFhLDPUIEJocmk9IUhi37sGuLoXVxrMUTZllK3eI9wW8tJkkylxYrjgsGGNoaKa36z&#10;Cny6eTm92+9Zd34z/JHvzHRfGqVGw349BxGoD//hv/ZWK3hKJzP4fROfgFz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b4b0s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  <w:color w:val="FF0000"/>
        </w:rPr>
      </w:pPr>
    </w:p>
    <w:p w:rsidR="00A564B0" w:rsidRPr="00062C82" w:rsidRDefault="00A564B0" w:rsidP="00A564B0">
      <w:pPr>
        <w:tabs>
          <w:tab w:val="left" w:pos="4424"/>
        </w:tabs>
        <w:jc w:val="both"/>
        <w:rPr>
          <w:rFonts w:ascii="Times New Roman" w:hAnsi="Times New Roman" w:cs="Times New Roman"/>
          <w:color w:val="FF0000"/>
        </w:rPr>
      </w:pP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</w:p>
    <w:p w:rsidR="00A564B0" w:rsidRPr="00062C82" w:rsidRDefault="00A564B0" w:rsidP="00A564B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УКРАЇНА</w:t>
      </w:r>
    </w:p>
    <w:p w:rsidR="00A564B0" w:rsidRPr="00062C82" w:rsidRDefault="00A564B0" w:rsidP="00A564B0">
      <w:pPr>
        <w:keepNext/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КРУПЕЦЬКА СІЛЬСЬКА РАДА</w:t>
      </w:r>
    </w:p>
    <w:p w:rsidR="00A564B0" w:rsidRPr="00062C82" w:rsidRDefault="00A564B0" w:rsidP="00A564B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СЛАВУТСЬКОГО РАЙОНУ</w:t>
      </w:r>
    </w:p>
    <w:p w:rsidR="00A564B0" w:rsidRPr="00062C82" w:rsidRDefault="00A564B0" w:rsidP="00A564B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ХМЕЛЬНИЦЬКОЇ ОБЛАСТІ</w: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</w:t>
      </w:r>
      <w:r w:rsidR="00C31860" w:rsidRPr="00C31860">
        <w:rPr>
          <w:noProof/>
          <w:lang w:val="ru-RU" w:eastAsia="ru-RU"/>
        </w:rPr>
        <w:pict>
          <v:group id="_x0000_s1057" style="position:absolute;margin-left:219.6pt;margin-top:717.85pt;width:42.8pt;height:57.85pt;z-index:251661312;mso-position-horizontal-relative:text;mso-position-vertical-relative:text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">
            <v:shape id="Freeform 34" o:spid="_x0000_s10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A3PTcUA&#10;AADdAAAADwAAAGRycy9kb3ducmV2LnhtbESPT2vCQBTE70K/w/IKvenmD6ikriJiSw6CmNb7I/tM&#10;QrNvQ3abpN++Kwgeh5n5DbPZTaYVA/WusawgXkQgiEurG64UfH99zNcgnEfW2FomBX/kYLd9mW0w&#10;03bkCw2Fr0SAsMtQQe19l0npypoMuoXtiIN3s71BH2RfSd3jGOCmlUkULaXBhsNCjR0daip/il+j&#10;wKaf+elaJZf0yCvP+/P6dp1OSr29Tvt3EJ4m/ww/2rlWkMZpDPc34QnI7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Dc9N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05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mVNMgA&#10;AADdAAAADwAAAGRycy9kb3ducmV2LnhtbESPW2sCMRSE3wv9D+EU+iKaVcHLapQibG8PBS/g62Fz&#10;3KzdnCxJqlt/fVMo9HGYmW+Y5bqzjbiQD7VjBcNBBoK4dLrmSsFhX/RnIEJE1tg4JgXfFGC9ur9b&#10;Yq7dlbd02cVKJAiHHBWYGNtcylAashgGriVO3sl5izFJX0nt8ZrgtpGjLJtIizWnBYMtbQyVn7sv&#10;q+BcfJjjZnp79r35lm694v2leZso9fjQPS1AROrif/iv/aoVjIfjEfy+SU9Arn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eyZU0yAAAAN0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0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1S0MMA&#10;AADdAAAADwAAAGRycy9kb3ducmV2LnhtbESP3YrCMBCF74V9hzDC3siaugWRblORRRfxRvx5gKEZ&#10;m2IzKU203bc3guDl4fx8nHw52EbcqfO1YwWzaQKCuHS65krB+bT5WoDwAVlj45gU/JOHZfExyjHT&#10;rucD3Y+hEnGEfYYKTAhtJqUvDVn0U9cSR+/iOoshyq6SusM+jttGfifJXFqsORIMtvRrqLwebzZC&#10;9inud5f+tPkbsMf1zvBkdVDqczysfkAEGsI7/GpvtYJ0lqbwfBOfgC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1S0M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06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8fBMYA&#10;AADdAAAADwAAAGRycy9kb3ducmV2LnhtbESPX0sDMRDE3wW/Q1jBN5vrH6tcmxapCkXwwVoovi2X&#10;7d3RyyYka+/89qYg+DjMzG+Y5XpwnTpTTK1nA+NRAYq48rbl2sD+8/XuEVQSZIudZzLwQwnWq+ur&#10;JZbW9/xB553UKkM4lWigEQml1qlqyGEa+UCcvaOPDiXLWGsbsc9w1+lJUcy1w5bzQoOBNg1Vp923&#10;M/Dev4S3h/n9MXzF2USnZyuHjRhzezM8LUAJDfIf/mtvrYHpeDqDy5v8BP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g8fB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0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PhvP8MA&#10;AADdAAAADwAAAGRycy9kb3ducmV2LnhtbESP3YrCMBCF74V9hzDC3oimblGWahRZdBFvpLoPMDRj&#10;U2wmpYm2+/ZGELw8nJ+Ps1z3thZ3an3lWMF0koAgLpyuuFTwd96Nv0H4gKyxdkwK/snDevUxWGKm&#10;Xcc53U+hFHGEfYYKTAhNJqUvDFn0E9cQR+/iWoshyraUusUujttafiXJXFqsOBIMNvRjqLiebjZC&#10;jikeD5fuvPvtscPtwfBokyv1Oew3CxCB+vAOv9p7rSCdpjN4volP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PhvP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06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Ek6MYA&#10;AADdAAAADwAAAGRycy9kb3ducmV2LnhtbESPQUsDMRSE70L/Q3iCtzbbVldZm5ZSFUTowSqIt8fm&#10;dXdx8xKSZ3f990YoeBxm5htmtRldr04UU+fZwHxWgCKuve24MfD+9jS9A5UE2WLvmQz8UILNenKx&#10;wsr6gV/pdJBGZQinCg20IqHSOtUtOUwzH4izd/TRoWQZG20jDhnuer0oilI77DgvtBho11L9dfh2&#10;BvbDY3i5LW+O4TNeL3R6sPKxE2OuLsftPSihUf7D5/azNbCcL0v4e5OfgF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ZEk6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0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0hDcYA&#10;AADdAAAADwAAAGRycy9kb3ducmV2LnhtbESPUWvCMBSF3wf7D+EOfJGZapkbnVHmIChMEN1gr5fm&#10;2pY1NyWJtvv3iyDs8XDO+Q5nsRpsKy7kQ+NYwXSSgSAunWm4UvD1qR9fQISIbLB1TAp+KcBqeX+3&#10;wMK4ng90OcZKJAiHAhXUMXaFlKGsyWKYuI44eSfnLcYkfSWNxz7BbStnWTaXFhtOCzV29F5T+XM8&#10;WwXrfV/lflyuB/dx2nw/aW30Tis1ehjeXkFEGuJ/+NbeGgX5NH+G65v0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F0hD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06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HrvOsAA&#10;AADdAAAADwAAAGRycy9kb3ducmV2LnhtbERPy4rCMBTdC/5DuMLsxlSdEalGEYeCDG58fMCluTbV&#10;5qYksda/nywGXB7Oe7XpbSM68qF2rGAyzkAQl07XXCm4nIvPBYgQkTU2jknBiwJs1sPBCnPtnnyk&#10;7hQrkUI45KjAxNjmUobSkMUwdi1x4q7OW4wJ+kpqj88Ubhs5zbK5tFhzajDY0s5QeT89rILid3ro&#10;7g/tC7ftvyx9m9vixyj1Meq3SxCR+vgW/7v3WsFsMktz05v0BOT6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HrvOsAAAADd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0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4Q5MYA&#10;AADdAAAADwAAAGRycy9kb3ducmV2LnhtbESPUWvCMBSF3wf7D+EOfJGZaplsnVHmIChMEN1gr5fm&#10;2pY1NyWJtvv3iyDs8XDO+Q5nsRpsKy7kQ+NYwXSSgSAunWm4UvD1qR+fQYSIbLB1TAp+KcBqeX+3&#10;wMK4ng90OcZKJAiHAhXUMXaFlKGsyWKYuI44eSfnLcYkfSWNxz7BbStnWTaXFhtOCzV29F5T+XM8&#10;WwXrfV/lflyuB/dx2nw/aW30Tis1ehjeXkFEGuJ/+NbeGgX5NH+B65v0BO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o4Q5M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06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qQQcAA&#10;AADdAAAADwAAAGRycy9kb3ducmV2LnhtbERPzYrCMBC+C75DGMHbmuq6ItUo4lJYZC+rPsDQjE21&#10;mZQk1vr2m4Pg8eP7X29724iOfKgdK5hOMhDEpdM1VwrOp+JjCSJEZI2NY1LwpADbzXCwxly7B/9R&#10;d4yVSCEcclRgYmxzKUNpyGKYuJY4cRfnLcYEfSW1x0cKt42cZdlCWqw5NRhsaW+ovB3vVkFxmP12&#10;t7v2hdv1c0tf5rr8NkqNR/1uBSJSH9/il/tHK/icztP+9CY9Ab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gqQQcAAAADd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0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Mv/MAA&#10;AADdAAAADwAAAGRycy9kb3ducmV2LnhtbESP3arCMBCE7wXfIazgnab1D6lGEUHRS6sPsDRrW2w2&#10;tYm2vr05cMDLYWa+YdbbzlTiTY0rLSuIxxEI4szqknMFt+thtAThPLLGyjIp+JCD7abfW2OibcsX&#10;eqc+FwHCLkEFhfd1IqXLCjLoxrYmDt7dNgZ9kE0udYNtgJtKTqJoIQ2WHBYKrGlfUPZIX0bB7NMe&#10;n+n8ER20ofg8rc/ss7lSw0G3W4Hw1Plf+L990gqm8SyGvzfhCcjN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gMv/M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06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Ool8QA&#10;AADdAAAADwAAAGRycy9kb3ducmV2LnhtbESPT4vCMBTE7wt+h/CEvWlqFVmrUURxEU9u/XN+NM+2&#10;2LyUJmr99kYQ9jjMzG+Y2aI1lbhT40rLCgb9CARxZnXJuYLjYdP7AeE8ssbKMil4koPFvPM1w0Tb&#10;B//RPfW5CBB2CSoovK8TKV1WkEHXtzVx8C62MeiDbHKpG3wEuKlkHEVjabDksFBgTauCsmt6Mwpu&#10;43N85MtO79P183ey3iydPOVKfXfb5RSEp9b/hz/trVYwHIxieL8JT0DO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DqJfEAAAA3Q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0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xyC8cA&#10;AADdAAAADwAAAGRycy9kb3ducmV2LnhtbESPT2vCQBTE7wW/w/KE3urGRoJGV9FCoe1B8d/B2zP7&#10;TKLZt2l2q/HbdwsFj8PM/IaZzFpTiSs1rrSsoN+LQBBnVpecK9ht31+GIJxH1lhZJgV3cjCbdp4m&#10;mGp74zVdNz4XAcIuRQWF93UqpcsKMuh6tiYO3sk2Bn2QTS51g7cAN5V8jaJEGiw5LBRY01tB2WXz&#10;YxTsV8NktFp8Ds5fyyPGRn8fdJko9dxt52MQnlr/CP+3P7SCuD+I4e9Ne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scgv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07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0ojMUA&#10;AADdAAAADwAAAGRycy9kb3ducmV2LnhtbESPS4vCQBCE74L/YWjBm07UICE6ig9Wlz35Aq9Npk2C&#10;mZ6QmdW4v35nYcFjUVVfUfNlayrxoMaVlhWMhhEI4szqknMFl/PHIAHhPLLGyjIpeJGD5aLbmWOq&#10;7ZOP9Dj5XAQIuxQVFN7XqZQuK8igG9qaOHg32xj0QTa51A0+A9xUchxFU2mw5LBQYE2bgrL76dso&#10;+Jle8eD24/V2oj294mRnvw47pfq9djUD4an17/B/+1MrmIziGP7ehCc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PSiM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0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ner8UA&#10;AADdAAAADwAAAGRycy9kb3ducmV2LnhtbESP0WrCQBRE3wX/YblC33SjRmnTrCJioW+t0Q+4ZG83&#10;Idm7Mbtq2q/vFgo+DjNzhsm3g23FjXpfO1YwnyUgiEunazYKzqe36TMIH5A1to5JwTd52G7Goxwz&#10;7e58pFsRjIgQ9hkqqELoMil9WZFFP3MdcfS+XG8xRNkbqXu8R7ht5SJJ1tJizXGhwo72FZVNcbUK&#10;Lm6x0kNxwI/m8PJZG5Nefo6pUk+TYfcKItAQHuH/9rtWsJynK/h7E5+A3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qd6v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07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rKsMUA&#10;AADdAAAADwAAAGRycy9kb3ducmV2LnhtbESPwW7CMBBE75X4B2uReitOoASa4qC2UiWu0B56XOwl&#10;CcTrELuQ8vUYCanH0cy80SyWvW3EiTpfO1aQjhIQxNqZmksF31+fT3MQPiAbbByTgj/ysCwGDwvM&#10;jTvzmk6bUIoIYZ+jgiqENpfS64os+pFriaO3c53FEGVXStPhOcJtI8dJkkmLNceFClv6qEgfNr9W&#10;ware0jTTuxc7f9frn8sxTGZ7o9TjsH97BRGoD//he3tlFEzS5wxub+ITkM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WsqwxQAAAN0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0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+c38MA&#10;AADdAAAADwAAAGRycy9kb3ducmV2LnhtbERPXWvCMBR9F/Yfwh34pqluOK1GmQNhY1qYyvZ6aa5N&#10;WXNTmqzWf78Igo/nm7NYdbYSLTW+dKxgNExAEOdOl1woOB42gykIH5A1Vo5JwYU8rJYPvQWm2p35&#10;i9p9KEQsYZ+iAhNCnUrpc0MW/dDVxFE7ucZiiLAppG7wHMttJcdJMpEWS44LBmt6M5T/7v+sghaz&#10;S/Jj1rvZR7nNx9n6+1NHXvUfu9c5iEBduJtv6Xet4Gn0/ALXN/EJy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+c38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07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u2zcIA&#10;AADdAAAADwAAAGRycy9kb3ducmV2LnhtbERPPU/DMBDdkfofrKvERp0GhKpQt6qQihghdOh4xNc4&#10;bXwX2aYJ/Ho8IDE+ve/1dvK9ulKInbCB5aIARdyI7bg1cPjY361AxYRssRcmA98UYbuZ3ayxsjLy&#10;O13r1KocwrFCAy6lodI6No48xoUMxJk7SfCYMgyttgHHHO57XRbFo/bYcW5wONCzo+ZSf3kD40vz&#10;eS5PR+t+wiD7+k3OZS/G3M6n3ROoRFP6F/+5X62B++VDnpvf5Ce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iu7bN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0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xV8ccA&#10;AADdAAAADwAAAGRycy9kb3ducmV2LnhtbESP3WoCMRSE7wu+QziCdzWrlqqrUfypIGIRbb0/3Zzu&#10;bpucLJtU17dvhEIvh5n5hpnOG2vEhWpfOlbQ6yYgiDOnS84VvL9tHkcgfEDWaByTght5mM9aD1NM&#10;tbvykS6nkIsIYZ+igiKEKpXSZwVZ9F1XEUfv09UWQ5R1LnWN1wi3RvaT5FlaLDkuFFjRqqDs+/Rj&#10;FWwOa/PVfz0uzjKsXoYfZrRbrvdKddrNYgIiUBP+w3/trVYw6D2N4f4mPgE5+w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OcVfH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07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inCMQA&#10;AADdAAAADwAAAGRycy9kb3ducmV2LnhtbERPTWvCQBC9C/6HZQpeSt1oSAnRVUQQFVrQtOB1zE6T&#10;YHY2ZNeY/vvuoeDx8b6X68E0oqfO1ZYVzKYRCOLC6ppLBd9fu7cUhPPIGhvLpOCXHKxX49ESM20f&#10;fKY+96UIIewyVFB532ZSuqIig25qW+LA/djOoA+wK6Xu8BHCTSPnUfQuDdYcGipsaVtRccvvRkF/&#10;+riWh961x1v66pL4ut9/6otSk5dhswDhafBP8b/7oBXEsyTsD2/CE5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7Ypwj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07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V+WscA&#10;AADdAAAADwAAAGRycy9kb3ducmV2LnhtbESPQWvCQBSE74X+h+UJvTWb2Fo0ukoVCr0I1fZQb8/s&#10;Mwlm38bdrUZ/vSsUPA4z8w0zmXWmEUdyvrasIEtSEMSF1TWXCn6+P56HIHxA1thYJgVn8jCbPj5M&#10;MNf2xCs6rkMpIoR9jgqqENpcSl9UZNAntiWO3s46gyFKV0rt8BThppH9NH2TBmuOCxW2tKio2K//&#10;jIL5aDg/fL3y8rLabmjzu90P+i5V6qnXvY9BBOrCPfzf/tQKXrJBBr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E1flrHAAAA3QAAAA8AAAAAAAAAAAAAAAAAmAIAAGRy&#10;cy9kb3ducmV2LnhtbFBLBQYAAAAABAAEAPUAAACMAwAAAAA=&#10;" fillcolor="black" stroked="f"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07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c4jI8cA&#10;AADdAAAADwAAAGRycy9kb3ducmV2LnhtbESPQWvCQBSE70L/w/IKvenGiBJSV9HWQkE9aHvo8TX7&#10;TJZk34bsVtP+elcQehxm5htmvuxtI87UeeNYwXiUgCAunDZcKvj8eBtmIHxA1tg4JgW/5GG5eBjM&#10;Mdfuwgc6H0MpIoR9jgqqENpcSl9UZNGPXEscvZPrLIYou1LqDi8RbhuZJslMWjQcFyps6aWioj7+&#10;WAVf25nJDobS793feqN303q9f62VenrsV88gAvXhP3xvv2sFk/E0hdub+ATk4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OIyPHAAAA3QAAAA8AAAAAAAAAAAAAAAAAmAIAAGRy&#10;cy9kb3ducmV2LnhtbFBLBQYAAAAABAAEAPUAAACMAwAAAAA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08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e4DcYA&#10;AADdAAAADwAAAGRycy9kb3ducmV2LnhtbESPT2sCMRTE70K/Q3iF3mpWpWXZGkWU0l568B+9Pjav&#10;m+1uXtYk6uqnN4WCx2FmfsNM571txYl8qB0rGA0zEMSl0zVXCnbb9+ccRIjIGlvHpOBCAeazh8EU&#10;C+3OvKbTJlYiQTgUqMDE2BVShtKQxTB0HXHyfpy3GJP0ldQezwluWznOsldpsea0YLCjpaGy2Ryt&#10;Ar/4XjVXPu6b7Pp1CR+//SFHo9TTY794AxGpj/fwf/tTK5iMXibw9yY9AT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e4Dc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08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qFy8YA&#10;AADdAAAADwAAAGRycy9kb3ducmV2LnhtbESP3UrDQBSE7wXfYTmCN9JsWu1fzLaIIAgWoT8PcJo9&#10;JsHdsyF7bFOf3hUEL4eZ+YYp14N36kR9bAMbGGc5KOIq2JZrA4f9y2gBKgqyRReYDFwownp1fVVi&#10;YcOZt3TaSa0ShGOBBhqRrtA6Vg15jFnoiJP3EXqPkmRfa9vjOcG905M8n2mPLaeFBjt6bqj63H15&#10;A25ydMu3edzI5aA3+beX7d27Neb2Znh6BCU0yH/4r/1qDdyPpw/w+yY9Ab3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NqFy8YAAADdAAAADwAAAAAAAAAAAAAAAACYAgAAZHJz&#10;L2Rvd25yZXYueG1sUEsFBgAAAAAEAAQA9QAAAIs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08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RovFMYA&#10;AADdAAAADwAAAGRycy9kb3ducmV2LnhtbESPQWsCMRSE7wX/Q3hCb5rVopTVKLYi7KUHV4vX5+a5&#10;WUxelk2q2/56Uyj0OMzMN8xy3TsrbtSFxrOCyTgDQVx53XCt4HjYjV5BhIis0XomBd8UYL0aPC0x&#10;1/7Oe7qVsRYJwiFHBSbGNpcyVIYchrFviZN38Z3DmGRXS93hPcGdldMsm0uHDacFgy29G6qu5ZdT&#10;sC1bOz0W5i2cPj/OZ1v87Oi0Vep52G8WICL18T/81y60gpfJbAa/b9ITkKs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RovFMYAAADdAAAADwAAAAAAAAAAAAAAAACYAgAAZHJz&#10;L2Rvd25yZXYueG1sUEsFBgAAAAAEAAQA9QAAAIs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08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/+0sUA&#10;AADdAAAADwAAAGRycy9kb3ducmV2LnhtbESPT2sCMRTE7wW/Q3iCt5pY6SqrUaQoCD3VPwdvj+S5&#10;u7p5WTbR3X77plDocZiZ3zDLde9q8aQ2VJ41TMYKBLHxtuJCw+m4e52DCBHZYu2ZNHxTgPVq8LLE&#10;3PqOv+h5iIVIEA45aihjbHIpgynJYRj7hjh5V986jEm2hbQtdgnuavmmVCYdVpwWSmzooyRzPzyc&#10;httOfnqj0JxP525vZ5dtRrXSejTsNwsQkfr4H/5r762G6eQ9g9836QnI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/7S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08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r5Z8YA&#10;AADdAAAADwAAAGRycy9kb3ducmV2LnhtbESPQWvCQBSE70L/w/IKvdWNiq2krmIFoSg9NIp4fGaf&#10;SUj2bdhdNf57Vyh4HGbmG2Y670wjLuR8ZVnBoJ+AIM6trrhQsNuu3icgfEDW2FgmBTfyMJ+99KaY&#10;anvlP7pkoRARwj5FBWUIbSqlz0sy6Pu2JY7eyTqDIUpXSO3wGuGmkcMk+ZAGK44LJba0LCmvs7NR&#10;cDhv+PQ7Wi/cd9jbbuvr4XFSK/X22i2+QATqwjP83/7RCkaD8Sc83sQnIG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wr5Z8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08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Xx8QA&#10;AADdAAAADwAAAGRycy9kb3ducmV2LnhtbERPy2oCMRTdF/oP4Ra6qxlfRUejqFDoRvC10N11cp0Z&#10;nNyMSaqjX28WQpeH8x5PG1OJKzlfWlbQbiUgiDOrS84V7LY/XwMQPiBrrCyTgjt5mE7e38aYanvj&#10;NV03IRcxhH2KCooQ6lRKnxVk0LdsTRy5k3UGQ4Qul9rhLYabSnaS5FsaLDk2FFjToqDsvPkzCubD&#10;wfyy6vHysT4e6LA/nvsdlyj1+dHMRiACNeFf/HL/agXddj/OjW/iE5C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AP18fEAAAA3QAAAA8AAAAAAAAAAAAAAAAAmAIAAGRycy9k&#10;b3ducmV2LnhtbFBLBQYAAAAABAAEAPUAAACJAwAAAAA=&#10;" fillcolor="black" stroked="f"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08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T+IXcUA&#10;AADdAAAADwAAAGRycy9kb3ducmV2LnhtbESPQUsDMRSE74L/ITyhN5utRWnXpmUpSMXTtlV6fd08&#10;N4ublyWJ6frvjSD0OMzMN8xqM9peJPKhc6xgNi1AEDdOd9wqeD++3C9AhIissXdMCn4owGZ9e7PC&#10;UrsL7ykdYisyhEOJCkyMQyllaAxZDFM3EGfv03mLMUvfSu3xkuG2lw9F8SQtdpwXDA60NdR8Hb6t&#10;gnTe1tU8nZLZv/mq9a7efZxrpSZ3Y/UMItIYr+H/9qtWMJ89LuHvTX4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P4hd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08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4Lj8MA&#10;AADdAAAADwAAAGRycy9kb3ducmV2LnhtbERPz2vCMBS+D/Y/hCd407QTylaNIrKJ7jLtBD0+mrem&#10;rHkpTazd/vrlIOz48f1erAbbiJ46XztWkE4TEMSl0zVXCk6fb5NnED4ga2wck4If8rBaPj4sMNfu&#10;xkfqi1CJGMI+RwUmhDaX0peGLPqpa4kj9+U6iyHCrpK6w1sMt418SpJMWqw5NhhsaWOo/C6uVoFP&#10;N6/nd/v70l+2hj+KvckOlVFqPBrWcxCBhvAvvrt3WsEszeL++CY+Ab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u4Lj8MAAADd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A564B0" w:rsidRDefault="00A564B0" w:rsidP="00A564B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A564B0" w:rsidRPr="00062C82" w:rsidRDefault="00A564B0" w:rsidP="00A564B0">
      <w:pPr>
        <w:tabs>
          <w:tab w:val="left" w:pos="4424"/>
        </w:tabs>
        <w:jc w:val="center"/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РІШЕННЯ</w:t>
      </w:r>
    </w:p>
    <w:p w:rsidR="00A564B0" w:rsidRPr="00062C82" w:rsidRDefault="00A564B0" w:rsidP="00A564B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ХХХІІІ</w:t>
      </w:r>
      <w:r w:rsidRPr="00062C82">
        <w:rPr>
          <w:rFonts w:ascii="Times New Roman" w:hAnsi="Times New Roman" w:cs="Times New Roman"/>
        </w:rPr>
        <w:t xml:space="preserve"> сесії сільської ради  </w:t>
      </w:r>
      <w:r w:rsidRPr="00062C82">
        <w:rPr>
          <w:rFonts w:ascii="Times New Roman" w:hAnsi="Times New Roman" w:cs="Times New Roman"/>
          <w:lang w:val="en-US"/>
        </w:rPr>
        <w:t>V</w:t>
      </w:r>
      <w:r w:rsidRPr="00062C82">
        <w:rPr>
          <w:rFonts w:ascii="Times New Roman" w:hAnsi="Times New Roman" w:cs="Times New Roman"/>
        </w:rPr>
        <w:t>ІІ скликання</w: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</w:p>
    <w:p w:rsidR="00A564B0" w:rsidRPr="00062C82" w:rsidRDefault="00A564B0" w:rsidP="00A564B0">
      <w:pPr>
        <w:tabs>
          <w:tab w:val="left" w:pos="4424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21.02.2020</w:t>
      </w:r>
      <w:r w:rsidRPr="00062C82">
        <w:rPr>
          <w:rFonts w:ascii="Times New Roman" w:hAnsi="Times New Roman" w:cs="Times New Roman"/>
        </w:rPr>
        <w:t>р.                                    Крупець                                        № _______</w: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  <w:r w:rsidRPr="00062C82">
        <w:rPr>
          <w:rFonts w:ascii="Times New Roman" w:hAnsi="Times New Roman" w:cs="Times New Roman"/>
        </w:rPr>
        <w:t xml:space="preserve">                                          </w: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  <w:b/>
        </w:rPr>
      </w:pPr>
      <w:r w:rsidRPr="00062C82">
        <w:rPr>
          <w:rFonts w:ascii="Times New Roman" w:hAnsi="Times New Roman" w:cs="Times New Roman"/>
          <w:b/>
        </w:rPr>
        <w:t xml:space="preserve">в натурі (на місцевості) </w:t>
      </w:r>
      <w:r>
        <w:rPr>
          <w:rFonts w:ascii="Times New Roman" w:hAnsi="Times New Roman" w:cs="Times New Roman"/>
          <w:b/>
        </w:rPr>
        <w:t>Гуменюк С.М.</w:t>
      </w:r>
    </w:p>
    <w:p w:rsidR="00A564B0" w:rsidRPr="00062C82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</w:p>
    <w:p w:rsidR="00A564B0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</w:p>
    <w:p w:rsidR="00A564B0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</w:p>
    <w:p w:rsidR="00A564B0" w:rsidRPr="006C55B2" w:rsidRDefault="00A564B0" w:rsidP="00A564B0">
      <w:pPr>
        <w:jc w:val="both"/>
        <w:rPr>
          <w:rFonts w:ascii="Times New Roman" w:hAnsi="Times New Roman" w:cs="Times New Roman"/>
        </w:rPr>
      </w:pPr>
      <w:r w:rsidRPr="006C55B2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</w:t>
      </w:r>
      <w:r>
        <w:rPr>
          <w:rFonts w:ascii="Times New Roman" w:hAnsi="Times New Roman" w:cs="Times New Roman"/>
        </w:rPr>
        <w:t>озглянувши заяву   Гуменюк С.М.</w:t>
      </w:r>
      <w:r w:rsidRPr="006C55B2">
        <w:rPr>
          <w:rFonts w:ascii="Times New Roman" w:hAnsi="Times New Roman" w:cs="Times New Roman"/>
        </w:rPr>
        <w:t>, сільська  рада ВИРІШИЛА:</w:t>
      </w:r>
    </w:p>
    <w:p w:rsidR="00A564B0" w:rsidRPr="006C55B2" w:rsidRDefault="00A564B0" w:rsidP="00A564B0">
      <w:pPr>
        <w:jc w:val="both"/>
        <w:rPr>
          <w:rFonts w:ascii="Times New Roman" w:hAnsi="Times New Roman" w:cs="Times New Roman"/>
        </w:rPr>
      </w:pPr>
    </w:p>
    <w:p w:rsidR="00A564B0" w:rsidRPr="005F05B8" w:rsidRDefault="00A564B0" w:rsidP="00A564B0">
      <w:pPr>
        <w:jc w:val="both"/>
        <w:rPr>
          <w:rFonts w:ascii="Times New Roman" w:hAnsi="Times New Roman" w:cs="Times New Roman"/>
          <w:color w:val="auto"/>
        </w:rPr>
      </w:pPr>
      <w:r w:rsidRPr="006C55B2">
        <w:rPr>
          <w:rFonts w:ascii="Times New Roman" w:hAnsi="Times New Roman" w:cs="Times New Roman"/>
        </w:rPr>
        <w:t xml:space="preserve">      1. Затверди</w:t>
      </w:r>
      <w:r>
        <w:rPr>
          <w:rFonts w:ascii="Times New Roman" w:hAnsi="Times New Roman" w:cs="Times New Roman"/>
        </w:rPr>
        <w:t>ти  Гуменюк  Софії  Миколаївні,  яка  зареєстрована</w:t>
      </w:r>
      <w:r w:rsidRPr="006C55B2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за адресою: </w:t>
      </w:r>
      <w:r w:rsidR="00EA0E75" w:rsidRPr="00EA0E75">
        <w:rPr>
          <w:rFonts w:ascii="Times New Roman" w:hAnsi="Times New Roman" w:cs="Times New Roman"/>
        </w:rPr>
        <w:t>___________</w:t>
      </w:r>
      <w:r w:rsidRPr="006C55B2">
        <w:rPr>
          <w:rFonts w:ascii="Times New Roman" w:hAnsi="Times New Roman" w:cs="Times New Roman"/>
        </w:rPr>
        <w:t xml:space="preserve">,  ідентифікаційний номер </w:t>
      </w:r>
      <w:r w:rsidR="00EA0E75" w:rsidRPr="00EA0E75">
        <w:rPr>
          <w:rFonts w:ascii="Times New Roman" w:hAnsi="Times New Roman" w:cs="Times New Roman"/>
          <w:color w:val="auto"/>
        </w:rPr>
        <w:t>___________</w:t>
      </w:r>
      <w:r w:rsidRPr="006C55B2">
        <w:rPr>
          <w:rFonts w:ascii="Times New Roman" w:hAnsi="Times New Roman" w:cs="Times New Roman"/>
        </w:rPr>
        <w:t xml:space="preserve">,  технічну документацію із землеустрою щодо встановлення (відновлення) меж земельної ділянки в натурі (на місцевості) та передати земельну ділянку у приватну власність, площею </w:t>
      </w:r>
      <w:r>
        <w:rPr>
          <w:rFonts w:ascii="Times New Roman" w:hAnsi="Times New Roman" w:cs="Times New Roman"/>
        </w:rPr>
        <w:t>4,3338</w:t>
      </w:r>
      <w:r w:rsidRPr="006C55B2">
        <w:rPr>
          <w:rFonts w:ascii="Times New Roman" w:hAnsi="Times New Roman" w:cs="Times New Roman"/>
        </w:rPr>
        <w:t xml:space="preserve">га, (кадастровий номер: </w:t>
      </w:r>
      <w:r w:rsidRPr="005F05B8">
        <w:rPr>
          <w:rFonts w:ascii="Times New Roman" w:hAnsi="Times New Roman" w:cs="Times New Roman"/>
          <w:color w:val="auto"/>
        </w:rPr>
        <w:t xml:space="preserve">6823984000:03:002:0096), для ведення товарного сільськогосподарського виробництва, яка розташована Хмельницька область, </w:t>
      </w:r>
      <w:proofErr w:type="spellStart"/>
      <w:r w:rsidRPr="005F05B8">
        <w:rPr>
          <w:rFonts w:ascii="Times New Roman" w:hAnsi="Times New Roman" w:cs="Times New Roman"/>
          <w:color w:val="auto"/>
        </w:rPr>
        <w:t>Славутський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 район,  </w:t>
      </w:r>
      <w:proofErr w:type="spellStart"/>
      <w:r w:rsidRPr="005F05B8">
        <w:rPr>
          <w:rFonts w:ascii="Times New Roman" w:hAnsi="Times New Roman" w:cs="Times New Roman"/>
          <w:color w:val="auto"/>
        </w:rPr>
        <w:t>Крупецька</w:t>
      </w:r>
      <w:proofErr w:type="spellEnd"/>
      <w:r w:rsidRPr="005F05B8">
        <w:rPr>
          <w:rFonts w:ascii="Times New Roman" w:hAnsi="Times New Roman" w:cs="Times New Roman"/>
          <w:color w:val="auto"/>
        </w:rPr>
        <w:t xml:space="preserve"> сільська рада. </w:t>
      </w:r>
    </w:p>
    <w:p w:rsidR="00A564B0" w:rsidRPr="005F05B8" w:rsidRDefault="00A564B0" w:rsidP="00A564B0">
      <w:pPr>
        <w:jc w:val="both"/>
        <w:rPr>
          <w:rFonts w:ascii="Times New Roman" w:hAnsi="Times New Roman" w:cs="Times New Roman"/>
          <w:color w:val="auto"/>
        </w:rPr>
      </w:pPr>
      <w:r w:rsidRPr="005F05B8">
        <w:rPr>
          <w:rFonts w:ascii="Times New Roman" w:hAnsi="Times New Roman" w:cs="Times New Roman"/>
          <w:color w:val="auto"/>
        </w:rPr>
        <w:t xml:space="preserve">      2. Гуменюк С.М., посвідчити своє право  в  установленому  законом  порядку.</w:t>
      </w:r>
    </w:p>
    <w:p w:rsidR="00A564B0" w:rsidRPr="006C55B2" w:rsidRDefault="00A564B0" w:rsidP="00A564B0">
      <w:pPr>
        <w:jc w:val="both"/>
        <w:rPr>
          <w:rFonts w:ascii="Times New Roman" w:hAnsi="Times New Roman" w:cs="Times New Roman"/>
        </w:rPr>
      </w:pPr>
      <w:r w:rsidRPr="005F05B8">
        <w:rPr>
          <w:rFonts w:ascii="Times New Roman" w:hAnsi="Times New Roman" w:cs="Times New Roman"/>
          <w:color w:val="auto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</w:t>
      </w:r>
      <w:r w:rsidRPr="006C55B2">
        <w:rPr>
          <w:rFonts w:ascii="Times New Roman" w:hAnsi="Times New Roman" w:cs="Times New Roman"/>
        </w:rPr>
        <w:t>планування території, будівництва, архітектури, охорони пам’яток, історичного середовища та благоустрою (Денисюк Т.В.).</w:t>
      </w:r>
    </w:p>
    <w:p w:rsidR="00A564B0" w:rsidRDefault="00A564B0" w:rsidP="00A564B0">
      <w:pPr>
        <w:tabs>
          <w:tab w:val="left" w:pos="4424"/>
        </w:tabs>
        <w:rPr>
          <w:rFonts w:ascii="Times New Roman" w:hAnsi="Times New Roman" w:cs="Times New Roman"/>
        </w:rPr>
      </w:pPr>
    </w:p>
    <w:p w:rsidR="00A564B0" w:rsidRPr="00A564B0" w:rsidRDefault="00A564B0" w:rsidP="00A564B0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</w:p>
    <w:p w:rsidR="00A564B0" w:rsidRPr="00062C82" w:rsidRDefault="00A564B0" w:rsidP="00A564B0">
      <w:pPr>
        <w:tabs>
          <w:tab w:val="left" w:pos="4424"/>
        </w:tabs>
        <w:jc w:val="both"/>
        <w:rPr>
          <w:rFonts w:ascii="Times New Roman" w:hAnsi="Times New Roman" w:cs="Times New Roman"/>
        </w:rPr>
      </w:pPr>
    </w:p>
    <w:p w:rsidR="0073076A" w:rsidRPr="00A564B0" w:rsidRDefault="00A564B0" w:rsidP="00A564B0">
      <w:pPr>
        <w:tabs>
          <w:tab w:val="left" w:pos="4424"/>
        </w:tabs>
        <w:jc w:val="both"/>
        <w:rPr>
          <w:rFonts w:ascii="Times New Roman" w:hAnsi="Times New Roman" w:cs="Times New Roman"/>
          <w:lang w:val="en-US"/>
        </w:rPr>
      </w:pPr>
      <w:r w:rsidRPr="00062C82">
        <w:rPr>
          <w:rFonts w:ascii="Times New Roman" w:hAnsi="Times New Roman" w:cs="Times New Roman"/>
        </w:rPr>
        <w:t>Сільський  голова                                                                                             В.А.</w:t>
      </w:r>
      <w:proofErr w:type="spellStart"/>
      <w:r w:rsidRPr="00062C82">
        <w:rPr>
          <w:rFonts w:ascii="Times New Roman" w:hAnsi="Times New Roman" w:cs="Times New Roman"/>
        </w:rPr>
        <w:t>Михалюк</w:t>
      </w:r>
      <w:proofErr w:type="spellEnd"/>
      <w:r w:rsidRPr="00062C82">
        <w:rPr>
          <w:rFonts w:ascii="Times New Roman" w:hAnsi="Times New Roman" w:cs="Times New Roman"/>
        </w:rPr>
        <w:t xml:space="preserve"> </w:t>
      </w:r>
    </w:p>
    <w:sectPr w:rsidR="0073076A" w:rsidRPr="00A564B0" w:rsidSect="0073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A564B0"/>
    <w:rsid w:val="00171A2E"/>
    <w:rsid w:val="00304C90"/>
    <w:rsid w:val="00505B6D"/>
    <w:rsid w:val="006D3977"/>
    <w:rsid w:val="0073076A"/>
    <w:rsid w:val="007D6C18"/>
    <w:rsid w:val="00A564B0"/>
    <w:rsid w:val="00C31860"/>
    <w:rsid w:val="00D1641A"/>
    <w:rsid w:val="00DE1C08"/>
    <w:rsid w:val="00DF0E5B"/>
    <w:rsid w:val="00EA0E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64B0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2DA2BF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16505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2DA2BF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pPr>
      <w:spacing w:after="200" w:line="276" w:lineRule="auto"/>
    </w:pPr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 w:line="276" w:lineRule="auto"/>
      <w:ind w:left="936" w:right="936"/>
    </w:pPr>
    <w:rPr>
      <w:rFonts w:asciiTheme="minorHAnsi" w:eastAsiaTheme="minorEastAsia" w:hAnsiTheme="minorHAnsi" w:cstheme="minorBidi"/>
      <w:b/>
      <w:bCs/>
      <w:i/>
      <w:iCs/>
      <w:color w:val="2DA2BF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 w:line="276" w:lineRule="auto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2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4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6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88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10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32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54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 w:line="276" w:lineRule="auto"/>
      <w:ind w:left="1760"/>
    </w:pPr>
    <w:rPr>
      <w:rFonts w:asciiTheme="minorHAnsi" w:eastAsiaTheme="minorEastAsia" w:hAnsiTheme="minorHAnsi" w:cstheme="minorBidi"/>
      <w:color w:val="auto"/>
      <w:sz w:val="22"/>
      <w:szCs w:val="22"/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after="200"/>
    </w:pPr>
    <w:rPr>
      <w:rFonts w:asciiTheme="minorHAnsi" w:eastAsiaTheme="minorEastAsia" w:hAnsiTheme="minorHAnsi" w:cstheme="minorBidi"/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>Microsoft</Company>
  <LinksUpToDate>false</LinksUpToDate>
  <CharactersWithSpaces>1769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2020-02-13T11:23:00Z</dcterms:created>
  <dcterms:modified xsi:type="dcterms:W3CDTF">2020-02-13T12:07:00Z</dcterms:modified>
</cp:coreProperties>
</file>