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562" w:rsidRDefault="00374562" w:rsidP="0037456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562" w:rsidRDefault="00374562" w:rsidP="00374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74562" w:rsidRDefault="00374562" w:rsidP="00374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74562" w:rsidRDefault="00374562" w:rsidP="003745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4562" w:rsidRDefault="00374562" w:rsidP="003745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4562" w:rsidRDefault="00374562" w:rsidP="0037456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4562" w:rsidRDefault="00374562" w:rsidP="003745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74562" w:rsidRDefault="00374562" w:rsidP="0037456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74562" w:rsidRDefault="00374562" w:rsidP="003745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74562" w:rsidRDefault="00374562" w:rsidP="003745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74562" w:rsidRDefault="00374562" w:rsidP="003745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4562" w:rsidRDefault="00374562" w:rsidP="003745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74562" w:rsidRDefault="00374562" w:rsidP="003745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4562" w:rsidRDefault="00374562" w:rsidP="003745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74562" w:rsidRDefault="00374562" w:rsidP="0037456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74562" w:rsidRPr="00B26F6B" w:rsidRDefault="00374562" w:rsidP="0037456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 №13</w:t>
      </w:r>
    </w:p>
    <w:p w:rsidR="00374562" w:rsidRDefault="00374562" w:rsidP="0037456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74562" w:rsidRDefault="00374562" w:rsidP="0037456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374562" w:rsidRDefault="00374562" w:rsidP="0037456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374562" w:rsidRDefault="00374562" w:rsidP="0037456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Матвійчук Є.Ф.</w:t>
      </w:r>
    </w:p>
    <w:p w:rsidR="00374562" w:rsidRDefault="00374562" w:rsidP="0037456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4562" w:rsidRDefault="00374562" w:rsidP="0037456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Матвійчук Є.Ф.,  </w:t>
      </w:r>
      <w:r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374562" w:rsidRDefault="00374562" w:rsidP="0037456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374562" w:rsidRDefault="00374562" w:rsidP="0037456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Матвійчук  Євгенії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Фадіївні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господарства, площею 0,2090 га,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район, 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Потереба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4562" w:rsidRDefault="00374562" w:rsidP="0037456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Матвійчук  Євгенії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Фадіївні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 за адресою: </w:t>
      </w:r>
      <w:r w:rsidR="000F551E" w:rsidRPr="000F551E">
        <w:rPr>
          <w:rFonts w:ascii="Times New Roman" w:eastAsia="Calibri" w:hAnsi="Times New Roman" w:cs="Times New Roman"/>
          <w:sz w:val="24"/>
          <w:lang w:val="ru-RU"/>
        </w:rPr>
        <w:t>______________</w:t>
      </w:r>
      <w:r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ідентифікаційний номер </w:t>
      </w:r>
      <w:r w:rsidR="000F551E" w:rsidRPr="000F551E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0,2090 га, кадастровий номер: 6823984700:03:002:0006,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Потереба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4562" w:rsidRDefault="00374562" w:rsidP="0037456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Матвійчук Є.Ф., </w:t>
      </w:r>
      <w:r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374562" w:rsidRDefault="00374562" w:rsidP="0037456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74562" w:rsidRDefault="00374562" w:rsidP="0037456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4562" w:rsidRDefault="00374562" w:rsidP="0037456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4562" w:rsidRDefault="00374562" w:rsidP="0037456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4562" w:rsidRPr="00374562" w:rsidRDefault="00374562" w:rsidP="0037456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01EDE" w:rsidRPr="00374562" w:rsidRDefault="00374562" w:rsidP="0037456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C01EDE" w:rsidRPr="0037456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562"/>
    <w:rsid w:val="000F551E"/>
    <w:rsid w:val="00171A2E"/>
    <w:rsid w:val="00304C90"/>
    <w:rsid w:val="00374562"/>
    <w:rsid w:val="00505B6D"/>
    <w:rsid w:val="006D3977"/>
    <w:rsid w:val="007D6C18"/>
    <w:rsid w:val="00C01ED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37456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37456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374562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37456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37456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374562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1110</Words>
  <Characters>634</Characters>
  <Application>Microsoft Office Word</Application>
  <DocSecurity>0</DocSecurity>
  <Lines>5</Lines>
  <Paragraphs>3</Paragraphs>
  <ScaleCrop>false</ScaleCrop>
  <Company>Microsoft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2021-03-30T12:47:00Z</dcterms:created>
  <dcterms:modified xsi:type="dcterms:W3CDTF">2021-03-31T05:57:00Z</dcterms:modified>
</cp:coreProperties>
</file>