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FE1" w:rsidRPr="00D815F3" w:rsidRDefault="00566FE1" w:rsidP="00566FE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566FE1" w:rsidRPr="001869AA" w:rsidRDefault="00566FE1" w:rsidP="00566FE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343" name="Группа 12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8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w0A8EA&#10;AADeAAAADwAAAGRycy9kb3ducmV2LnhtbERPy6rCMBDdX/AfwgjurqmtqFSjiKi4EMTXfmjGtthM&#10;ShO1/v3NBcHdHM5zZovWVOJJjSstKxj0IxDEmdUl5wou583vBITzyBory6TgTQ4W887PDFNtX3yk&#10;58nnIoSwS1FB4X2dSumyggy6vq2JA3ezjUEfYJNL3eArhJtKxlE0kgZLDg0F1rQqKLufHkaBTba7&#10;/TWPj8max56Xh8nt2u6V6nXb5RSEp9Z/xR/3Tof5cTIcwv874QY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cNAP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QjO8cA&#10;AADeAAAADwAAAGRycy9kb3ducmV2LnhtbERPS2sCMRC+F/ofwhS8iGa1rdqtUUTYvg6CD+h12Ew3&#10;224mSxJ1669vCoXe5uN7znzZ2UacyIfasYLRMANBXDpdc6XgsC8GMxAhImtsHJOCbwqwXFxfzTHX&#10;7sxbOu1iJVIIhxwVmBjbXMpQGrIYhq4lTtyH8xZjgr6S2uM5hdtGjrNsIi3WnBoMtrQ2VH7tjlbB&#10;Z7Ex7+vp5cn3H7Z06Rdvz83rRKneTbd6BBGpi//iP/eLTvPHt3f38PtOukE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UIz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ZTc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y9X72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UZT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2p7MUA&#10;AADeAAAADwAAAGRycy9kb3ducmV2LnhtbERPTUsDMRC9C/0PYQRvNutaW1mbllIVROihrSDehs10&#10;d3EzCcnYXf+9EQRv83ifs1yPrldniqnzbOBmWoAirr3tuDHwdny+vgeVBNli75kMfFOC9WpyscTK&#10;+oH3dD5Io3IIpwoNtCKh0jrVLTlMUx+IM3fy0aFkGBttIw453PW6LIq5dthxbmgx0Lal+vPw5Qzs&#10;hqfwupjfncJHnJU6PVp534oxV5fj5gGU0Cj/4j/3i83zy9vZA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an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YopMQA&#10;AADeAAAADwAAAGRycy9kb3ducmV2LnhtbESPzWrCQBDH7wXfYRnBS9GNWkRSVxGpRbyIHw8wZMds&#10;aHY2ZLcmvn3nIPQ2w/w/frPa9L5WD2pjFdjAdJKBIi6Crbg0cLvux0tQMSFbrAOTgSdF2KwHbyvM&#10;bej4TI9LKpWEcMzRgEupybWOhSOPcRIaYrndQ+sxydqW2rbYSbiv9SzLFtpjxdLgsKGdo+Ln8uul&#10;5DTH0/HeXfffPXb4dXT8vj0bMxr2209Qifr0L365D1bwZ/MP4ZV3ZAa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GKK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6YBc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lzfT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pg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i6rMgA&#10;AADeAAAADwAAAGRycy9kb3ducmV2LnhtbESPQUsDMRCF70L/Q5iCF2mztlRkbVpaISgoFGvB67CZ&#10;7i7dTJYkdtd/7xwEbzPMm/fet96OvlNXiqkNbOB+XoAiroJruTZw+rSzR1ApIzvsApOBH0qw3Uxu&#10;1li6MPAHXY+5VmLCqUQDTc59qXWqGvKY5qEnlts5RI9Z1lhrF3EQc9/pRVE8aI8tS0KDPT03VF2O&#10;397A/jDUy3hX7cfwdn75Wlnr7Ls15nY67p5AZRrzv/jv+9VJ/cVyJQCC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aLqs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VyMMA&#10;AADeAAAADwAAAGRycy9kb3ducmV2LnhtbERP3WrCMBS+H+wdwhl4N1PrHNKZimwURHaj2wMcmrOm&#10;a3NSkljr25vBwLvz8f2ezXayvRjJh9axgsU8A0FcO91yo+D7q3pegwgRWWPvmBRcKcC2fHzYYKHd&#10;hY80nmIjUgiHAhWYGIdCylAbshjmbiBO3I/zFmOCvpHa4yWF217mWfYqLbacGgwO9G6o7k5nq6A6&#10;5J9jd9a+crvpxdLK/K4/jFKzp2n3BiLSFO/if/dep/n5crWAv3fSD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RVy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yI3sQA&#10;AADeAAAADwAAAGRycy9kb3ducmV2LnhtbERP32vCMBB+H/g/hBN8GTNdhyKdUXQQHDgY08Fej+Zs&#10;i82lJNHW/94MBnu7j+/nLdeDbcWVfGgcK3ieZiCIS2carhR8H/XTAkSIyAZbx6TgRgHWq9HDEgvj&#10;ev6i6yFWIoVwKFBBHWNXSBnKmiyGqeuIE3dy3mJM0FfSeOxTuG1lnmVzabHh1FBjR281lefDxSrY&#10;fvbVi38st4Pbn3Y/M62N/tBKTcbD5hVEpCH+i//c7ybNz/PZ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siN7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nusMA&#10;AADeAAAADwAAAGRycy9kb3ducmV2LnhtbERP3WrCMBS+H/gO4Qi7m+nKnNKZimwUZOxm6gMcmrOm&#10;a3NSkljr2y+CsLvz8f2ezXayvRjJh9axgudFBoK4drrlRsHpWD2tQYSIrLF3TAquFGBbzh42WGh3&#10;4W8aD7ERKYRDgQpMjEMhZagNWQwLNxAn7sd5izFB30jt8ZLCbS/zLHuVFltODQYHejdUd4ezVVB9&#10;5l9jd9a+crvpxdLS/K4/jFKP82n3BiLSFP/Fd/dep/l5vlzB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Bnu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FtIMQA&#10;AADeAAAADwAAAGRycy9kb3ducmV2LnhtbESPwW7CQAxE70j8w8qVuMGGQBBKWVBViaocG/gAK2uS&#10;iKw3ZLck/H19QOrN1oxnnneH0bXqQX1oPBtYLhJQxKW3DVcGLufjfAsqRGSLrWcy8KQAh/10ssPc&#10;+oF/6FHESkkIhxwN1DF2udahrMlhWPiOWLSr7x1GWftK2x4HCXetTpNkox02LA01dvRZU3krfp2B&#10;9XP4uhfZLTlaR8vTqjtxLDNjZm/jxzuoSGP8N7+uv63gp2kmvPKOzKD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BbS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/eFMEA&#10;AADeAAAADwAAAGRycy9kb3ducmV2LnhtbERPy6rCMBDdX/AfwgjurqkF5VqNIooirrz1sR6asS02&#10;k9JErX9vBMHdHM5zpvPWVOJOjSstKxj0IxDEmdUl5wqOh/XvHwjnkTVWlknBkxzMZ52fKSbaPvif&#10;7qnPRQhhl6CCwvs6kdJlBRl0fVsTB+5iG4M+wCaXusFHCDeVjKNoJA2WHBoKrGlZUHZNb0bBbXSO&#10;j3zZ6X26em7Gq/XCyVOuVK/bLiYgPLX+K/64tzrMj+Ph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P3h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YNKcgA&#10;AADeAAAADwAAAGRycy9kb3ducmV2LnhtbESPQU/CQBCF7yT+h82YcIOtxTRYWIiakCgHiagHbkN3&#10;aKvd2dJdofx75mDibSbz5r33zZe9a9SJulB7NnA3TkARF97WXBr4/FiNpqBCRLbYeCYDFwqwXNwM&#10;5phbf+Z3Om1jqcSEQ44GqhjbXOtQVOQwjH1LLLeD7xxGWbtS2w7PYu4anSZJph3WLAkVtvRcUfGz&#10;/XUGvjbT7GHz9Hr/vX7b48TZ487WmTHD2/5xBipSH//Ff98vVuqnaSYAgiMz6M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dg0p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M/JsQA&#10;AADeAAAADwAAAGRycy9kb3ducmV2LnhtbERPTWvCQBC9F/oflhG8NRujBIlZxbY0lp6sCl6H7JgE&#10;s7MhuzWxv75bKPQ2j/c5+WY0rbhR7xrLCmZRDIK4tLrhSsHp+Pa0BOE8ssbWMim4k4PN+vEhx0zb&#10;gT/pdvCVCCHsMlRQe99lUrqyJoMush1x4C62N+gD7CupexxCuGllEsepNNhwaKixo5eayuvhyyj4&#10;Ts+4d7vk+XWuPd0Xy8J+7AulppNxuwLhafT/4j/3uw7zkySdwe874Qa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DPy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jI/8IA&#10;AADeAAAADwAAAGRycy9kb3ducmV2LnhtbERPzWoCMRC+F3yHMIK3mjWo1NUoUhS8Wbc+wLAZs4ub&#10;ybpJde3TN4VCb/Px/c5q07tG3KkLtWcNk3EGgrj0pmar4fy5f30DESKywcYzaXhSgM168LLC3PgH&#10;n+heRCtSCIccNVQxtrmUoazIYRj7ljhxF985jAl2VpoOHyncNVJl2Vw6rDk1VNjSe0XltfhyGm5e&#10;zUxf7PB43S0+amunt+/TVOvRsN8uQUTq47/4z30wab5ScwW/76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KMj/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gLj8MA&#10;AADeAAAADwAAAGRycy9kb3ducmV2LnhtbERPyW7CMBC9V+IfrEHiVhyCGmiKQYBUiSvLgePUHpKU&#10;eBxiA2m/HiNV6m2e3jqzRWdrcaPWV44VjIYJCGLtTMWFgsP+83UKwgdkg7VjUvBDHhbz3ssMc+Pu&#10;vKXbLhQihrDPUUEZQpNL6XVJFv3QNcSRO7nWYoiwLaRp8R7DbS3TJMmkxYpjQ4kNrUvS593VKthU&#10;X/SW6dO7na709vh7CePJt1Fq0O+WHyACdeFf/OfemDg/TbMx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gLj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BqLMUA&#10;AADeAAAADwAAAGRycy9kb3ducmV2LnhtbERP0WrCQBB8L/Qfji34Vi8NIjZ6Si0UFKugFX1dcmsu&#10;mNsLuTPGv+8Jgm+zOzszO5NZZyvRUuNLxwo++gkI4tzpkgsF+7+f9xEIH5A1Vo5JwY08zKavLxPM&#10;tLvyltpdKEQ0YZ+hAhNCnUnpc0MWfd/VxJE7ucZiiGNTSN3gNZrbSqZJMpQWS44JBmv6NpSfdxer&#10;oMXNLTma+fpzWf7m6WZ+WOm4V7237msMIlAXnscP9ULH99N0OIB7nYh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EGo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QLcIA&#10;AADeAAAADwAAAGRycy9kb3ducmV2LnhtbERPTUsDMRC9C/6HMII3mzVgkbVpKULFo64eehw30822&#10;m5klid3VX28Ewds83uesNnMY1Jli6oUt3C4qUMStuJ47C+9vu5t7UCkjOxyEycIXJdisLy9WWDuZ&#10;+JXOTe5UCeFUowWf81hrnVpPAdNCRuLCHSQGzAXGTruIUwkPgzZVtdQBey4NHkd69NSems9gYXpq&#10;P47msHf+O46ya17kaAax9vpq3j6AyjTnf/Gf+9mV+cYs7+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URAt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ueTcQA&#10;AADeAAAADwAAAGRycy9kb3ducmV2LnhtbERPS2vCQBC+F/oflhG81Y05pBJdxSeU0iK+7mN2TGJ3&#10;Z0N2q+m/7xYK3ubje85k1lkjbtT62rGC4SABQVw4XXOp4HjYvIxA+ICs0TgmBT/kYTZ9fppgrt2d&#10;d3Tbh1LEEPY5KqhCaHIpfVGRRT9wDXHkLq61GCJsS6lbvMdwa2SaJJm0WHNsqLChZUXF1/7bKths&#10;V+aafu7mJxmW69ezGb0vVh9K9XvdfAwiUBce4n/3m47z0zTL4O+deIO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7nk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HmQsUA&#10;AADeAAAADwAAAGRycy9kb3ducmV2LnhtbERPTWvCQBC9F/wPywheim5MqZWYVUQQLVSwWuh1kh2T&#10;YHY2ZNeY/vtuoeBtHu9z0lVvatFR6yrLCqaTCARxbnXFhYKv83Y8B+E8ssbaMin4IQer5eApxUTb&#10;O39Sd/KFCCHsElRQet8kUrq8JINuYhviwF1sa9AH2BZSt3gP4aaWcRTNpMGKQ0OJDW1Kyq+nm1HQ&#10;HT+yYt+55v06f3avL9lud9DfSo2G/XoBwlPvH+J/916H+XE8e4O/d8IN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eZ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MLcgA&#10;AADeAAAADwAAAGRycy9kb3ducmV2LnhtbESPQW/CMAyF75P2HyJP4jbSVQyxjoDGJCQuSMB2GDfT&#10;eG1F43RJgI5fPx8mcbP1nt/7PJ33rlVnCrHxbOBpmIEiLr1tuDLw+bF8nICKCdli65kM/FKE+ez+&#10;boqF9Rfe0nmXKiUhHAs0UKfUFVrHsiaHceg7YtG+fXCYZA2VtgEvEu5anWfZWDtsWBpq7Oi9pvK4&#10;OzkDi5fJ4mcz4vV1e9jT/utwfM5DZszgoX97BZWoTzfz//XKCn6ej4VX3pEZ9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MgwtyAAAAN4AAAAPAAAAAAAAAAAAAAAAAJgCAABk&#10;cnMvZG93bnJldi54bWxQSwUGAAAAAAQABAD1AAAAjQMAAAAA&#10;" fillcolor="black" stroked="f"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2ntsYA&#10;AADeAAAADwAAAGRycy9kb3ducmV2LnhtbERPTWvCQBC9C/6HZYTedNOAwaauUlsLhepB20OPY3ZM&#10;lmRnQ3ar0V/vFoTe5vE+Z77sbSNO1HnjWMHjJAFBXDhtuFTw/fU+noHwAVlj45gUXMjDcjEczDHX&#10;7sw7Ou1DKWII+xwVVCG0uZS+qMiin7iWOHJH11kMEXal1B2eY7htZJokmbRoODZU2NJrRUW9/7UK&#10;fj4zM9sZSg+b62qtN9N6tX2rlXoY9S/PIAL14V98d3/oOD9Nsyf4eyfe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2nt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1xMcA&#10;AADeAAAADwAAAGRycy9kb3ducmV2LnhtbESPQU/DMAyF70j7D5EncWMpPbCpLJsmEIILhw0QV6vx&#10;mq6NU5Js6/br8QGJmy0/v/e+5Xr0vTpRTG1gA/ezAhRxHWzLjYHPj5e7BaiUkS32gcnAhRKsV5Ob&#10;JVY2nHlLp11ulJhwqtCAy3motE61I49pFgZiue1D9JhljY22Ec9i7ntdFsWD9tiyJDgc6MlR3e2O&#10;3kDcfD93Vz5+dcX1/ZJeD+PPAp0xt9Nx8wgq05j/xX/fb1bql+VcAAR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M9cT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mFMQA&#10;AADeAAAADwAAAGRycy9kb3ducmV2LnhtbERP22rCQBB9L/gPywi+FN2Yh6qpq4ggCJWClw+YZqdJ&#10;6O5syI4a+/XdQqFvczjXWa5779SNutgENjCdZKCIy2AbrgxczrvxHFQUZIsuMBl4UIT1avC0xMKG&#10;Ox/pdpJKpRCOBRqoRdpC61jW5DFOQkucuM/QeZQEu0rbDu8p3DudZ9mL9thwaqixpW1N5dfp6g24&#10;/MMt3mbxII+LPmTfXo7P79aY0bDfvIIS6uVf/Ofe2zQ/z2dT+H0n3a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x5h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5OcQA&#10;AADeAAAADwAAAGRycy9kb3ducmV2LnhtbERPPU/DMBDdkfgP1iGxUQcPBaVxK6CqlIWB0KrrJT7i&#10;CPscxW4b+PUYCYntnt7nVZvZO3GmKQ6BNdwvChDEXTAD9xr277u7RxAxIRt0gUnDF0XYrK+vKixN&#10;uPAbnZvUixzCsUQNNqWxlDJ2ljzGRRiJM/cRJo8pw6mXZsJLDvdOqqJYSo8D5waLI71Y6j6bk9ew&#10;bUan9rV9jsfDa9u6+ntHx63Wtzfz0wpEojn9i//ctcnzlXpQ8PtOv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zOT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ulMIA&#10;AADeAAAADwAAAGRycy9kb3ducmV2LnhtbERPTYvCMBC9L/gfwgje1sQKKtUoIisIntbVg7chGdtq&#10;MylN1tZ/v1lY2Ns83uesNr2rxZPaUHnWMBkrEMTG24oLDeev/fsCRIjIFmvPpOFFATbrwdsKc+s7&#10;/qTnKRYihXDIUUMZY5NLGUxJDsPYN8SJu/nWYUywLaRtsUvhrpaZUjPpsOLUUGJDu5LM4/TtNNz3&#10;8uiNQnM5X7qDnV8/ZlQrrUfDfrsEEamP/+I/98Gm+Vk2n8L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ei6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tFh8QA&#10;AADeAAAADwAAAGRycy9kb3ducmV2LnhtbERPTWvCQBC9C/0PyxR6q5tGUUldRQWhKB7UUnqcZsck&#10;JDsbdleN/94VCt7m8T5nOu9MIy7kfGVZwUc/AUGcW11xoeD7uH6fgPABWWNjmRTcyMN89tKbYqbt&#10;lfd0OYRCxBD2GSooQ2gzKX1ekkHfty1x5E7WGQwRukJqh9cYbhqZJslIGqw4NpTY0qqkvD6cjYLf&#10;85ZPu8Fm4Zbhx3ZHX6d/k1qpt9du8QkiUBee4n/3l47z03Q8hMc78QY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7RY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o1bsYA&#10;AADeAAAADwAAAGRycy9kb3ducmV2LnhtbERPS2sCMRC+F/wPYQRvNeuiVVejaKHQS6E+DnobN+Pu&#10;4mayTVLd9tc3QsHbfHzPmS9bU4srOV9ZVjDoJyCIc6srLhTsd2/PExA+IGusLZOCH/KwXHSe5php&#10;e+MNXbehEDGEfYYKyhCaTEqfl2TQ921DHLmzdQZDhK6Q2uEthptapknyIg1WHBtKbOi1pPyy/TYK&#10;1tPJ+utzyB+/m9ORjofTZZS6RKlet13NQARqw0P8737XcX6ajkd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o1bsYAAADeAAAADwAAAAAAAAAAAAAAAACYAgAAZHJz&#10;L2Rvd25yZXYueG1sUEsFBgAAAAAEAAQA9QAAAIsDAAAAAA==&#10;" fillcolor="black" stroked="f"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6gs8MA&#10;AADeAAAADwAAAGRycy9kb3ducmV2LnhtbERP30vDMBB+H+x/CCf4tqVWmFKXjTIYik/dVHy9Nbem&#10;rLmUJGb1vzeC4Nt9fD9vvZ3sIBL50DtWcLcsQBC3TvfcKXh/2y8eQYSIrHFwTAq+KcB2M5+tsdLu&#10;ygdKx9iJHMKhQgUmxrGSMrSGLIalG4kzd3beYszQd1J7vOZwO8iyKFbSYs+5weBIO0Pt5fhlFaTT&#10;rqnv02cyh1dfd941zx+nRqnbm6l+AhFpiv/iP/eLzvPL8mEF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6gs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5BIcUA&#10;AADeAAAADwAAAGRycy9kb3ducmV2LnhtbERPTWvCQBC9F/wPywje6sYctI2uItJK66U2CnocsmM2&#10;mJ0N2W1M/fXdQqG3ebzPWax6W4uOWl85VjAZJyCIC6crLhUcD6+PTyB8QNZYOyYF3+RhtRw8LDDT&#10;7saf1OWhFDGEfYYKTAhNJqUvDFn0Y9cQR+7iWoshwraUusVbDLe1TJNkKi1WHBsMNrQxVFzzL6vA&#10;TzYvp529P3fnreGP/N1M96VRajTs13MQgfrwL/5zv+k4P01nM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bkE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66FE1" w:rsidRPr="00D815F3" w:rsidRDefault="00566FE1" w:rsidP="00566F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566FE1" w:rsidRPr="001869AA" w:rsidRDefault="00566FE1" w:rsidP="00566F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66FE1" w:rsidRPr="001869AA" w:rsidRDefault="00566FE1" w:rsidP="00566F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66FE1" w:rsidRPr="001869AA" w:rsidRDefault="00566FE1" w:rsidP="00566F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66FE1" w:rsidRPr="00D815F3" w:rsidRDefault="00566FE1" w:rsidP="00566F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566FE1" w:rsidRPr="001869AA" w:rsidRDefault="00566FE1" w:rsidP="00566F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566FE1" w:rsidRPr="001869AA" w:rsidRDefault="00566FE1" w:rsidP="00566FE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66FE1" w:rsidRPr="001869AA" w:rsidRDefault="00566FE1" w:rsidP="00566F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566FE1" w:rsidRPr="001869AA" w:rsidRDefault="00566FE1" w:rsidP="00566F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66FE1" w:rsidRPr="001869AA" w:rsidRDefault="00566FE1" w:rsidP="00566F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6FE1" w:rsidRDefault="00566FE1" w:rsidP="00566F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1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qE3dn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8rqE3dnYAABJ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66FE1" w:rsidRDefault="00566FE1" w:rsidP="00566F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66FE1" w:rsidRDefault="00566FE1" w:rsidP="00566FE1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566FE1" w:rsidRPr="001869AA" w:rsidRDefault="00566FE1" w:rsidP="00566FE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66FE1" w:rsidRDefault="00566FE1" w:rsidP="00566FE1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566FE1" w:rsidRPr="001869AA" w:rsidRDefault="00566FE1" w:rsidP="00566FE1">
      <w:pPr>
        <w:spacing w:after="0" w:line="240" w:lineRule="auto"/>
        <w:jc w:val="center"/>
        <w:rPr>
          <w:rFonts w:ascii="Times New Roman" w:hAnsi="Times New Roman"/>
        </w:rPr>
      </w:pPr>
    </w:p>
    <w:p w:rsidR="00566FE1" w:rsidRPr="004C78CD" w:rsidRDefault="00566FE1" w:rsidP="00566FE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566FE1" w:rsidRPr="008E2C07" w:rsidRDefault="00566FE1" w:rsidP="00566FE1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Остапчук Т.П.</w:t>
      </w: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Остапчук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Т.П.,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66FE1" w:rsidRPr="008E2C07" w:rsidRDefault="00566FE1" w:rsidP="00566F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</w:rPr>
        <w:t xml:space="preserve">       1. Відмовити</w:t>
      </w:r>
      <w:r w:rsidRPr="00070D4B"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Остапчук Тетяні Петрівні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F803FA">
        <w:rPr>
          <w:rFonts w:ascii="Times New Roman" w:hAnsi="Times New Roman"/>
          <w:sz w:val="24"/>
          <w:lang w:val="en-US"/>
        </w:rPr>
        <w:t>_________</w:t>
      </w:r>
      <w:bookmarkStart w:id="0" w:name="_GoBack"/>
      <w:bookmarkEnd w:id="0"/>
      <w:r>
        <w:rPr>
          <w:rFonts w:ascii="Times New Roman" w:hAnsi="Times New Roman"/>
          <w:sz w:val="24"/>
        </w:rPr>
        <w:t>, у  наданні дозволу</w:t>
      </w:r>
      <w:r w:rsidRPr="008E2C07">
        <w:rPr>
          <w:rFonts w:ascii="Times New Roman" w:hAnsi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0,4500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 за межами </w:t>
      </w:r>
      <w:proofErr w:type="spellStart"/>
      <w:r>
        <w:rPr>
          <w:rFonts w:ascii="Times New Roman" w:hAnsi="Times New Roman"/>
          <w:sz w:val="24"/>
          <w:lang w:val="ru-RU"/>
        </w:rPr>
        <w:t>населеного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 пункту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Дідова</w:t>
      </w:r>
      <w:proofErr w:type="spellEnd"/>
      <w:r>
        <w:rPr>
          <w:rFonts w:ascii="Times New Roman" w:hAnsi="Times New Roman"/>
          <w:sz w:val="24"/>
          <w:lang w:val="ru-RU"/>
        </w:rPr>
        <w:t xml:space="preserve"> Гора, у </w:t>
      </w:r>
      <w:proofErr w:type="spellStart"/>
      <w:r>
        <w:rPr>
          <w:rFonts w:ascii="Times New Roman" w:hAnsi="Times New Roman"/>
          <w:sz w:val="24"/>
          <w:lang w:val="ru-RU"/>
        </w:rPr>
        <w:t>зв’язку</w:t>
      </w:r>
      <w:proofErr w:type="spellEnd"/>
      <w:r>
        <w:rPr>
          <w:rFonts w:ascii="Times New Roman" w:hAnsi="Times New Roman"/>
          <w:sz w:val="24"/>
          <w:lang w:val="ru-RU"/>
        </w:rPr>
        <w:t xml:space="preserve"> з </w:t>
      </w:r>
      <w:proofErr w:type="spellStart"/>
      <w:r>
        <w:rPr>
          <w:rFonts w:ascii="Times New Roman" w:hAnsi="Times New Roman"/>
          <w:sz w:val="24"/>
          <w:lang w:val="ru-RU"/>
        </w:rPr>
        <w:t>тим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що</w:t>
      </w:r>
      <w:proofErr w:type="spellEnd"/>
      <w:r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>
        <w:rPr>
          <w:rFonts w:ascii="Times New Roman" w:hAnsi="Times New Roman"/>
          <w:sz w:val="24"/>
          <w:lang w:val="ru-RU"/>
        </w:rPr>
        <w:t>вказану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ділянку</w:t>
      </w:r>
      <w:proofErr w:type="spellEnd"/>
      <w:r>
        <w:rPr>
          <w:rFonts w:ascii="Times New Roman" w:hAnsi="Times New Roman"/>
          <w:sz w:val="24"/>
          <w:lang w:val="ru-RU"/>
        </w:rPr>
        <w:t xml:space="preserve">  не </w:t>
      </w:r>
      <w:proofErr w:type="spellStart"/>
      <w:r>
        <w:rPr>
          <w:rFonts w:ascii="Times New Roman" w:hAnsi="Times New Roman"/>
          <w:sz w:val="24"/>
          <w:lang w:val="ru-RU"/>
        </w:rPr>
        <w:t>визначений</w:t>
      </w:r>
      <w:proofErr w:type="spellEnd"/>
      <w:r>
        <w:rPr>
          <w:rFonts w:ascii="Times New Roman" w:hAnsi="Times New Roman"/>
          <w:sz w:val="24"/>
          <w:lang w:val="ru-RU"/>
        </w:rPr>
        <w:t xml:space="preserve"> тип права </w:t>
      </w:r>
      <w:proofErr w:type="spellStart"/>
      <w:r>
        <w:rPr>
          <w:rFonts w:ascii="Times New Roman" w:hAnsi="Times New Roman"/>
          <w:sz w:val="24"/>
          <w:lang w:val="ru-RU"/>
        </w:rPr>
        <w:t>власності</w:t>
      </w:r>
      <w:proofErr w:type="spellEnd"/>
      <w:r>
        <w:rPr>
          <w:rFonts w:ascii="Times New Roman" w:hAnsi="Times New Roman"/>
          <w:sz w:val="24"/>
          <w:lang w:val="ru-RU"/>
        </w:rPr>
        <w:t xml:space="preserve">, </w:t>
      </w:r>
      <w:proofErr w:type="spellStart"/>
      <w:r>
        <w:rPr>
          <w:rFonts w:ascii="Times New Roman" w:hAnsi="Times New Roman"/>
          <w:sz w:val="24"/>
          <w:lang w:val="ru-RU"/>
        </w:rPr>
        <w:t>тобто</w:t>
      </w:r>
      <w:proofErr w:type="spellEnd"/>
      <w:r>
        <w:rPr>
          <w:rFonts w:ascii="Times New Roman" w:hAnsi="Times New Roman"/>
          <w:sz w:val="24"/>
          <w:lang w:val="ru-RU"/>
        </w:rPr>
        <w:t xml:space="preserve"> право не </w:t>
      </w:r>
      <w:proofErr w:type="spellStart"/>
      <w:r>
        <w:rPr>
          <w:rFonts w:ascii="Times New Roman" w:hAnsi="Times New Roman"/>
          <w:sz w:val="24"/>
          <w:lang w:val="ru-RU"/>
        </w:rPr>
        <w:t>посвідчено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Крупецькою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сільською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радою  як  </w:t>
      </w:r>
      <w:proofErr w:type="spellStart"/>
      <w:r>
        <w:rPr>
          <w:rFonts w:ascii="Times New Roman" w:hAnsi="Times New Roman"/>
          <w:sz w:val="24"/>
          <w:lang w:val="ru-RU"/>
        </w:rPr>
        <w:t>землі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комунальної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власності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566FE1" w:rsidRPr="008E2C07" w:rsidRDefault="00566FE1" w:rsidP="00566F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66FE1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66FE1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566FE1" w:rsidRPr="008E2C07" w:rsidRDefault="00566FE1" w:rsidP="00566FE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CB6904" w:rsidRPr="00566FE1" w:rsidRDefault="00566FE1" w:rsidP="00566FE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CB6904" w:rsidRPr="00566F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FE1"/>
    <w:rsid w:val="00171A2E"/>
    <w:rsid w:val="00304C90"/>
    <w:rsid w:val="00505B6D"/>
    <w:rsid w:val="00566FE1"/>
    <w:rsid w:val="006D3977"/>
    <w:rsid w:val="007D6C18"/>
    <w:rsid w:val="00CB6904"/>
    <w:rsid w:val="00D1641A"/>
    <w:rsid w:val="00F80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E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FE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2020-11-17T16:22:00Z</dcterms:created>
  <dcterms:modified xsi:type="dcterms:W3CDTF">2020-11-18T07:07:00Z</dcterms:modified>
</cp:coreProperties>
</file>