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192" w:rsidRPr="005D6D0E" w:rsidRDefault="00722192" w:rsidP="00722192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2192" w:rsidRDefault="00722192" w:rsidP="007221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22192" w:rsidRDefault="00722192" w:rsidP="007221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22192" w:rsidRDefault="00722192" w:rsidP="007221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22192" w:rsidRDefault="00722192" w:rsidP="007221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22192" w:rsidRDefault="00722192" w:rsidP="007221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22192" w:rsidRDefault="00722192" w:rsidP="007221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22192" w:rsidRDefault="00722192" w:rsidP="007221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22192" w:rsidRDefault="00722192" w:rsidP="0072219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22192" w:rsidRDefault="00722192" w:rsidP="007221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22192" w:rsidRDefault="00722192" w:rsidP="007221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22192" w:rsidRDefault="00722192" w:rsidP="007221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22192" w:rsidRDefault="00722192" w:rsidP="007221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22192" w:rsidRDefault="00722192" w:rsidP="007221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22192" w:rsidRDefault="00722192" w:rsidP="007221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22192" w:rsidRDefault="00722192" w:rsidP="0072219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22192" w:rsidRPr="00186FBA" w:rsidRDefault="00722192" w:rsidP="0072219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№16</w:t>
      </w:r>
    </w:p>
    <w:p w:rsidR="00722192" w:rsidRPr="00CF04D8" w:rsidRDefault="00722192" w:rsidP="00722192">
      <w:pPr>
        <w:tabs>
          <w:tab w:val="left" w:pos="2160"/>
        </w:tabs>
        <w:spacing w:after="0"/>
        <w:jc w:val="right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22192" w:rsidRPr="00CF04D8" w:rsidRDefault="00722192" w:rsidP="0072219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722192" w:rsidRPr="00CF04D8" w:rsidRDefault="00722192" w:rsidP="0072219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т</w:t>
      </w:r>
      <w:r w:rsidRPr="00CF04D8">
        <w:rPr>
          <w:rFonts w:ascii="Times New Roman" w:eastAsia="Calibri" w:hAnsi="Times New Roman" w:cs="Times New Roman"/>
          <w:b/>
          <w:sz w:val="24"/>
          <w:szCs w:val="24"/>
        </w:rPr>
        <w:t>ехн</w:t>
      </w:r>
      <w:proofErr w:type="gram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722192" w:rsidRPr="00CF04D8" w:rsidRDefault="00722192" w:rsidP="0072219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) меж </w:t>
      </w:r>
    </w:p>
    <w:p w:rsidR="00722192" w:rsidRPr="00CF04D8" w:rsidRDefault="00722192" w:rsidP="0072219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натурі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ісцевості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722192" w:rsidRPr="00CF04D8" w:rsidRDefault="00722192" w:rsidP="0072219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Душнюку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А.В.</w:t>
      </w:r>
    </w:p>
    <w:p w:rsidR="00722192" w:rsidRPr="00CF04D8" w:rsidRDefault="00722192" w:rsidP="0072219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22192" w:rsidRPr="00CF04D8" w:rsidRDefault="00722192" w:rsidP="0072219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Душнюка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А.В.,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722192" w:rsidRPr="00CF04D8" w:rsidRDefault="00722192" w:rsidP="0072219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722192" w:rsidRPr="00CF04D8" w:rsidRDefault="00722192" w:rsidP="0072219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1.Надати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Душнюку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Анатолію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Васильовичу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C32B3">
        <w:rPr>
          <w:rFonts w:ascii="Times New Roman" w:eastAsia="Calibri" w:hAnsi="Times New Roman" w:cs="Times New Roman"/>
          <w:sz w:val="24"/>
          <w:szCs w:val="24"/>
        </w:rPr>
        <w:t>_________________</w:t>
      </w:r>
      <w:bookmarkStart w:id="0" w:name="_GoBack"/>
      <w:bookmarkEnd w:id="0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ічної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документації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0,2500 га, 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по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вул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Миру, 153.</w:t>
      </w:r>
    </w:p>
    <w:p w:rsidR="00722192" w:rsidRPr="00CF04D8" w:rsidRDefault="00722192" w:rsidP="0072219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2.Душнюку А.В.,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ічну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документацію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 та подати на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722192" w:rsidRPr="00CF04D8" w:rsidRDefault="00722192" w:rsidP="0072219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722192" w:rsidRPr="00CF04D8" w:rsidRDefault="00722192" w:rsidP="0072219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722192" w:rsidRPr="00CF04D8" w:rsidRDefault="00722192" w:rsidP="0072219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36BE6" w:rsidRPr="00722192" w:rsidRDefault="00722192" w:rsidP="0072219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голова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836BE6" w:rsidRPr="0072219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192"/>
    <w:rsid w:val="00171A2E"/>
    <w:rsid w:val="00304C90"/>
    <w:rsid w:val="00505B6D"/>
    <w:rsid w:val="006C32B3"/>
    <w:rsid w:val="006D3977"/>
    <w:rsid w:val="00722192"/>
    <w:rsid w:val="007D6C18"/>
    <w:rsid w:val="00836BE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2219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22192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22192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2219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22192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22192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260</Words>
  <Characters>1487</Characters>
  <Application>Microsoft Office Word</Application>
  <DocSecurity>0</DocSecurity>
  <Lines>12</Lines>
  <Paragraphs>3</Paragraphs>
  <ScaleCrop>false</ScaleCrop>
  <Company>Microsoft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2021-03-02T13:55:00Z</dcterms:created>
  <dcterms:modified xsi:type="dcterms:W3CDTF">2021-03-02T14:31:00Z</dcterms:modified>
</cp:coreProperties>
</file>