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BC5" w:rsidRDefault="00286BC5" w:rsidP="00286B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286BC5" w:rsidRDefault="00286BC5" w:rsidP="00286BC5"/>
    <w:p w:rsidR="00286BC5" w:rsidRDefault="00286BC5" w:rsidP="00286BC5"/>
    <w:p w:rsidR="00286BC5" w:rsidRDefault="00286BC5" w:rsidP="00286B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86BC5" w:rsidRDefault="00286BC5" w:rsidP="00286B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86BC5" w:rsidRDefault="00286BC5" w:rsidP="00286B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86BC5" w:rsidRDefault="00286BC5" w:rsidP="00286B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86BC5" w:rsidRDefault="00286BC5" w:rsidP="00286B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6BC5" w:rsidRDefault="00286BC5" w:rsidP="00286B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86BC5" w:rsidRDefault="00286BC5" w:rsidP="00286B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86BC5" w:rsidRDefault="00286BC5" w:rsidP="00286BC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286BC5" w:rsidRPr="00C804C9" w:rsidRDefault="00286BC5" w:rsidP="00286BC5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№30</w:t>
      </w:r>
    </w:p>
    <w:p w:rsidR="00286BC5" w:rsidRPr="00C804C9" w:rsidRDefault="00286BC5" w:rsidP="00286BC5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286BC5" w:rsidRPr="00C804C9" w:rsidRDefault="00286BC5" w:rsidP="00286B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04C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286BC5" w:rsidRPr="00C804C9" w:rsidRDefault="00286BC5" w:rsidP="00286B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286BC5" w:rsidRPr="00C804C9" w:rsidRDefault="00286BC5" w:rsidP="00286BC5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Борецькій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О.М.</w:t>
      </w:r>
    </w:p>
    <w:p w:rsidR="00286BC5" w:rsidRPr="00C804C9" w:rsidRDefault="00286BC5" w:rsidP="00286BC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86BC5" w:rsidRPr="00C804C9" w:rsidRDefault="00286BC5" w:rsidP="00286BC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26,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proofErr w:type="gramEnd"/>
      <w:r w:rsidRPr="00C804C9">
        <w:rPr>
          <w:rFonts w:ascii="Times New Roman" w:hAnsi="Times New Roman" w:cs="Times New Roman"/>
          <w:sz w:val="24"/>
          <w:szCs w:val="24"/>
        </w:rPr>
        <w:t>Борецької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О.М.,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286BC5" w:rsidRPr="00C804C9" w:rsidRDefault="00286BC5" w:rsidP="00286BC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286BC5" w:rsidRPr="00C804C9" w:rsidRDefault="00286BC5" w:rsidP="00286BC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Борецькій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Ользі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Максимівні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0,1140 га, яка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>.</w:t>
      </w:r>
    </w:p>
    <w:p w:rsidR="00286BC5" w:rsidRPr="00C804C9" w:rsidRDefault="00286BC5" w:rsidP="00286B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Борецькій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Ользі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Максимівні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: </w:t>
      </w:r>
      <w:r w:rsidR="00AB0FF4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AB0FF4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bookmarkStart w:id="0" w:name="_GoBack"/>
      <w:bookmarkEnd w:id="0"/>
      <w:r w:rsidRPr="00C804C9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0,1140 га,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номер: 6823982100:01:005:0020, для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район, 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>.</w:t>
      </w:r>
    </w:p>
    <w:p w:rsidR="00286BC5" w:rsidRPr="00C804C9" w:rsidRDefault="00286BC5" w:rsidP="00286B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Борецькій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О.М.,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04C9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286BC5" w:rsidRPr="00C804C9" w:rsidRDefault="00286BC5" w:rsidP="00286B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286BC5" w:rsidRPr="00C804C9" w:rsidRDefault="00286BC5" w:rsidP="00286BC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2FB5" w:rsidRPr="00286BC5" w:rsidRDefault="00286BC5" w:rsidP="00286BC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B2FB5" w:rsidRPr="00286BC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BC5"/>
    <w:rsid w:val="00171A2E"/>
    <w:rsid w:val="00286BC5"/>
    <w:rsid w:val="00304C90"/>
    <w:rsid w:val="00505B6D"/>
    <w:rsid w:val="006D3977"/>
    <w:rsid w:val="007D6C18"/>
    <w:rsid w:val="00AB0FF4"/>
    <w:rsid w:val="00D1641A"/>
    <w:rsid w:val="00FB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281</Words>
  <Characters>1602</Characters>
  <Application>Microsoft Office Word</Application>
  <DocSecurity>0</DocSecurity>
  <Lines>13</Lines>
  <Paragraphs>3</Paragraphs>
  <ScaleCrop>false</ScaleCrop>
  <Company>Microsoft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2020-07-29T13:52:00Z</dcterms:created>
  <dcterms:modified xsi:type="dcterms:W3CDTF">2020-07-29T17:11:00Z</dcterms:modified>
</cp:coreProperties>
</file>