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F46" w:rsidRPr="00750812" w:rsidRDefault="00A73F46" w:rsidP="00A73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/>
          <w:color w:val="FF0000"/>
          <w:sz w:val="24"/>
          <w:szCs w:val="24"/>
          <w:lang w:val="ru-RU" w:eastAsia="zh-CN"/>
        </w:rPr>
      </w:pPr>
      <w:r w:rsidRPr="00750812">
        <w:rPr>
          <w:rFonts w:ascii="Times New Roman" w:eastAsia="SimSun" w:hAnsi="Times New Roman"/>
          <w:color w:val="FF0000"/>
          <w:sz w:val="24"/>
          <w:szCs w:val="24"/>
          <w:lang w:eastAsia="zh-CN"/>
        </w:rPr>
        <w:t>ПРОЕКТ</w:t>
      </w:r>
    </w:p>
    <w:p w:rsidR="00A73F46" w:rsidRPr="00750812" w:rsidRDefault="00A73F46" w:rsidP="00A73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/>
          <w:color w:val="FF0000"/>
          <w:sz w:val="24"/>
          <w:szCs w:val="24"/>
          <w:lang w:val="ru-RU" w:eastAsia="zh-CN"/>
        </w:rPr>
      </w:pPr>
    </w:p>
    <w:p w:rsidR="00A73F46" w:rsidRPr="00750812" w:rsidRDefault="00A73F46" w:rsidP="00A73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uk-UA"/>
        </w:rPr>
      </w:pPr>
      <w:r w:rsidRPr="00750812">
        <w:rPr>
          <w:rFonts w:asciiTheme="minorHAnsi" w:eastAsiaTheme="minorEastAsia" w:hAnsiTheme="minorHAnsi" w:cstheme="minorBid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0371C8" wp14:editId="6930E749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660" name="Группа 216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66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6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6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F46" w:rsidRDefault="00A73F46" w:rsidP="00A73F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660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7dR8MA&#10;AADeAAAADwAAAGRycy9kb3ducmV2LnhtbESPzarCMBSE9xd8h3AEd9e0FXqlGkVExYUg/u0PzbEt&#10;NieliVrf3gjCXQ4z8w0znXemFg9qXWVZQTyMQBDnVldcKDif1r9jEM4ja6wtk4IXOZjPej9TzLR9&#10;8oEeR1+IAGGXoYLS+yaT0uUlGXRD2xAH72pbgz7ItpC6xWeAm1omUZRKgxWHhRIbWpaU3453o8CO&#10;NtvdpUgOoxX/eV7sx9dLt1Nq0O8WExCeOv8f/ra3WkESp2kMnzvhCsjZ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7dR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73F46" w:rsidRDefault="00A73F46" w:rsidP="00A73F46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jxk8kA&#10;AADeAAAADwAAAGRycy9kb3ducmV2LnhtbESPT2sCMRTE70K/Q3gFL1Kz7mFtV6MUYfvvUNAWen1s&#10;npttNy9LEnXrpzdCocdhZn7DLNeD7cSRfGgdK5hNMxDEtdMtNwo+P6q7exAhImvsHJOCXwqwXt2M&#10;llhqd+ItHXexEQnCoUQFJsa+lDLUhiyGqeuJk7d33mJM0jdSezwluO1knmWFtNhyWjDY08ZQ/bM7&#10;WAXf1bv52szPT37ysKXzpHp77l4Lpca3w+MCRKQh/of/2i9aQT4rihyud9IVkKsL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Ljxk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73F46" w:rsidRDefault="00A73F46" w:rsidP="00A73F46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fwCcQA&#10;AADeAAAADwAAAGRycy9kb3ducmV2LnhtbESP3YrCMBCF7xf2HcII3iyaqlCW2lRkURFvRN0HGJqx&#10;KTaT0kRb394IC3t5OD8fJ18NthEP6nztWMFsmoAgLp2uuVLwe9lOvkH4gKyxcUwKnuRhVXx+5Jhp&#10;1/OJHudQiTjCPkMFJoQ2k9KXhiz6qWuJo3d1ncUQZVdJ3WEfx20j50mSSos1R4LBln4Mlbfz3UbI&#10;cYHHw7W/bHcD9rg5GP5an5Qaj4b1EkSgIfyH/9p7rWA+S9MFvO/EKy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n8An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73F46" w:rsidRDefault="00A73F46" w:rsidP="00A73F46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wiV8UA&#10;AADeAAAADwAAAGRycy9kb3ducmV2LnhtbESPTUsDMRCG74L/IYzQm8262FrWpkWqhVLwYBXE27CZ&#10;7i5uJiEZu9t/3xwKHl/eL57lenS9OlFMnWcDD9MCFHHtbceNga/P7f0CVBJki71nMnCmBOvV7c0S&#10;K+sH/qDTQRqVRzhVaKAVCZXWqW7JYZr6QJy9o48OJcvYaBtxyOOu12VRzLXDjvNDi4E2LdW/hz9n&#10;4H14C/un+ewYfuJjqdOrle+NGDO5G1+eQQmN8h++tnfWQFkWiwyQcTIK6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nCJX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73F46" w:rsidRDefault="00A73F46" w:rsidP="00A73F46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SS9sQA&#10;AADeAAAADwAAAGRycy9kb3ducmV2LnhtbESP3YrCMBCF74V9hzDC3siaWmGRbqPIoot4I/48wNBM&#10;m2IzKU209e2NIOzl4fx8nHw12EbcqfO1YwWzaQKCuHC65krB5bz9WoDwAVlj45gUPMjDavkxyjHT&#10;rucj3U+hEnGEfYYKTAhtJqUvDFn0U9cSR690ncUQZVdJ3WEfx20j0yT5lhZrjgSDLf0aKq6nm42Q&#10;wxwP+7I/b/8G7HGzNzxZH5X6HA/rHxCBhvAffrd3WkGaJosZvO7EK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Ukvb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73F46" w:rsidRDefault="00A73F46" w:rsidP="00A73F46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IZu8YA&#10;AADeAAAADwAAAGRycy9kb3ducmV2LnhtbESPQUsDMRSE74L/ITzBm80atJZt0yJVQQQPrYL09ti8&#10;7i5uXkLy7K7/3giCx2FmvmFWm8kP6kQp94EtXM8qUMRNcD23Ft7fnq4WoLIgOxwCk4VvyrBZn5+t&#10;sHZh5B2d9tKqAuFco4VOJNZa56Yjj3kWInHxjiF5lCJTq13CscD9oE1VzbXHnstCh5G2HTWf+y9v&#10;4XV8jC9389tjPKQbo/ODk4+tWHt5Md0vQQlN8h/+az87C8ZUCwO/d8oV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AIZu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73F46" w:rsidRDefault="00A73F46" w:rsidP="00A73F46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uhyccA&#10;AADeAAAADwAAAGRycy9kb3ducmV2LnhtbESPUWvCMBSF3wf+h3AFX8ZMV5lIZxQdBAcOxnSw10tz&#10;bYvNTUmirf9+EQZ7PJxzvsNZrgfbiiv50DhW8DzNQBCXzjRcKfg+6qcFiBCRDbaOScGNAqxXo4cl&#10;Fsb1/EXXQ6xEgnAoUEEdY1dIGcqaLIap64iTd3LeYkzSV9J47BPctjLPsrm02HBaqLGjt5rK8+Fi&#10;FWw/+2rmH8vt4Pan3c+L1kZ/aKUm42HzCiLSEP/Df+13oyDPs8UM7nfSFZ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Locn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73F46" w:rsidRDefault="00A73F46" w:rsidP="00A73F46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JzQsUA&#10;AADeAAAADwAAAGRycy9kb3ducmV2LnhtbESPwWrDMBBE74X8g9hAb40ckxbjRA4hwVBKL037AYu1&#10;sRxbKyMpjvv3VaHQ4zAzb5jdfraDmMiHzrGC9SoDQdw43XGr4OuzfipAhIiscXBMCr4pwL5aPOyw&#10;1O7OHzSdYysShEOJCkyMYyllaAxZDCs3Eifv4rzFmKRvpfZ4T3A7yDzLXqTFjtOCwZGOhpr+fLMK&#10;6rf8fepv2tfuMG8sPZtrcTJKPS7nwxZEpDn+h//ar1pBnmfFBn7vpCsg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knNC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73F46" w:rsidRDefault="00A73F46" w:rsidP="00A73F46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6cJscA&#10;AADeAAAADwAAAGRycy9kb3ducmV2LnhtbESPUWvCMBSF3wf+h3AFX8ZM16FIZxQdBAcOxnSw10tz&#10;bYvNTUmirf/eDAZ7PJxzvsNZrgfbiiv50DhW8DzNQBCXzjRcKfg+6qcFiBCRDbaOScGNAqxXo4cl&#10;Fsb1/EXXQ6xEgnAoUEEdY1dIGcqaLIap64iTd3LeYkzSV9J47BPctjLPsrm02HBaqLGjt5rK8+Fi&#10;FWw/++rFP5bbwe1Pu5+Z1kZ/aKUm42HzCiLSEP/Df+13oyDPs8UMfu+kKyB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LunCb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73F46" w:rsidRDefault="00A73F46" w:rsidP="00A73F46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xIrsUA&#10;AADeAAAADwAAAGRycy9kb3ducmV2LnhtbESPwWrDMBBE74X8g9hAb40c0wbjRA4hwVBKL037AYu1&#10;sRxbKyMpjvv3VaHQ4zAzb5jdfraDmMiHzrGC9SoDQdw43XGr4OuzfipAhIiscXBMCr4pwL5aPOyw&#10;1O7OHzSdYysShEOJCkyMYyllaAxZDCs3Eifv4rzFmKRvpfZ4T3A7yDzLNtJix2nB4EhHQ01/vlkF&#10;9Vv+PvU37Wt3mJ8tvZhrcTJKPS7nwxZEpDn+h//ar1pBnmfFBn7vpCsg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DEiu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73F46" w:rsidRDefault="00A73F46" w:rsidP="00A73F46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5z3cMA&#10;AADeAAAADwAAAGRycy9kb3ducmV2LnhtbESP0YrCMBRE3wX/IVxh3zSxq65UoyyCiz5a9wMuzbUt&#10;NjfdJtr69xtB8HGYmTPMetvbWtyp9ZVjDdOJAkGcO1NxoeH3vB8vQfiAbLB2TBoe5GG7GQ7WmBrX&#10;8YnuWShEhLBPUUMZQpNK6fOSLPqJa4ijd3GtxRBlW0jTYhfhtpaJUgtpseK4UGJDu5Lya3azGmaP&#10;7ucvm1/V3liaHj+bI4d8rvXHqP9egQjUh3f41T4YDUmill/wvBOvgN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45z3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73F46" w:rsidRDefault="00A73F46" w:rsidP="00A73F46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PxAL8A&#10;AADeAAAADwAAAGRycy9kb3ducmV2LnhtbERPuwrCMBTdBf8hXMFNUzuIVqOIooiT1sd8aa5tsbkp&#10;TdT692YQHA/nPV+2phIvalxpWcFoGIEgzqwuOVdwOW8HExDOI2usLJOCDzlYLrqdOSbavvlEr9Tn&#10;IoSwS1BB4X2dSOmyggy6oa2JA3e3jUEfYJNL3eA7hJtKxlE0lgZLDg0F1rQuKHukT6PgOb7FF74f&#10;9DHdfHbTzXbl5DVXqt9rVzMQnlr/F//ce60gjqNJ2BvuhCsgF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E/EAvwAAAN4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73F46" w:rsidRDefault="00A73F46" w:rsidP="00A73F46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DkhsgA&#10;AADeAAAADwAAAGRycy9kb3ducmV2LnhtbESPQWvCQBSE70L/w/KE3nRjKiGmrmILQvWg1LaH3p7Z&#10;Z5KafRuzW43/3hUKPQ4z8w0znXemFmdqXWVZwWgYgSDOra64UPD5sRykIJxH1lhbJgVXcjCfPfSm&#10;mGl74Xc673whAoRdhgpK75tMSpeXZNANbUMcvINtDfog20LqFi8BbmoZR1EiDVYcFkps6LWk/Lj7&#10;NQq+tmky2b6sxj/rzR6fjD596ypR6rHfLZ5BeOr8f/iv/aYVxHGUTuB+J1wBOb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MOSG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73F46" w:rsidRDefault="00A73F46" w:rsidP="00A73F46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pMUsUA&#10;AADeAAAADwAAAGRycy9kb3ducmV2LnhtbESPy2rCQBSG90LfYTgFdzppLGLTTEIvaMVVtILbQ+Y0&#10;Cc2cCZkxxj59ZyG4/PlvfGk+mlYM1LvGsoKneQSCuLS64UrB8Xs9W4FwHllja5kUXMlBnj1MUky0&#10;vfCehoOvRBhhl6CC2vsukdKVNRl0c9sRB+/H9gZ9kH0ldY+XMG5aGUfRUhpsODzU2NFHTeXv4WwU&#10;/C1PWLiv+P1zoT1dn1cbuys2Sk0fx7dXEJ5Gfw/f2lutII6jlwAQcAIKyO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KkxS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73F46" w:rsidRDefault="00A73F46" w:rsidP="00A73F46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+AZ8QA&#10;AADeAAAADwAAAGRycy9kb3ducmV2LnhtbESP0YrCMBRE3xf2H8Jd8G1NLbpoNYqIwr6p1Q+4NNe0&#10;2NzUJmrdrzeCsI/DzJxhZovO1uJGra8cKxj0ExDEhdMVGwXHw+Z7DMIHZI21Y1LwIA+L+efHDDPt&#10;7rynWx6MiBD2GSooQ2gyKX1RkkXfdw1x9E6utRiibI3ULd4j3NYyTZIfabHiuFBiQ6uSinN+tQou&#10;Lh3pLl/j9rye7Cpjhpe//VCp3le3nIII1IX/8Lv9qxWkaTIZwOtOv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fgGf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73F46" w:rsidRDefault="00A73F46" w:rsidP="00A73F46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F4+8YA&#10;AADeAAAADwAAAGRycy9kb3ducmV2LnhtbESPS2/CMBCE75X6H6ytxA2cBkFDGoOgUiWuPA49bu3N&#10;A+J1GruQ8uvrSkg9jmbmG02xGmwrLtT7xrGC50kCglg703Cl4Hh4H2cgfEA22DomBT/kYbV8fCgw&#10;N+7KO7rsQyUihH2OCuoQulxKr2uy6CeuI45e6XqLIcq+kqbHa4TbVqZJMpcWG44LNXb0VpM+77+t&#10;gm3zSbO5Lhc22+jdx+0rTF9ORqnR07B+BRFoCP/he3trFKRpskjh706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zF4+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73F46" w:rsidRDefault="00A73F46" w:rsidP="00A73F46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wkt8IA&#10;AADeAAAADwAAAGRycy9kb3ducmV2LnhtbERPXWvCMBR9H+w/hCvsbSZ2MLQaZQ4Gk6kwFfd6ae6a&#10;suamNLHWf28EYY/nmzNb9K4WHbWh8qxhNFQgiAtvKi41HPYfz2MQISIbrD2ThgsFWMwfH2aYG3/m&#10;b+p2sRSphEOOGmyMTS5lKCw5DEPfECft17cOY4JtKU2L51Tuapkp9SodVpwWLDb0bqn4252chg63&#10;F/Vjl5vJqloX2XZ5/DKJ10+D/m0KIlIf/8339KfRkGVq8gK3O+kKy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XCS3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73F46" w:rsidRDefault="00A73F46" w:rsidP="00A73F46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hjWcQA&#10;AADeAAAADwAAAGRycy9kb3ducmV2LnhtbESPQUsDMRSE74L/ITzBm80aRHRtWopQ8ahrDx6fm9fN&#10;tpv3liR2V3+9EQSPw8x8wyzXcxjUiWLqhS1cLypQxK24njsLu7ft1R2olJEdDsJk4YsSrFfnZ0us&#10;nUz8Sqcmd6pAONVowec81lqn1lPAtJCRuHh7iQFzkbHTLuJU4GHQpqpudcCey4LHkR49tcfmM1iY&#10;ntqPg9m/O/8dR9k2L3Iwg1h7eTFvHkBlmvN/+K/97CwYU93fwO+dcgX0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4Y1n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73F46" w:rsidRDefault="00A73F46" w:rsidP="00A73F46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zW1ccA&#10;AADeAAAADwAAAGRycy9kb3ducmV2LnhtbESP3WoCMRSE7wu+QziCdzXrgq2uRvEXSrEUtb0/bo67&#10;q8nJskl1+/ZNodDLYWa+Yabz1hpxo8ZXjhUM+gkI4tzpigsFH8ft4wiED8gajWNS8E0e5rPOwxQz&#10;7e68p9shFCJC2GeooAyhzqT0eUkWfd/VxNE7u8ZiiLIppG7wHuHWyDRJnqTFiuNCiTWtSsqvhy+r&#10;YPu+Npf0bb/4lGG1eT6Z0etyvVOq120XExCB2vAf/mu/aAVpmoyH8HsnXgE5+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M1tX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73F46" w:rsidRDefault="00A73F46" w:rsidP="00A73F46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iVNsgA&#10;AADeAAAADwAAAGRycy9kb3ducmV2LnhtbESPQWvCQBSE74X+h+UVvJS6aUoljVmlCKIFBatCry/Z&#10;ZxLMvg3ZNab/visUPA4z8w2TzQfTiJ46V1tW8DqOQBAXVtdcKjgeli8JCOeRNTaWScEvOZjPHh8y&#10;TLW98jf1e1+KAGGXooLK+zaV0hUVGXRj2xIH72Q7gz7IrpS6w2uAm0bGUTSRBmsOCxW2tKioOO8v&#10;RkG/2+Tlunft1zl5du9v+Wq11T9KjZ6GzykIT4O/h//ba60gjqOPCdzuhCsgZ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KJU2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73F46" w:rsidRDefault="00A73F46" w:rsidP="00A73F46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hOsMkA&#10;AADeAAAADwAAAGRycy9kb3ducmV2LnhtbESPQUsDMRSE70L/Q3gFbzZxsdpumxYrCF4EWz10b283&#10;z92lm5c1ie3WX28KgsdhZr5hluvBduJIPrSONdxOFAjiypmWaw0f7883MxAhIhvsHJOGMwVYr0ZX&#10;S8yNO/GWjrtYiwThkKOGJsY+lzJUDVkME9cTJ+/TeYsxSV9L4/GU4LaTmVL30mLLaaHBnp4aqg67&#10;b6thM59tvt7u+PVnWxZU7MvDNPNK6+vx8LgAEWmI/+G/9ovRkGVq/gCXO+kKyN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whOsMkAAADeAAAADwAAAAAAAAAAAAAAAACYAgAA&#10;ZHJzL2Rvd25yZXYueG1sUEsFBgAAAAAEAAQA9QAAAI4DAAAAAA==&#10;" fillcolor="black" stroked="f">
                  <v:textbox>
                    <w:txbxContent>
                      <w:p w:rsidR="00A73F46" w:rsidRDefault="00A73F46" w:rsidP="00A73F46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TUwsUA&#10;AADeAAAADwAAAGRycy9kb3ducmV2LnhtbERPz2vCMBS+D/Y/hDfwNlMLilbTopuDgXrQ7eDxrXlr&#10;Q5uX0kTt9tebw2DHj+/3qhhsK67Ue+NYwWScgCAunTZcKfj8eHueg/ABWWPrmBT8kIcif3xYYabd&#10;jY90PYVKxBD2GSqoQ+gyKX1Zk0U/dh1x5L5dbzFE2FdS93iL4baVaZLMpEXDsaHGjl5qKpvTxSo4&#10;72ZmfjSUfu1/N1u9nzabw2uj1OhpWC9BBBrCv/jP/a4VpGmyiHvjnXgFZH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VNTC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73F46" w:rsidRDefault="00A73F46" w:rsidP="00A73F46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oca8cA&#10;AADeAAAADwAAAGRycy9kb3ducmV2LnhtbESPQUsDMRSE74L/ITyht27iHqRdm5aiiF56sFW8Pjav&#10;m+1uXtYkbbf99UYQPA4z8w2zWI2uFycKsfWs4b5QIIhrb1puNHzsXqYzEDEhG+w9k4YLRVgtb28W&#10;WBl/5nc6bVMjMoRjhRpsSkMlZawtOYyFH4izt/fBYcoyNNIEPGe462Wp1IN02HJesDjQk6W62x6d&#10;hrD+eu6ufPzs1HVzia+H8XuGVuvJ3bh+BJFoTP/hv/ab0VCWaj6H3zv5Cs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KHGv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73F46" w:rsidRDefault="00A73F46" w:rsidP="00A73F46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qZp8UA&#10;AADeAAAADwAAAGRycy9kb3ducmV2LnhtbESP22oCMRCG7wt9hzCF3hRN3Iuqq1FKoVCoFDw8wLgZ&#10;dxeTybKZ6tqnby4KXv78J77legheXahPbWQLk7EBRVxF13Jt4bD/GM1AJUF26COThRslWK8eH5ZY&#10;unjlLV12Uqs8wqlEC41IV2qdqoYCpnHsiLN3in1AybKvtevxmseD14Uxrzpgy/mhwY7eG6rOu59g&#10;wRdHP/+apo3cDnpjfoNsX76dtc9Pw9sClNAg9/B/+9NZKIqJyQAZJ6OAX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6pmn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73F46" w:rsidRDefault="00A73F46" w:rsidP="00A73F46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Z9ZsYA&#10;AADeAAAADwAAAGRycy9kb3ducmV2LnhtbESPzWrDMBCE74W+g9hAb41sH0pxo4T8EPClhzopuW6s&#10;jWUirYylJm6fvgoEchxm5htmthidFRcaQudZQT7NQBA3XnfcKtjvtq/vIEJE1mg9k4JfCrCYPz/N&#10;sNT+yl90qWMrEoRDiQpMjH0pZWgMOQxT3xMn7+QHhzHJoZV6wGuCOyuLLHuTDjtOCwZ7WhtqzvWP&#10;U7Cpe1vsK7MKh+/P49FWf1s6bJR6mYzLDxCRxvgI39uVVlAUeZbD7U66AnL+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nZ9Zs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73F46" w:rsidRDefault="00A73F46" w:rsidP="00A73F46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FRJ8UA&#10;AADeAAAADwAAAGRycy9kb3ducmV2LnhtbESPwWrDMBBE74X8g9hAbrUUH9LiRgklxGDoKWl86G2R&#10;trZba2UsNXb+PioUehxm5g2z3c+uF1caQ+dZwzpTIIiNtx03Gi7v5eMziBCRLfaeScONAux3i4ct&#10;FtZPfKLrOTYiQTgUqKGNcSikDKYlhyHzA3HyPv3oMCY5NtKOOCW462Wu1EY67DgttDjQoSXzff5x&#10;Gr5K+eaNQlNf6qmyTx/HDfVK69Vyfn0BEWmO/+G/dmU15Pla5fB7J10Bu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VEn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73F46" w:rsidRDefault="00A73F46" w:rsidP="00A73F46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UH28cA&#10;AADeAAAADwAAAGRycy9kb3ducmV2LnhtbESPQWvCQBSE74X+h+UVvDUbI5QQXcUKgig9NCnF42v2&#10;mYRk34bdVdN/3y0Uehxm5htmtZnMIG7kfGdZwTxJQRDXVnfcKPio9s85CB+QNQ6WScE3edisHx9W&#10;WGh753e6laEREcK+QAVtCGMhpa9bMugTOxJH72KdwRCla6R2eI9wM8gsTV+kwY7jQosj7Vqq+/Jq&#10;FJyvJ768LY5b9xo+7VT5PvvKe6VmT9N2CSLQFP7Df+2DVpBl83QBv3fiFZD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UFB9v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73F46" w:rsidRDefault="00A73F46" w:rsidP="00A73F46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FK3ccA&#10;AADeAAAADwAAAGRycy9kb3ducmV2LnhtbESPQWsCMRSE70L/Q3iF3jRx0aKrUWqh4EVQ20O9PTev&#10;u4ubl20Sddtf3whCj8PMfMPMl51txIV8qB1rGA4UCOLCmZpLDR/vb/0JiBCRDTaOScMPBVguHnpz&#10;zI278o4u+1iKBOGQo4YqxjaXMhQVWQwD1xIn78t5izFJX0rj8ZrgtpGZUs/SYs1pocKWXisqTvuz&#10;1bCaTlbf2xFvfnfHAx0+j6dx5pXWT4/dywxEpC7+h+/ttdGQZUM1gtuddAXk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UxSt3HAAAA3gAAAA8AAAAAAAAAAAAAAAAAmAIAAGRy&#10;cy9kb3ducmV2LnhtbFBLBQYAAAAABAAEAPUAAACMAwAAAAA=&#10;" fillcolor="black" stroked="f">
                  <v:textbox>
                    <w:txbxContent>
                      <w:p w:rsidR="00A73F46" w:rsidRDefault="00A73F46" w:rsidP="00A73F46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vk7MYA&#10;AADeAAAADwAAAGRycy9kb3ducmV2LnhtbESPQUsDMRSE70L/Q3gFbzbbFUXWpmUplIqnbVW8vm5e&#10;N0s3L0sS0/XfG0HwOMzMN8xqM9lBJPKhd6xguShAELdO99wpeH/b3T2BCBFZ4+CYFHxTgM16drPC&#10;SrsrHygdYycyhEOFCkyMYyVlaA1ZDAs3Emfv7LzFmKXvpPZ4zXA7yLIoHqXFnvOCwZG2htrL8csq&#10;SKdtU9+nz2QOr77uvGv2H6dGqdv5VD+DiDTF//Bf+0UrKMtl8QC/d/IV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cvk7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73F46" w:rsidRDefault="00A73F46" w:rsidP="00A73F46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U+kscA&#10;AADeAAAADwAAAGRycy9kb3ducmV2LnhtbESPQWvCQBSE7wX/w/IEb3WTHIKmrlLEltqLbVpoj4/s&#10;azaYfRuy25j6692C4HGYmW+Y1Wa0rRio941jBek8AUFcOd1wreDz4+l+AcIHZI2tY1LwRx4268nd&#10;CgvtTvxOQxlqESHsC1RgQugKKX1lyKKfu444ej+utxii7GupezxFuG1lliS5tNhwXDDY0dZQdSx/&#10;rQKfbndfr/a8HL6fDR/KvcnfaqPUbDo+PoAINIZb+Np+0QqyLE1y+L8Tr4B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W1PpL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73F46" w:rsidRDefault="00A73F46" w:rsidP="00A73F46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73F46" w:rsidRPr="00750812" w:rsidRDefault="00A73F46" w:rsidP="00A73F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uk-UA"/>
        </w:rPr>
      </w:pPr>
    </w:p>
    <w:p w:rsidR="00A73F46" w:rsidRPr="00750812" w:rsidRDefault="00A73F46" w:rsidP="00A73F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A73F46" w:rsidRPr="00750812" w:rsidRDefault="00A73F46" w:rsidP="00A73F4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A73F46" w:rsidRPr="00750812" w:rsidRDefault="00A73F46" w:rsidP="00A73F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A73F46" w:rsidRPr="00750812" w:rsidRDefault="00A73F46" w:rsidP="00A73F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A73F46" w:rsidRPr="00750812" w:rsidRDefault="00A73F46" w:rsidP="00A73F4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3F46" w:rsidRPr="00750812" w:rsidRDefault="00A73F46" w:rsidP="00A73F4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</w:rPr>
        <w:t>РІШЕННЯ</w:t>
      </w:r>
    </w:p>
    <w:p w:rsidR="00A73F46" w:rsidRPr="00750812" w:rsidRDefault="00A73F46" w:rsidP="00A73F4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73F46" w:rsidRPr="00FB0BF1" w:rsidRDefault="00A73F46" w:rsidP="00A73F46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ХХ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A73F46" w:rsidRDefault="00A73F46" w:rsidP="00A73F46">
      <w:pPr>
        <w:spacing w:after="0" w:line="240" w:lineRule="auto"/>
        <w:jc w:val="center"/>
        <w:rPr>
          <w:rFonts w:ascii="Times New Roman" w:hAnsi="Times New Roman"/>
        </w:rPr>
      </w:pPr>
    </w:p>
    <w:p w:rsidR="00A73F46" w:rsidRPr="001869AA" w:rsidRDefault="00A73F46" w:rsidP="00A73F46">
      <w:pPr>
        <w:spacing w:after="0" w:line="240" w:lineRule="auto"/>
        <w:jc w:val="center"/>
        <w:rPr>
          <w:rFonts w:ascii="Times New Roman" w:hAnsi="Times New Roman"/>
        </w:rPr>
      </w:pPr>
    </w:p>
    <w:p w:rsidR="00A73F46" w:rsidRPr="00312454" w:rsidRDefault="00A73F46" w:rsidP="00A73F46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__.02.2022</w:t>
      </w:r>
      <w:r w:rsidRPr="00312454">
        <w:rPr>
          <w:rFonts w:ascii="Times New Roman" w:hAnsi="Times New Roman"/>
          <w:sz w:val="24"/>
        </w:rPr>
        <w:t>р.                         Крупець                                        №_____</w:t>
      </w:r>
    </w:p>
    <w:p w:rsidR="00A73F46" w:rsidRPr="00D500AD" w:rsidRDefault="00A73F46" w:rsidP="00A73F46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73F46" w:rsidRPr="00D500AD" w:rsidRDefault="00A73F46" w:rsidP="00A73F46">
      <w:pPr>
        <w:tabs>
          <w:tab w:val="left" w:pos="4424"/>
        </w:tabs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D500AD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</w:t>
      </w:r>
    </w:p>
    <w:p w:rsidR="00A73F46" w:rsidRPr="00D500AD" w:rsidRDefault="00A73F46" w:rsidP="00A73F46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D500AD">
        <w:rPr>
          <w:rFonts w:ascii="Times New Roman" w:hAnsi="Times New Roman"/>
          <w:b/>
          <w:sz w:val="24"/>
          <w:lang w:val="ru-RU"/>
        </w:rPr>
        <w:t>проєкту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</w:t>
      </w:r>
    </w:p>
    <w:p w:rsidR="00A73F46" w:rsidRPr="009B5923" w:rsidRDefault="00A73F46" w:rsidP="00A73F46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9B5923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9B592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9B5923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9B5923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9B5923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A73F46" w:rsidRPr="009B5923" w:rsidRDefault="00A73F46" w:rsidP="00A73F46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9B5923">
        <w:rPr>
          <w:rFonts w:ascii="Times New Roman" w:hAnsi="Times New Roman"/>
          <w:b/>
          <w:sz w:val="24"/>
          <w:lang w:val="ru-RU"/>
        </w:rPr>
        <w:t>Шатковському</w:t>
      </w:r>
      <w:proofErr w:type="spellEnd"/>
      <w:r w:rsidRPr="009B5923">
        <w:rPr>
          <w:rFonts w:ascii="Times New Roman" w:hAnsi="Times New Roman"/>
          <w:b/>
          <w:sz w:val="24"/>
          <w:lang w:val="ru-RU"/>
        </w:rPr>
        <w:t xml:space="preserve"> К.В.</w:t>
      </w:r>
    </w:p>
    <w:p w:rsidR="00A73F46" w:rsidRPr="00D500AD" w:rsidRDefault="00A73F46" w:rsidP="00A73F46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73F46" w:rsidRPr="00D500AD" w:rsidRDefault="00A73F46" w:rsidP="00A73F46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D500AD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D500AD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D500AD">
        <w:rPr>
          <w:rFonts w:ascii="Times New Roman" w:hAnsi="Times New Roman"/>
          <w:sz w:val="24"/>
          <w:lang w:val="ru-RU"/>
        </w:rPr>
        <w:t>до</w:t>
      </w:r>
      <w:proofErr w:type="gramEnd"/>
      <w:r w:rsidRPr="00D500AD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D500AD">
        <w:rPr>
          <w:rFonts w:ascii="Times New Roman" w:hAnsi="Times New Roman"/>
          <w:sz w:val="24"/>
          <w:lang w:val="ru-RU"/>
        </w:rPr>
        <w:t>пункту</w:t>
      </w:r>
      <w:proofErr w:type="gramEnd"/>
      <w:r w:rsidRPr="00D500AD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D500AD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D500AD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D500AD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D500AD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500AD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500AD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D500AD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D500AD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D500AD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500AD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»,   </w:t>
      </w:r>
      <w:proofErr w:type="spellStart"/>
      <w:r w:rsidRPr="00D500AD">
        <w:rPr>
          <w:rFonts w:ascii="Times New Roman" w:hAnsi="Times New Roman"/>
          <w:sz w:val="24"/>
          <w:lang w:val="ru-RU"/>
        </w:rPr>
        <w:t>розглянувши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  </w:t>
      </w:r>
      <w:proofErr w:type="spellStart"/>
      <w:r w:rsidRPr="00D500AD">
        <w:rPr>
          <w:rFonts w:ascii="Times New Roman" w:hAnsi="Times New Roman"/>
          <w:sz w:val="24"/>
          <w:lang w:val="ru-RU"/>
        </w:rPr>
        <w:t>заяву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Шатковського</w:t>
      </w:r>
      <w:proofErr w:type="spellEnd"/>
      <w:r>
        <w:rPr>
          <w:rFonts w:ascii="Times New Roman" w:hAnsi="Times New Roman"/>
          <w:sz w:val="24"/>
          <w:lang w:val="ru-RU"/>
        </w:rPr>
        <w:t xml:space="preserve"> К.В.</w:t>
      </w:r>
      <w:r w:rsidRPr="00D500AD">
        <w:rPr>
          <w:rFonts w:ascii="Times New Roman" w:hAnsi="Times New Roman"/>
          <w:sz w:val="24"/>
          <w:lang w:val="ru-RU"/>
        </w:rPr>
        <w:t xml:space="preserve">,  </w:t>
      </w:r>
      <w:proofErr w:type="spellStart"/>
      <w:r w:rsidRPr="00D500AD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рада </w:t>
      </w:r>
    </w:p>
    <w:p w:rsidR="00A73F46" w:rsidRPr="00D500AD" w:rsidRDefault="00A73F46" w:rsidP="00A73F46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D500AD">
        <w:rPr>
          <w:rFonts w:ascii="Times New Roman" w:hAnsi="Times New Roman"/>
          <w:sz w:val="24"/>
          <w:lang w:val="ru-RU"/>
        </w:rPr>
        <w:t>ВИРІШИЛА:</w:t>
      </w:r>
    </w:p>
    <w:p w:rsidR="00A73F46" w:rsidRPr="00D500AD" w:rsidRDefault="00A73F46" w:rsidP="00A73F4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73F46" w:rsidRPr="00D500AD" w:rsidRDefault="00A73F46" w:rsidP="00A73F46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D500AD">
        <w:rPr>
          <w:rFonts w:ascii="Times New Roman" w:hAnsi="Times New Roman"/>
          <w:sz w:val="24"/>
        </w:rPr>
        <w:t xml:space="preserve">       1. Надати </w:t>
      </w:r>
      <w:proofErr w:type="spellStart"/>
      <w:r>
        <w:rPr>
          <w:rFonts w:ascii="Times New Roman" w:hAnsi="Times New Roman"/>
          <w:sz w:val="24"/>
        </w:rPr>
        <w:t>Шатковському</w:t>
      </w:r>
      <w:proofErr w:type="spellEnd"/>
      <w:r>
        <w:rPr>
          <w:rFonts w:ascii="Times New Roman" w:hAnsi="Times New Roman"/>
          <w:sz w:val="24"/>
        </w:rPr>
        <w:t xml:space="preserve"> Костянтину  </w:t>
      </w:r>
      <w:proofErr w:type="spellStart"/>
      <w:r>
        <w:rPr>
          <w:rFonts w:ascii="Times New Roman" w:hAnsi="Times New Roman"/>
          <w:sz w:val="24"/>
        </w:rPr>
        <w:t>Вацлавовичу</w:t>
      </w:r>
      <w:proofErr w:type="spellEnd"/>
      <w:r>
        <w:rPr>
          <w:rFonts w:ascii="Times New Roman" w:hAnsi="Times New Roman"/>
          <w:sz w:val="24"/>
        </w:rPr>
        <w:t>, який зареєстрований</w:t>
      </w:r>
      <w:r w:rsidRPr="00D500AD">
        <w:rPr>
          <w:rFonts w:ascii="Times New Roman" w:hAnsi="Times New Roman"/>
          <w:sz w:val="24"/>
        </w:rPr>
        <w:t xml:space="preserve"> за </w:t>
      </w:r>
      <w:proofErr w:type="spellStart"/>
      <w:r w:rsidRPr="00D500AD">
        <w:rPr>
          <w:rFonts w:ascii="Times New Roman" w:hAnsi="Times New Roman"/>
          <w:sz w:val="24"/>
        </w:rPr>
        <w:t>адресою</w:t>
      </w:r>
      <w:proofErr w:type="spellEnd"/>
      <w:r w:rsidRPr="00D500AD">
        <w:rPr>
          <w:rFonts w:ascii="Times New Roman" w:hAnsi="Times New Roman"/>
          <w:sz w:val="24"/>
        </w:rPr>
        <w:t xml:space="preserve">: </w:t>
      </w:r>
      <w:r w:rsidR="0006466F" w:rsidRPr="0006466F">
        <w:rPr>
          <w:rFonts w:ascii="Times New Roman" w:hAnsi="Times New Roman"/>
          <w:sz w:val="24"/>
        </w:rPr>
        <w:t>_</w:t>
      </w:r>
      <w:r w:rsidR="0006466F">
        <w:rPr>
          <w:rFonts w:ascii="Times New Roman" w:hAnsi="Times New Roman"/>
          <w:sz w:val="24"/>
          <w:lang w:val="ru-RU"/>
        </w:rPr>
        <w:t>____________________________________</w:t>
      </w:r>
      <w:bookmarkStart w:id="0" w:name="_GoBack"/>
      <w:bookmarkEnd w:id="0"/>
      <w:r w:rsidRPr="00D500AD">
        <w:rPr>
          <w:rFonts w:ascii="Times New Roman" w:hAnsi="Times New Roman"/>
          <w:sz w:val="24"/>
        </w:rPr>
        <w:t xml:space="preserve">, дозвіл на розробку </w:t>
      </w:r>
      <w:proofErr w:type="spellStart"/>
      <w:r w:rsidRPr="00D500AD">
        <w:rPr>
          <w:rFonts w:ascii="Times New Roman" w:hAnsi="Times New Roman"/>
          <w:sz w:val="24"/>
        </w:rPr>
        <w:t>проєкту</w:t>
      </w:r>
      <w:proofErr w:type="spellEnd"/>
      <w:r w:rsidRPr="00D500AD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0,</w:t>
      </w:r>
      <w:r>
        <w:rPr>
          <w:rFonts w:ascii="Times New Roman" w:hAnsi="Times New Roman"/>
          <w:sz w:val="24"/>
        </w:rPr>
        <w:t>23</w:t>
      </w:r>
      <w:r w:rsidRPr="00D500AD">
        <w:rPr>
          <w:rFonts w:ascii="Times New Roman" w:hAnsi="Times New Roman"/>
          <w:sz w:val="24"/>
        </w:rPr>
        <w:t xml:space="preserve">00 га, для </w:t>
      </w:r>
      <w:r w:rsidRPr="00D500AD">
        <w:rPr>
          <w:rFonts w:ascii="Times New Roman" w:hAnsi="Times New Roman"/>
          <w:sz w:val="24"/>
          <w:szCs w:val="24"/>
        </w:rPr>
        <w:t>ведення особистого селянського господарства</w:t>
      </w:r>
      <w:r w:rsidRPr="00D500AD">
        <w:rPr>
          <w:rFonts w:ascii="Times New Roman" w:hAnsi="Times New Roman"/>
          <w:sz w:val="24"/>
        </w:rPr>
        <w:t xml:space="preserve">,  яка розташована в Хмельницька область, Шепетівський район, </w:t>
      </w:r>
      <w:proofErr w:type="spellStart"/>
      <w:r>
        <w:rPr>
          <w:rFonts w:ascii="Times New Roman" w:hAnsi="Times New Roman"/>
          <w:sz w:val="24"/>
        </w:rPr>
        <w:t>Крупецька</w:t>
      </w:r>
      <w:proofErr w:type="spellEnd"/>
      <w:r>
        <w:rPr>
          <w:rFonts w:ascii="Times New Roman" w:hAnsi="Times New Roman"/>
          <w:sz w:val="24"/>
        </w:rPr>
        <w:t xml:space="preserve"> сільська рада за межами села </w:t>
      </w:r>
      <w:proofErr w:type="spellStart"/>
      <w:r>
        <w:rPr>
          <w:rFonts w:ascii="Times New Roman" w:hAnsi="Times New Roman"/>
          <w:sz w:val="24"/>
        </w:rPr>
        <w:t>Колом’є</w:t>
      </w:r>
      <w:proofErr w:type="spellEnd"/>
      <w:r w:rsidRPr="00D500AD">
        <w:rPr>
          <w:rFonts w:ascii="Times New Roman" w:hAnsi="Times New Roman"/>
          <w:sz w:val="24"/>
        </w:rPr>
        <w:t>.</w:t>
      </w:r>
    </w:p>
    <w:p w:rsidR="00A73F46" w:rsidRPr="00D500AD" w:rsidRDefault="00A73F46" w:rsidP="00A73F46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D500AD">
        <w:rPr>
          <w:rFonts w:ascii="Times New Roman" w:hAnsi="Times New Roman"/>
          <w:sz w:val="24"/>
        </w:rPr>
        <w:t xml:space="preserve">       2. </w:t>
      </w:r>
      <w:proofErr w:type="spellStart"/>
      <w:r>
        <w:rPr>
          <w:rFonts w:ascii="Times New Roman" w:hAnsi="Times New Roman"/>
          <w:sz w:val="24"/>
        </w:rPr>
        <w:t>Шатковському</w:t>
      </w:r>
      <w:proofErr w:type="spellEnd"/>
      <w:r>
        <w:rPr>
          <w:rFonts w:ascii="Times New Roman" w:hAnsi="Times New Roman"/>
          <w:sz w:val="24"/>
        </w:rPr>
        <w:t xml:space="preserve"> К.В.,</w:t>
      </w:r>
      <w:r w:rsidRPr="00D500AD">
        <w:rPr>
          <w:rFonts w:ascii="Times New Roman" w:hAnsi="Times New Roman"/>
          <w:sz w:val="24"/>
        </w:rPr>
        <w:t xml:space="preserve">  розробити </w:t>
      </w:r>
      <w:proofErr w:type="spellStart"/>
      <w:r w:rsidRPr="00D500AD">
        <w:rPr>
          <w:rFonts w:ascii="Times New Roman" w:hAnsi="Times New Roman"/>
          <w:sz w:val="24"/>
        </w:rPr>
        <w:t>проєкт</w:t>
      </w:r>
      <w:proofErr w:type="spellEnd"/>
      <w:r w:rsidRPr="00D500AD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73F46" w:rsidRPr="00D500AD" w:rsidRDefault="00A73F46" w:rsidP="00A73F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00AD">
        <w:rPr>
          <w:rFonts w:ascii="Times New Roman" w:hAnsi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A73F46" w:rsidRPr="00D500AD" w:rsidRDefault="00A73F46" w:rsidP="00A73F4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D500AD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73F46" w:rsidRPr="00D500AD" w:rsidRDefault="00A73F46" w:rsidP="00A73F46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A73F46" w:rsidRPr="00D500AD" w:rsidRDefault="00A73F46" w:rsidP="00A73F46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A73F46" w:rsidRPr="00D500AD" w:rsidRDefault="00A73F46" w:rsidP="00A73F4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73F46" w:rsidRPr="00D500AD" w:rsidRDefault="00A73F46" w:rsidP="00A73F4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73F46" w:rsidRPr="00D500AD" w:rsidRDefault="00A73F46" w:rsidP="00A73F46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D500AD">
        <w:rPr>
          <w:rFonts w:ascii="Times New Roman" w:eastAsia="Arial Unicode MS" w:hAnsi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A73F46" w:rsidRPr="00D500A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F46"/>
    <w:rsid w:val="0006466F"/>
    <w:rsid w:val="00332DC5"/>
    <w:rsid w:val="00A7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F46"/>
    <w:rPr>
      <w:rFonts w:ascii="Calibri" w:eastAsia="Calibri" w:hAnsi="Calibri" w:cs="Times New Roman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asciiTheme="minorHAnsi" w:eastAsiaTheme="minorEastAsia" w:hAnsiTheme="minorHAnsi" w:cstheme="minorBidi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F46"/>
    <w:rPr>
      <w:rFonts w:ascii="Calibri" w:eastAsia="Calibri" w:hAnsi="Calibri" w:cs="Times New Roman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asciiTheme="minorHAnsi" w:eastAsiaTheme="minorEastAsia" w:hAnsiTheme="minorHAnsi" w:cstheme="minorBidi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1</TotalTime>
  <Pages>1</Pages>
  <Words>248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2022-02-14T07:22:00Z</dcterms:created>
  <dcterms:modified xsi:type="dcterms:W3CDTF">2022-02-14T08:33:00Z</dcterms:modified>
</cp:coreProperties>
</file>