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6795" w:rsidRDefault="00B36795" w:rsidP="00B36795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val="uk-UA" w:eastAsia="uk-UA" w:bidi="ar-SA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2718435</wp:posOffset>
                </wp:positionH>
                <wp:positionV relativeFrom="paragraph">
                  <wp:posOffset>-3175</wp:posOffset>
                </wp:positionV>
                <wp:extent cx="431800" cy="612140"/>
                <wp:effectExtent l="0" t="0" r="6350" b="0"/>
                <wp:wrapNone/>
                <wp:docPr id="1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36795" w:rsidRDefault="00B36795" w:rsidP="00B3679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36795" w:rsidRDefault="00B36795" w:rsidP="00B3679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36795" w:rsidRDefault="00B36795" w:rsidP="00B3679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36795" w:rsidRDefault="00B36795" w:rsidP="00B3679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36795" w:rsidRDefault="00B36795" w:rsidP="00B3679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36795" w:rsidRDefault="00B36795" w:rsidP="00B3679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36795" w:rsidRDefault="00B36795" w:rsidP="00B3679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36795" w:rsidRDefault="00B36795" w:rsidP="00B3679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36795" w:rsidRDefault="00B36795" w:rsidP="00B3679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36795" w:rsidRDefault="00B36795" w:rsidP="00B3679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36795" w:rsidRDefault="00B36795" w:rsidP="00B3679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36795" w:rsidRDefault="00B36795" w:rsidP="00B3679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36795" w:rsidRDefault="00B36795" w:rsidP="00B3679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36795" w:rsidRDefault="00B36795" w:rsidP="00B3679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36795" w:rsidRDefault="00B36795" w:rsidP="00B3679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36795" w:rsidRDefault="00B36795" w:rsidP="00B3679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36795" w:rsidRDefault="00B36795" w:rsidP="00B3679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36795" w:rsidRDefault="00B36795" w:rsidP="00B3679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36795" w:rsidRDefault="00B36795" w:rsidP="00B3679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36795" w:rsidRDefault="00B36795" w:rsidP="00B3679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36795" w:rsidRDefault="00B36795" w:rsidP="00B3679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36795" w:rsidRDefault="00B36795" w:rsidP="00B3679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36795" w:rsidRDefault="00B36795" w:rsidP="00B3679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36795" w:rsidRDefault="00B36795" w:rsidP="00B3679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36795" w:rsidRDefault="00B36795" w:rsidP="00B3679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36795" w:rsidRDefault="00B36795" w:rsidP="00B3679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36795" w:rsidRDefault="00B36795" w:rsidP="00B3679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36795" w:rsidRDefault="00B36795" w:rsidP="00B3679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36795" w:rsidRDefault="00B36795" w:rsidP="00B3679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36795" w:rsidRDefault="00B36795" w:rsidP="00B3679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4.05pt;margin-top:-.25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oghL4A&#10;AADaAAAADwAAAGRycy9kb3ducmV2LnhtbESPzQrCMBCE74LvEFbwpqkVVKpRRFQ8COLffWnWtths&#10;ShO1vr0RBI/DzHzDzBaNKcWTaldYVjDoRyCIU6sLzhRczpveBITzyBpLy6TgTQ4W83Zrhom2Lz7S&#10;8+QzESDsElSQe18lUro0J4Oubyvi4N1sbdAHWWdS1/gKcFPKOIpG0mDBYSHHilY5pffTwyiww+1u&#10;f83i43DNY8/Lw+R2bfZKdTvNcgrCU+P/4V97pxXE8L0SboCc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IKIIS+AAAA2g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B36795" w:rsidRDefault="00B36795" w:rsidP="00B3679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bOyMUA&#10;AADaAAAADwAAAGRycy9kb3ducmV2LnhtbESPQWsCMRSE74L/IbxCL1KzbUHbrVGKsK16ELSFXh+b&#10;183WzcuSpLr6640geBxm5htmMutsI/bkQ+1YweMwA0FcOl1zpeD7q3h4AREissbGMSk4UoDZtN+b&#10;YK7dgTe038ZKJAiHHBWYGNtcylAashiGriVO3q/zFmOSvpLa4yHBbSOfsmwkLdacFgy2NDdU7rb/&#10;VsFfsTY/8/Hpww9eN3QaFKvPZjlS6v6ue38DEamLt/C1vdAKnuFyJd0AOT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5s7IxQAAANo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B36795" w:rsidRDefault="00B36795" w:rsidP="00B3679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2SxsEA&#10;AADaAAAADwAAAGRycy9kb3ducmV2LnhtbESP3YrCMBCF7wXfIYywN6Kp7iJSG0VEZfFG/HmAoZk2&#10;xWZSmmi7b28WFvbycH4+TrbpbS1e1PrKsYLZNAFBnDtdcangfjtMliB8QNZYOyYFP+Rhsx4OMky1&#10;6/hCr2soRRxhn6ICE0KTSulzQxb91DXE0StcazFE2ZZSt9jFcVvLeZIspMWKI8FgQztD+eP6tBFy&#10;/sTzqehuh2OPHe5Phsfbi1Ifo367AhGoD//hv/a3VvAFv1fiDZDr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lNksbBAAAA2g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B36795" w:rsidRDefault="00B36795" w:rsidP="00B3679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+nqMQA&#10;AADaAAAADwAAAGRycy9kb3ducmV2LnhtbESPX0sDMRDE3wW/Q1ihbzZnaaucTYv0D0jBh1ZBfFsu&#10;27vDyyYk29757RtB8HGYmd8wi9XgOnWhmFrPBh7GBSjiytuWawMf77v7J1BJkC12nsnADyVYLW9v&#10;Flha3/OBLkepVYZwKtFAIxJKrVPVkMM09oE4eycfHUqWsdY2Yp/hrtOTophrhy3nhQYDrRuqvo9n&#10;Z+Ct34b943x2Cl9xOtFpY+VzLcaM7oaXZ1BCg/yH/9qv1sAMfq/kG6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Vvp6jEAAAA2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B36795" w:rsidRDefault="00B36795" w:rsidP="00B3679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OpKsAA&#10;AADaAAAADwAAAGRycy9kb3ducmV2LnhtbESP3YrCMBCF7xd8hzCCN8uaroJINUoRK4s3Yt0HGJqx&#10;KTaT0mRtffuNIHh5OD8fZ70dbCPu1PnasYLvaQKCuHS65krB7yX/WoLwAVlj45gUPMjDdjP6WGOq&#10;Xc9nuhehEnGEfYoKTAhtKqUvDVn0U9cSR+/qOoshyq6SusM+jttGzpJkIS3WHAkGW9oZKm/Fn42Q&#10;0xxPx2t/yQ8D9rg/Gv7MzkpNxkO2AhFoCO/wq/2jFSzgeSXeALn5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tOpKsAAAADaAAAADwAAAAAAAAAAAAAAAACYAgAAZHJzL2Rvd25y&#10;ZXYueG1sUEsFBgAAAAAEAAQA9QAAAIU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B36795" w:rsidRDefault="00B36795" w:rsidP="00B3679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GcRMQA&#10;AADaAAAADwAAAGRycy9kb3ducmV2LnhtbESPQUsDMRSE7wX/Q3iCtzZrsa2sTYtUhVLwYBXE22Pz&#10;uru4eQnJs7v9901B6HGYmW+Y5XpwnTpSTK1nA/eTAhRx5W3LtYGvz7fxI6gkyBY7z2TgRAnWq5vR&#10;Ekvre/6g415qlSGcSjTQiIRS61Q15DBNfCDO3sFHh5JlrLWN2Ge46/S0KObaYct5ocFAm4aq3/2f&#10;M/Dev4bdYj47hJ/4MNXpxcr3Roy5ux2en0AJDXIN/7e31sACLlfyDdCrM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rxnETEAAAA2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B36795" w:rsidRDefault="00B36795" w:rsidP="00B3679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+g5MEA&#10;AADaAAAADwAAAGRycy9kb3ducmV2LnhtbERPXWvCMBR9F/Yfwh3sRTTdhkOqaZmDsIGC6ARfL821&#10;LTY3Jcls9+/Nw2CPh/O9LkfbiRv50DpW8DzPQBBXzrRcKzh969kSRIjIBjvHpOCXApTFw2SNuXED&#10;H+h2jLVIIRxyVNDE2OdShqohi2HueuLEXZy3GBP0tTQehxRuO/mSZW/SYsupocGePhqqrscfq2Cz&#10;H+pXP602o9tePs8LrY3eaaWeHsf3FYhIY/wX/7m/jIK0NV1JN0AW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HPoOT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B36795" w:rsidRDefault="00B36795" w:rsidP="00B3679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zmXcEA&#10;AADaAAAADwAAAGRycy9kb3ducmV2LnhtbESPUWvCMBSF3wX/Q7iCb5oqbrjOKKIUZOxl1R9wae6a&#10;zuamJLHWf28Ggz0ezjnf4Wx2g21FTz40jhUs5hkI4srphmsFl3MxW4MIEVlj65gUPCjAbjsebTDX&#10;7s5f1JexFgnCIUcFJsYulzJUhiyGueuIk/ftvMWYpK+l9nhPcNvKZZa9SosNpwWDHR0MVdfyZhUU&#10;H8vP/nrTvnD7YWXpxfysj0ap6WTYv4OINMT/8F/7pBW8we+VdAPk9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oc5l3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B36795" w:rsidRDefault="00B36795" w:rsidP="00B3679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FCgsUA&#10;AADbAAAADwAAAGRycy9kb3ducmV2LnhtbESPQUsDMRCF74L/IYzgRdqsilK2TYsVgkKF0lroddhM&#10;d5duJksSu+u/7xwEbzO8N+99s1iNvlMXiqkNbOBxWoAiroJruTZw+LaTGaiUkR12gcnALyVYLW9v&#10;Fli6MPCOLvtcKwnhVKKBJue+1DpVDXlM09ATi3YK0WOWNdbaRRwk3Hf6qShetceWpaHBnt4bqs77&#10;H29gvR3q5/hQrcewOX0cX6x19ssac383vs1BZRrzv/nv+tMJvtDLLzKAXl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kUKCxQAAANs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B36795" w:rsidRDefault="00B36795" w:rsidP="00B3679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h7mMAA&#10;AADbAAAADwAAAGRycy9kb3ducmV2LnhtbERPS2rDMBDdF3oHMYHuGtmmLcGJEkyLoZRumuQAgzWx&#10;nFgjI8mOc/uoUOhuHu87m91sezGRD51jBfkyA0HcON1xq+B4qJ9XIEJE1tg7JgU3CrDbPj5ssNTu&#10;yj807WMrUgiHEhWYGIdSytAYshiWbiBO3Ml5izFB30rt8ZrCbS+LLHuTFjtODQYHejfUXPajVVB/&#10;Fd/TZdS+dtX8YunVnFcfRqmnxVytQUSa47/4z/2p0/wcfn9JB8jt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yh7mMAAAADbAAAADwAAAAAAAAAAAAAAAACYAgAAZHJzL2Rvd25y&#10;ZXYueG1sUEsFBgAAAAAEAAQA9QAAAIU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B36795" w:rsidRDefault="00B36795" w:rsidP="00B3679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uAlrsA&#10;AADbAAAADwAAAGRycy9kb3ducmV2LnhtbERPSwrCMBDdC94hjOBOU79INYoIii6tHmBoxrbYTGoT&#10;bb29EQR383jfWW1aU4oX1a6wrGA0jEAQp1YXnCm4XvaDBQjnkTWWlknBmxxs1t3OCmNtGz7TK/GZ&#10;CCHsYlSQe1/FUro0J4NuaCviwN1sbdAHWGdS19iEcFPKcRTNpcGCQ0OOFe1ySu/J0yiYvpvDI5nd&#10;o702NDpNqhP7dKZUv9dulyA8tf4v/rmPOswfw/eXcIBcfwA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HZrgJa7AAAA2wAAAA8AAAAAAAAAAAAAAAAAmAIAAGRycy9kb3ducmV2Lnht&#10;bFBLBQYAAAAABAAEAPUAAACA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B36795" w:rsidRDefault="00B36795" w:rsidP="00B3679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+pNlMEA&#10;AADbAAAADwAAAGRycy9kb3ducmV2LnhtbERPyWrDMBC9F/IPYgq9NXJdCIkb2ZiYlNJT4iznwRov&#10;1BoZS0mcv68Chd7m8dZZZ5PpxZVG11lW8DaPQBBXVnfcKDgetq9LEM4ja+wtk4I7OcjS2dMaE21v&#10;vKdr6RsRQtglqKD1fkikdFVLBt3cDsSBq+1o0Ac4NlKPeAvhppdxFC2kwY5DQ4sDbVqqfsqLUXBZ&#10;nOMj1996Vxb3z1WxzZ08NUq9PE/5BwhPk/8X/7m/dJj/Do9fwgEy/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vqTZTBAAAA2w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B36795" w:rsidRDefault="00B36795" w:rsidP="00B3679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c1MMMA&#10;AADbAAAADwAAAGRycy9kb3ducmV2LnhtbERPS2vCQBC+C/6HZYTedGOVoNFVWkFoPVR8HbyN2TGJ&#10;zc7G7FbTf98VCt7m43vOdN6YUtyodoVlBf1eBII4tbrgTMF+t+yOQDiPrLG0TAp+ycF81m5NMdH2&#10;zhu6bX0mQgi7BBXk3leJlC7NyaDr2Yo4cGdbG/QB1pnUNd5DuCnlaxTF0mDBoSHHihY5pd/bH6Pg&#10;sB7F4/X75/Cy+jrhwOjrURexUi+d5m0CwlPjn+J/94cO84fw+CUcIG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Vc1MMMAAADb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B36795" w:rsidRDefault="00B36795" w:rsidP="00B3679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d6E8IA&#10;AADbAAAADwAAAGRycy9kb3ducmV2LnhtbERPTWvCQBC9C/6HZQRvujFWCdFVtKVaerJpodchOybB&#10;7GzIbmPsr3cLQm/zeJ+z3vamFh21rrKsYDaNQBDnVldcKPj6fJ0kIJxH1lhbJgU3crDdDAdrTLW9&#10;8gd1mS9ECGGXooLS+yaV0uUlGXRT2xAH7mxbgz7AtpC6xWsIN7WMo2gpDVYcGkps6Lmk/JL9GAW/&#10;y288uWO8f5lrT7en5GDfTwelxqN+twLhqff/4of7TYf5C/j7JRwgN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p3oTwgAAANsAAAAPAAAAAAAAAAAAAAAAAJgCAABkcnMvZG93&#10;bnJldi54bWxQSwUGAAAAAAQABAD1AAAAhw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B36795" w:rsidRDefault="00B36795" w:rsidP="00B3679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5iF8EA&#10;AADbAAAADwAAAGRycy9kb3ducmV2LnhtbERPzWrCQBC+F3yHZQre6qYhSk1dRYqCNzX1AYbsdBPM&#10;zibZrYl9+q5Q6G0+vt9ZbUbbiBv1vnas4HWWgCAuna7ZKLh87l/eQPiArLFxTAru5GGznjytMNdu&#10;4DPdimBEDGGfo4IqhDaX0pcVWfQz1xJH7sv1FkOEvZG6xyGG20amSbKQFmuODRW29FFReS2+rYLO&#10;pXM9Fjs8XnfLU21M1v2cM6Wmz+P2HUSgMfyL/9wHHecv4PFLPEC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uYhfBAAAA2w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B36795" w:rsidRDefault="00B36795" w:rsidP="00B3679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VPdsIA&#10;AADbAAAADwAAAGRycy9kb3ducmV2LnhtbERPPW/CMBDdkfofrKvEBk6LIGmKE9FKlViBDh2v9pGk&#10;jc8hdiHl12MkJLZ7ep+3LAfbiiP1vnGs4GmagCDWzjRcKfjcfUwyED4gG2wdk4J/8lAWD6Ml5sad&#10;eEPHbahEDGGfo4I6hC6X0uuaLPqp64gjt3e9xRBhX0nT4ymG21Y+J8lCWmw4NtTY0XtN+nf7ZxWs&#10;m2+aL/T+xWZvevN1PoRZ+mOUGj8Oq1cQgYZwF9/caxPnp3D9JR4giw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1U92wgAAANs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B36795" w:rsidRDefault="00B36795" w:rsidP="00B3679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YqusIA&#10;AADbAAAADwAAAGRycy9kb3ducmV2LnhtbERPTWvCQBC9F/oflhF6qxs9FJu6Si0UKlrBKPU6ZMds&#10;aHY2ZNcY/71zKPQ2877mzXw5+Eb11MU6sIHJOANFXAZbc2XgePh8noGKCdliE5gM3CjCcvH4MMfc&#10;hivvqS9SpSSEY44GXEptrnUsHXmM49ASC3cOnccka1dp2+FVwn2jp1n2oj3WLBcctvThqPwtLt5A&#10;j7tbdnKr79d1vS2nu9XPxgpunkbD+xuoREP6F/+5v6zUl7LyiwygF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9iq6wgAAANs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B36795" w:rsidRDefault="00B36795" w:rsidP="00B3679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dTT8AA&#10;AADbAAAADwAAAGRycy9kb3ducmV2LnhtbERPPU/DMBDdkfgP1iGxUYcMqIS6FUIqYoSUoeM1vsYp&#10;8V1kmybw6+tKlbrd0/u8xWryvTpSiJ2wgcdZAYq4Edtxa+B7s36Yg4oJ2WIvTAb+KMJqeXuzwMrK&#10;yF90rFOrcgjHCg24lIZK69g48hhnMhBnbi/BY8owtNoGHHO473VZFE/aY8e5weFAb46an/rXGxjf&#10;m92h3G+t+w+DrOtPOZS9GHN/N72+gEo0pav44v6wef4znH/JB+jl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hdTT8AAAADbAAAADwAAAAAAAAAAAAAAAACYAgAAZHJzL2Rvd25y&#10;ZXYueG1sUEsFBgAAAAAEAAQA9QAAAIU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B36795" w:rsidRDefault="00B36795" w:rsidP="00B3679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A7lsEA&#10;AADbAAAADwAAAGRycy9kb3ducmV2LnhtbERPy2rCQBTdF/oPwy24q5NmYSV1FJ8gopRY3V8z1yR2&#10;5k7IjJr+vbMQujyc92jSWSNu1PrasYKPfgKCuHC65lLB4Wf1PgThA7JG45gU/JGHyfj1ZYSZdnfO&#10;6bYPpYgh7DNUUIXQZFL6oiKLvu8a4sidXWsxRNiWUrd4j+HWyDRJBtJizbGhwobmFRW/+6tVsPpe&#10;mEu6y6dHGebLz5MZbmaLrVK9t276BSJQF/7FT/daK0jj+vgl/gA5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0QO5bBAAAA2wAAAA8AAAAAAAAAAAAAAAAAmAIAAGRycy9kb3du&#10;cmV2LnhtbFBLBQYAAAAABAAEAPUAAACG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B36795" w:rsidRDefault="00B36795" w:rsidP="00B3679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Mjr8UA&#10;AADbAAAADwAAAGRycy9kb3ducmV2LnhtbESPQWvCQBSE7wX/w/IEL0U3plQkuooUSlKw0Krg9Zl9&#10;JsHs25Bdk/Tfd4VCj8PMfMOst4OpRUetqywrmM8iEMS51RUXCk7H9+kShPPIGmvLpOCHHGw3o6c1&#10;Jtr2/E3dwRciQNglqKD0vkmkdHlJBt3MNsTBu9rWoA+yLaRusQ9wU8s4ihbSYMVhocSG3krKb4e7&#10;UdB97S9F1rnm47Z8dq8vlzT91GelJuNhtwLhafD/4b92phXEc3h8CT9Ab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cyOvxQAAANs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B36795" w:rsidRDefault="00B36795" w:rsidP="00B3679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>
                  <v:textbox>
                    <w:txbxContent>
                      <w:p w:rsidR="00B36795" w:rsidRDefault="00B36795" w:rsidP="00B3679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4PvsYA&#10;AADbAAAADwAAAGRycy9kb3ducmV2LnhtbESPT2vCQBTE7wW/w/IKvdVNUyoSXaX+KRTUg9pDj8/s&#10;a7Ik+zZktxr99K4geBxm5jfMeNrZWhyp9caxgrd+AoI4d9pwoeBn//U6BOEDssbaMSk4k4fppPc0&#10;xky7E2/puAuFiBD2GSooQ2gyKX1ekkXfdw1x9P5cazFE2RZSt3iKcFvLNEkG0qLhuFBiQ/OS8mr3&#10;bxX8rgZmuDWUHtaX2VKvP6rZZlEp9fLcfY5ABOrCI3xvf2sF6TvcvsQfIC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G4PvsYAAADb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B36795" w:rsidRDefault="00B36795" w:rsidP="00B3679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br7sQA&#10;AADbAAAADwAAAGRycy9kb3ducmV2LnhtbESPQWsCMRSE74L/IbxCbzVbKUW2ZhdRSnvxoLX0+ti8&#10;btbdvGyTqKu/vhEEj8PMfMPMy8F24kg+NI4VPE8yEMSV0w3XCnZf708zECEia+wck4IzBSiL8WiO&#10;uXYn3tBxG2uRIBxyVGBi7HMpQ2XIYpi4njh5v85bjEn6WmqPpwS3nZxm2au02HBaMNjT0lDVbg9W&#10;gV/8rNoLH77b7LI+h4/98DdDo9Tjw7B4AxFpiPfwrf2pFUxf4Pol/QBZ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0W6+7EAAAA2w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B36795" w:rsidRDefault="00B36795" w:rsidP="00B3679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QEncQA&#10;AADbAAAADwAAAGRycy9kb3ducmV2LnhtbESP3WrCQBSE74W+w3IEb6RuGrC2qauUQkFQCv48wGn2&#10;NAnung3ZU40+vVsoeDnMzDfMfNl7p07UxSawgadJBoq4DLbhysBh//n4AioKskUXmAxcKMJy8TCY&#10;Y2HDmbd02kmlEoRjgQZqkbbQOpY1eYyT0BIn7yd0HiXJrtK2w3OCe6fzLHvWHhtOCzW29FFTedz9&#10;egMu/3av61ncyOWgN9nVy3b8ZY0ZDfv3N1BCvdzD/+2VNZBP4e9L+gF6c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WUBJ3EAAAA2w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B36795" w:rsidRDefault="00B36795" w:rsidP="00B3679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vIkMMA&#10;AADbAAAADwAAAGRycy9kb3ducmV2LnhtbESPQWsCMRSE74X+h/AK3mq2e5CyGkUrwl566Kp4fW6e&#10;m8XkZdmkuvbXN4LgcZiZb5jZYnBWXKgPrWcFH+MMBHHtdcuNgt128/4JIkRkjdYzKbhRgMX89WWG&#10;hfZX/qFLFRuRIBwKVGBi7AopQ23IYRj7jjh5J987jEn2jdQ9XhPcWZln2UQ6bDktGOzoy1B9rn6d&#10;gnXV2XxXmlU47L+PR1v+beiwVmr0NiynICIN8Rl+tEutIJ/A/Uv6AXL+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gvIkMMAAADbAAAADwAAAAAAAAAAAAAAAACYAgAAZHJzL2Rv&#10;d25yZXYueG1sUEsFBgAAAAAEAAQA9QAAAIg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B36795" w:rsidRDefault="00B36795" w:rsidP="00B3679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/OccEA&#10;AADbAAAADwAAAGRycy9kb3ducmV2LnhtbESPQYvCMBSE78L+h/AWvGmyHnSpRpFlBcGTrj14eyTP&#10;ttq8lCZr6783guBxmJlvmMWqd7W4URsqzxq+xgoEsfG24kLD8W8z+gYRIrLF2jNpuFOA1fJjsMDM&#10;+o73dDvEQiQIhww1lDE2mZTBlOQwjH1DnLyzbx3GJNtC2ha7BHe1nCg1lQ4rTgslNvRTkrke/p2G&#10;y0buvFFo8mPebe3s9DulWmk9/OzXcxCR+vgOv9pbq2Eyg+eX9APk8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kPznHBAAAA2w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B36795" w:rsidRDefault="00B36795" w:rsidP="00B3679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6iPe8IA&#10;AADbAAAADwAAAGRycy9kb3ducmV2LnhtbERPz2vCMBS+C/sfwhvsZlM7GNI1ig4GY8ODVsaOb82z&#10;LW1eSpLW7r83h4HHj+93sZ1NLyZyvrWsYJWkIIgrq1uuFZzL9+UahA/IGnvLpOCPPGw3D4sCc22v&#10;fKTpFGoRQ9jnqKAJYcil9FVDBn1iB+LIXawzGCJ0tdQOrzHc9DJL0xdpsOXY0OBAbw1V3Wk0Cn7G&#10;L74cnj93bh++7Vz6Lvtdd0o9Pc67VxCB5nAX/7s/tIIsjo1f4g+Qm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qI97wgAAANsAAAAPAAAAAAAAAAAAAAAAAJgCAABkcnMvZG93&#10;bnJldi54bWxQSwUGAAAAAAQABAD1AAAAhw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B36795" w:rsidRDefault="00B36795" w:rsidP="00B3679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>
                  <v:textbox>
                    <w:txbxContent>
                      <w:p w:rsidR="00B36795" w:rsidRDefault="00B36795" w:rsidP="00B3679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u7uu8AA&#10;AADbAAAADwAAAGRycy9kb3ducmV2LnhtbERPz2vCMBS+C/sfwhvspqkTxqhGKcLY2Kk6xeuzeTbF&#10;5qUkWez+++UgePz4fq82o+1FIh86xwrmswIEceN0x62Cw8/H9B1EiMgae8ek4I8CbNZPkxWW2t14&#10;R2kfW5FDOJSowMQ4lFKGxpDFMHMDceYuzluMGfpWao+3HG57+VoUb9Jix7nB4EBbQ811/2sVpPO2&#10;rhbplMzu21etd/Xn8Vwr9fI8VksQkcb4EN/dX1rBIq/PX/IPkO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u7uu8AAAADbAAAADwAAAAAAAAAAAAAAAACYAgAAZHJzL2Rvd25y&#10;ZXYueG1sUEsFBgAAAAAEAAQA9QAAAIU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B36795" w:rsidRDefault="00B36795" w:rsidP="00B3679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zD9r8QA&#10;AADbAAAADwAAAGRycy9kb3ducmV2LnhtbESPQWvCQBSE74X+h+UVvOkmCmKjqxSxpXqpjYI9PrKv&#10;2dDs25Ddxuiv7wpCj8PMfMMsVr2tRUetrxwrSEcJCOLC6YpLBcfD63AGwgdkjbVjUnAhD6vl48MC&#10;M+3O/EldHkoRIewzVGBCaDIpfWHIoh+5hjh63661GKJsS6lbPEe4reU4SabSYsVxwWBDa0PFT/5r&#10;Ffh0vTnt7PW5+3oz/JFvzXRfGqUGT/3LHESgPvyH7+13rWCSwu1L/AFy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8w/a/EAAAA2wAAAA8AAAAAAAAAAAAAAAAAmAIAAGRycy9k&#10;b3ducmV2LnhtbFBLBQYAAAAABAAEAPUAAACJ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B36795" w:rsidRDefault="00B36795" w:rsidP="00B3679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B36795" w:rsidRDefault="00B36795" w:rsidP="00B3679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36795" w:rsidRDefault="00B36795" w:rsidP="00B3679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36795" w:rsidRDefault="00B36795" w:rsidP="00B36795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36795" w:rsidRDefault="00B36795" w:rsidP="00B3679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B36795" w:rsidRDefault="00B36795" w:rsidP="00B36795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B36795" w:rsidRDefault="00B36795" w:rsidP="00B3679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B36795" w:rsidRDefault="00B36795" w:rsidP="00B3679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B36795" w:rsidRDefault="00B36795" w:rsidP="00B3679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36795" w:rsidRDefault="00B36795" w:rsidP="00B3679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B36795" w:rsidRDefault="00B36795" w:rsidP="00B3679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36795" w:rsidRDefault="00B36795" w:rsidP="00B3679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ІХ 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B36795" w:rsidRDefault="00B36795" w:rsidP="00B36795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B36795" w:rsidRPr="00D74EEC" w:rsidRDefault="00B36795" w:rsidP="00B36795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val="ru-RU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25.03.2021 року                                            Крупець                                                       №80</w:t>
      </w:r>
    </w:p>
    <w:p w:rsidR="00B36795" w:rsidRPr="00B36795" w:rsidRDefault="00B36795" w:rsidP="00B36795">
      <w:pPr>
        <w:pStyle w:val="24"/>
        <w:shd w:val="clear" w:color="auto" w:fill="auto"/>
        <w:spacing w:before="0" w:line="276" w:lineRule="auto"/>
        <w:ind w:right="40"/>
        <w:rPr>
          <w:rFonts w:ascii="Times New Roman" w:hAnsi="Times New Roman" w:cs="Times New Roman"/>
          <w:spacing w:val="0"/>
          <w:sz w:val="24"/>
          <w:szCs w:val="24"/>
          <w:lang w:val="ru-RU"/>
        </w:rPr>
      </w:pPr>
    </w:p>
    <w:p w:rsidR="00B36795" w:rsidRPr="00B36795" w:rsidRDefault="00B36795" w:rsidP="00B36795">
      <w:pPr>
        <w:pStyle w:val="24"/>
        <w:shd w:val="clear" w:color="auto" w:fill="auto"/>
        <w:spacing w:before="0" w:line="276" w:lineRule="auto"/>
        <w:ind w:right="40"/>
        <w:rPr>
          <w:rFonts w:ascii="Times New Roman" w:hAnsi="Times New Roman" w:cs="Times New Roman"/>
          <w:b/>
          <w:spacing w:val="0"/>
          <w:sz w:val="24"/>
          <w:szCs w:val="24"/>
          <w:lang w:val="ru-RU"/>
        </w:rPr>
      </w:pPr>
      <w:r w:rsidRPr="00B36795">
        <w:rPr>
          <w:rFonts w:ascii="Times New Roman" w:hAnsi="Times New Roman" w:cs="Times New Roman"/>
          <w:b/>
          <w:spacing w:val="0"/>
          <w:sz w:val="24"/>
          <w:szCs w:val="24"/>
          <w:lang w:val="ru-RU"/>
        </w:rPr>
        <w:t xml:space="preserve">Про звернення до Департаменту інформаційної </w:t>
      </w:r>
    </w:p>
    <w:p w:rsidR="00B36795" w:rsidRPr="00B36795" w:rsidRDefault="00B36795" w:rsidP="00B36795">
      <w:pPr>
        <w:pStyle w:val="24"/>
        <w:shd w:val="clear" w:color="auto" w:fill="auto"/>
        <w:spacing w:before="0" w:line="276" w:lineRule="auto"/>
        <w:ind w:right="40"/>
        <w:rPr>
          <w:rFonts w:ascii="Times New Roman" w:hAnsi="Times New Roman" w:cs="Times New Roman"/>
          <w:b/>
          <w:spacing w:val="0"/>
          <w:sz w:val="24"/>
          <w:szCs w:val="24"/>
          <w:lang w:val="ru-RU"/>
        </w:rPr>
      </w:pPr>
      <w:r w:rsidRPr="00B36795">
        <w:rPr>
          <w:rFonts w:ascii="Times New Roman" w:hAnsi="Times New Roman" w:cs="Times New Roman"/>
          <w:b/>
          <w:spacing w:val="0"/>
          <w:sz w:val="24"/>
          <w:szCs w:val="24"/>
          <w:lang w:val="ru-RU"/>
        </w:rPr>
        <w:t>діяльності , культури , національностей та</w:t>
      </w:r>
    </w:p>
    <w:p w:rsidR="00B36795" w:rsidRPr="00B36795" w:rsidRDefault="00B36795" w:rsidP="00B36795">
      <w:pPr>
        <w:pStyle w:val="24"/>
        <w:shd w:val="clear" w:color="auto" w:fill="auto"/>
        <w:spacing w:before="0" w:line="276" w:lineRule="auto"/>
        <w:ind w:right="40"/>
        <w:rPr>
          <w:rFonts w:ascii="Times New Roman" w:hAnsi="Times New Roman" w:cs="Times New Roman"/>
          <w:b/>
          <w:spacing w:val="0"/>
          <w:sz w:val="24"/>
          <w:szCs w:val="24"/>
          <w:lang w:val="ru-RU"/>
        </w:rPr>
      </w:pPr>
      <w:r w:rsidRPr="00B36795">
        <w:rPr>
          <w:rFonts w:ascii="Times New Roman" w:hAnsi="Times New Roman" w:cs="Times New Roman"/>
          <w:b/>
          <w:spacing w:val="0"/>
          <w:sz w:val="24"/>
          <w:szCs w:val="24"/>
          <w:lang w:val="ru-RU"/>
        </w:rPr>
        <w:t xml:space="preserve"> релігій щодо об’єкту культурної спадщини будівлі  </w:t>
      </w:r>
    </w:p>
    <w:p w:rsidR="00B36795" w:rsidRPr="00B36795" w:rsidRDefault="00B36795" w:rsidP="00B36795">
      <w:pPr>
        <w:pStyle w:val="24"/>
        <w:shd w:val="clear" w:color="auto" w:fill="auto"/>
        <w:spacing w:before="0" w:line="276" w:lineRule="auto"/>
        <w:ind w:right="40"/>
        <w:rPr>
          <w:rFonts w:ascii="Times New Roman" w:hAnsi="Times New Roman" w:cs="Times New Roman"/>
          <w:b/>
          <w:spacing w:val="0"/>
          <w:sz w:val="24"/>
          <w:szCs w:val="24"/>
          <w:lang w:val="ru-RU"/>
        </w:rPr>
      </w:pPr>
      <w:r w:rsidRPr="00B36795">
        <w:rPr>
          <w:rFonts w:ascii="Times New Roman" w:hAnsi="Times New Roman" w:cs="Times New Roman"/>
          <w:b/>
          <w:spacing w:val="0"/>
          <w:sz w:val="24"/>
          <w:szCs w:val="24"/>
          <w:lang w:val="ru-RU"/>
        </w:rPr>
        <w:t>палацу князів Четвертинських</w:t>
      </w:r>
    </w:p>
    <w:p w:rsidR="00B36795" w:rsidRDefault="00B36795" w:rsidP="00B36795">
      <w:pPr>
        <w:spacing w:after="0"/>
      </w:pPr>
    </w:p>
    <w:p w:rsidR="00B36795" w:rsidRPr="00EC02A0" w:rsidRDefault="00B36795" w:rsidP="00B3679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EC02A0">
        <w:rPr>
          <w:rFonts w:ascii="Times New Roman" w:hAnsi="Times New Roman" w:cs="Times New Roman"/>
          <w:sz w:val="24"/>
          <w:szCs w:val="24"/>
        </w:rPr>
        <w:t xml:space="preserve"> Відповідно до статей 3,140 Конституції України , статтей 10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C02A0">
        <w:rPr>
          <w:rFonts w:ascii="Times New Roman" w:hAnsi="Times New Roman" w:cs="Times New Roman"/>
          <w:sz w:val="24"/>
          <w:szCs w:val="24"/>
        </w:rPr>
        <w:t xml:space="preserve">та 25 Закону України «Про місцеве самоврядування в Україні» , сільська рада </w:t>
      </w:r>
    </w:p>
    <w:p w:rsidR="00B36795" w:rsidRPr="00EC02A0" w:rsidRDefault="00B36795" w:rsidP="00B3679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C02A0">
        <w:rPr>
          <w:rFonts w:ascii="Times New Roman" w:hAnsi="Times New Roman" w:cs="Times New Roman"/>
          <w:sz w:val="24"/>
          <w:szCs w:val="24"/>
        </w:rPr>
        <w:t>ВИРІШИЛА:</w:t>
      </w:r>
    </w:p>
    <w:p w:rsidR="00B36795" w:rsidRPr="00B36795" w:rsidRDefault="00B36795" w:rsidP="00B36795">
      <w:pPr>
        <w:pStyle w:val="24"/>
        <w:shd w:val="clear" w:color="auto" w:fill="auto"/>
        <w:spacing w:before="0" w:line="276" w:lineRule="auto"/>
        <w:ind w:right="40"/>
        <w:rPr>
          <w:rFonts w:ascii="Times New Roman" w:hAnsi="Times New Roman" w:cs="Times New Roman"/>
          <w:spacing w:val="0"/>
          <w:sz w:val="24"/>
          <w:szCs w:val="24"/>
          <w:lang w:val="ru-RU"/>
        </w:rPr>
      </w:pPr>
      <w:r w:rsidRPr="00B36795">
        <w:rPr>
          <w:rFonts w:ascii="Times New Roman" w:hAnsi="Times New Roman" w:cs="Times New Roman"/>
          <w:sz w:val="24"/>
          <w:szCs w:val="24"/>
          <w:lang w:val="ru-RU"/>
        </w:rPr>
        <w:t xml:space="preserve">            1.Звернутися до  </w:t>
      </w:r>
      <w:r w:rsidRPr="00B36795">
        <w:rPr>
          <w:rFonts w:ascii="Times New Roman" w:hAnsi="Times New Roman" w:cs="Times New Roman"/>
          <w:spacing w:val="0"/>
          <w:sz w:val="24"/>
          <w:szCs w:val="24"/>
          <w:lang w:val="ru-RU"/>
        </w:rPr>
        <w:t>Департаменту інформаційної діяльності , культури , національностей та  релігій щодо об’єкту культурної спадщини будівлі  палацу князів Четвертинських.</w:t>
      </w:r>
    </w:p>
    <w:p w:rsidR="00B36795" w:rsidRPr="00EC02A0" w:rsidRDefault="00B36795" w:rsidP="00B36795">
      <w:pPr>
        <w:pStyle w:val="24"/>
        <w:shd w:val="clear" w:color="auto" w:fill="auto"/>
        <w:spacing w:before="0" w:line="276" w:lineRule="auto"/>
        <w:ind w:right="40"/>
        <w:rPr>
          <w:rFonts w:ascii="Times New Roman" w:hAnsi="Times New Roman" w:cs="Times New Roman"/>
          <w:spacing w:val="0"/>
          <w:sz w:val="24"/>
          <w:szCs w:val="24"/>
        </w:rPr>
      </w:pPr>
      <w:r w:rsidRPr="00B36795">
        <w:rPr>
          <w:rFonts w:ascii="Times New Roman" w:hAnsi="Times New Roman" w:cs="Times New Roman"/>
          <w:spacing w:val="0"/>
          <w:sz w:val="24"/>
          <w:szCs w:val="24"/>
          <w:lang w:val="ru-RU"/>
        </w:rPr>
        <w:t xml:space="preserve">              </w:t>
      </w:r>
      <w:r w:rsidRPr="00EC02A0">
        <w:rPr>
          <w:rFonts w:ascii="Times New Roman" w:hAnsi="Times New Roman" w:cs="Times New Roman"/>
          <w:spacing w:val="0"/>
          <w:sz w:val="24"/>
          <w:szCs w:val="24"/>
        </w:rPr>
        <w:t>2.Підтримати звернення депутатів Крупецької сільської ради до Департаменту інформаційної  діяльності , культури , національностей та релігій щодо об’єкту культурної спадщини будівлі  палацу князів Четвертинських.</w:t>
      </w:r>
    </w:p>
    <w:p w:rsidR="00B36795" w:rsidRPr="00B36795" w:rsidRDefault="00B36795" w:rsidP="00B36795">
      <w:pPr>
        <w:pStyle w:val="24"/>
        <w:shd w:val="clear" w:color="auto" w:fill="auto"/>
        <w:spacing w:before="0" w:line="276" w:lineRule="auto"/>
        <w:ind w:right="40"/>
        <w:rPr>
          <w:rFonts w:ascii="Times New Roman" w:hAnsi="Times New Roman" w:cs="Times New Roman"/>
          <w:spacing w:val="0"/>
          <w:sz w:val="24"/>
          <w:szCs w:val="24"/>
          <w:lang w:val="ru-RU"/>
        </w:rPr>
      </w:pPr>
      <w:r w:rsidRPr="00EC02A0">
        <w:rPr>
          <w:rFonts w:ascii="Times New Roman" w:hAnsi="Times New Roman" w:cs="Times New Roman"/>
          <w:spacing w:val="0"/>
          <w:sz w:val="24"/>
          <w:szCs w:val="24"/>
        </w:rPr>
        <w:t xml:space="preserve">             </w:t>
      </w:r>
      <w:r w:rsidRPr="00B36795">
        <w:rPr>
          <w:rFonts w:ascii="Times New Roman" w:hAnsi="Times New Roman" w:cs="Times New Roman"/>
          <w:spacing w:val="0"/>
          <w:sz w:val="24"/>
          <w:szCs w:val="24"/>
          <w:lang w:val="ru-RU"/>
        </w:rPr>
        <w:t>3.Сільському голові Валерію Михалюку забезпечити направлення цього звернення адресатам.</w:t>
      </w:r>
    </w:p>
    <w:p w:rsidR="00B36795" w:rsidRPr="00B36795" w:rsidRDefault="00B36795" w:rsidP="00B36795">
      <w:pPr>
        <w:pStyle w:val="24"/>
        <w:shd w:val="clear" w:color="auto" w:fill="auto"/>
        <w:spacing w:before="0" w:line="276" w:lineRule="auto"/>
        <w:ind w:right="40"/>
        <w:rPr>
          <w:rFonts w:ascii="Times New Roman" w:hAnsi="Times New Roman" w:cs="Times New Roman"/>
          <w:spacing w:val="0"/>
          <w:sz w:val="24"/>
          <w:szCs w:val="24"/>
          <w:lang w:val="ru-RU"/>
        </w:rPr>
      </w:pPr>
      <w:r w:rsidRPr="00B36795">
        <w:rPr>
          <w:rFonts w:ascii="Times New Roman" w:hAnsi="Times New Roman" w:cs="Times New Roman"/>
          <w:spacing w:val="0"/>
          <w:sz w:val="24"/>
          <w:szCs w:val="24"/>
          <w:lang w:val="ru-RU"/>
        </w:rPr>
        <w:t xml:space="preserve">             4. Контроль за виконанням даного рішення покласти на постійну комісію з питань прав людини , законності , депутатської діяльності , етики та регламенту ( Л.І.Кравчук).</w:t>
      </w:r>
    </w:p>
    <w:p w:rsidR="00B36795" w:rsidRPr="00B36795" w:rsidRDefault="00B36795" w:rsidP="00B36795">
      <w:pPr>
        <w:pStyle w:val="24"/>
        <w:shd w:val="clear" w:color="auto" w:fill="auto"/>
        <w:spacing w:before="0" w:line="276" w:lineRule="auto"/>
        <w:ind w:right="40"/>
        <w:rPr>
          <w:rFonts w:ascii="Times New Roman" w:hAnsi="Times New Roman" w:cs="Times New Roman"/>
          <w:spacing w:val="0"/>
          <w:sz w:val="24"/>
          <w:szCs w:val="24"/>
          <w:lang w:val="ru-RU"/>
        </w:rPr>
      </w:pPr>
    </w:p>
    <w:p w:rsidR="00B36795" w:rsidRPr="00B36795" w:rsidRDefault="00B36795" w:rsidP="00B36795">
      <w:pPr>
        <w:pStyle w:val="24"/>
        <w:shd w:val="clear" w:color="auto" w:fill="auto"/>
        <w:spacing w:before="0" w:line="276" w:lineRule="auto"/>
        <w:ind w:right="40"/>
        <w:rPr>
          <w:rFonts w:ascii="Times New Roman" w:hAnsi="Times New Roman" w:cs="Times New Roman"/>
          <w:spacing w:val="0"/>
          <w:sz w:val="24"/>
          <w:szCs w:val="24"/>
          <w:lang w:val="ru-RU"/>
        </w:rPr>
      </w:pPr>
    </w:p>
    <w:p w:rsidR="00B36795" w:rsidRPr="00B36795" w:rsidRDefault="00B36795" w:rsidP="00B36795">
      <w:pPr>
        <w:pStyle w:val="24"/>
        <w:shd w:val="clear" w:color="auto" w:fill="auto"/>
        <w:spacing w:before="0" w:line="276" w:lineRule="auto"/>
        <w:ind w:right="40"/>
        <w:rPr>
          <w:rFonts w:ascii="Times New Roman" w:hAnsi="Times New Roman" w:cs="Times New Roman"/>
          <w:spacing w:val="0"/>
          <w:sz w:val="24"/>
          <w:szCs w:val="24"/>
          <w:lang w:val="ru-RU"/>
        </w:rPr>
      </w:pPr>
    </w:p>
    <w:p w:rsidR="00B36795" w:rsidRPr="00B36795" w:rsidRDefault="00B36795" w:rsidP="00B36795">
      <w:pPr>
        <w:pStyle w:val="24"/>
        <w:shd w:val="clear" w:color="auto" w:fill="auto"/>
        <w:spacing w:before="0" w:line="276" w:lineRule="auto"/>
        <w:ind w:right="40"/>
        <w:rPr>
          <w:rFonts w:ascii="Times New Roman" w:hAnsi="Times New Roman" w:cs="Times New Roman"/>
          <w:spacing w:val="0"/>
          <w:sz w:val="24"/>
          <w:szCs w:val="24"/>
          <w:lang w:val="ru-RU"/>
        </w:rPr>
      </w:pPr>
    </w:p>
    <w:p w:rsidR="00B36795" w:rsidRPr="00B36795" w:rsidRDefault="00B36795" w:rsidP="00B36795">
      <w:pPr>
        <w:pStyle w:val="24"/>
        <w:shd w:val="clear" w:color="auto" w:fill="auto"/>
        <w:spacing w:before="0" w:line="276" w:lineRule="auto"/>
        <w:ind w:right="40"/>
        <w:rPr>
          <w:rFonts w:ascii="Times New Roman" w:hAnsi="Times New Roman" w:cs="Times New Roman"/>
          <w:spacing w:val="0"/>
          <w:sz w:val="24"/>
          <w:szCs w:val="24"/>
          <w:lang w:val="ru-RU"/>
        </w:rPr>
      </w:pPr>
    </w:p>
    <w:p w:rsidR="00B36795" w:rsidRPr="00B36795" w:rsidRDefault="00B36795" w:rsidP="00B36795">
      <w:pPr>
        <w:pStyle w:val="24"/>
        <w:shd w:val="clear" w:color="auto" w:fill="auto"/>
        <w:spacing w:before="0" w:line="276" w:lineRule="auto"/>
        <w:ind w:right="40"/>
        <w:rPr>
          <w:rFonts w:ascii="Times New Roman" w:hAnsi="Times New Roman" w:cs="Times New Roman"/>
          <w:spacing w:val="0"/>
          <w:sz w:val="24"/>
          <w:szCs w:val="24"/>
          <w:lang w:val="ru-RU"/>
        </w:rPr>
      </w:pPr>
      <w:r w:rsidRPr="00B36795">
        <w:rPr>
          <w:rFonts w:ascii="Times New Roman" w:hAnsi="Times New Roman" w:cs="Times New Roman"/>
          <w:spacing w:val="0"/>
          <w:sz w:val="24"/>
          <w:szCs w:val="24"/>
          <w:lang w:val="ru-RU"/>
        </w:rPr>
        <w:t>Сільський голова                                                                           Валерій МИХАЛЮК</w:t>
      </w:r>
    </w:p>
    <w:p w:rsidR="00B36795" w:rsidRDefault="00B36795">
      <w:pPr>
        <w:rPr>
          <w:rFonts w:ascii="Times New Roman" w:hAnsi="Times New Roman" w:cs="Times New Roman"/>
          <w:sz w:val="24"/>
          <w:szCs w:val="24"/>
          <w:shd w:val="clear" w:color="auto" w:fill="FFFFFF"/>
          <w:lang w:val="ru-RU" w:eastAsia="en-US" w:bidi="en-US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br w:type="page"/>
      </w:r>
    </w:p>
    <w:p w:rsidR="00B36795" w:rsidRPr="00B36795" w:rsidRDefault="00B36795" w:rsidP="00B36795">
      <w:pPr>
        <w:pStyle w:val="24"/>
        <w:shd w:val="clear" w:color="auto" w:fill="auto"/>
        <w:spacing w:before="0" w:line="276" w:lineRule="auto"/>
        <w:ind w:right="40"/>
        <w:rPr>
          <w:rFonts w:ascii="Times New Roman" w:hAnsi="Times New Roman" w:cs="Times New Roman"/>
          <w:spacing w:val="0"/>
          <w:sz w:val="24"/>
          <w:szCs w:val="24"/>
          <w:lang w:val="ru-RU"/>
        </w:rPr>
      </w:pPr>
      <w:bookmarkStart w:id="0" w:name="_GoBack"/>
      <w:bookmarkEnd w:id="0"/>
    </w:p>
    <w:p w:rsidR="00B36795" w:rsidRPr="00B36795" w:rsidRDefault="00B36795" w:rsidP="00B36795">
      <w:pPr>
        <w:pStyle w:val="24"/>
        <w:shd w:val="clear" w:color="auto" w:fill="auto"/>
        <w:spacing w:before="0" w:line="276" w:lineRule="auto"/>
        <w:ind w:right="40"/>
        <w:jc w:val="center"/>
        <w:rPr>
          <w:rFonts w:ascii="Times New Roman" w:hAnsi="Times New Roman" w:cs="Times New Roman"/>
          <w:b/>
          <w:spacing w:val="0"/>
          <w:sz w:val="24"/>
          <w:szCs w:val="24"/>
          <w:lang w:val="ru-RU"/>
        </w:rPr>
      </w:pPr>
      <w:r w:rsidRPr="00B36795">
        <w:rPr>
          <w:rFonts w:ascii="Times New Roman" w:hAnsi="Times New Roman" w:cs="Times New Roman"/>
          <w:b/>
          <w:spacing w:val="0"/>
          <w:sz w:val="24"/>
          <w:szCs w:val="24"/>
          <w:lang w:val="ru-RU"/>
        </w:rPr>
        <w:t>Звернення</w:t>
      </w:r>
    </w:p>
    <w:p w:rsidR="00B36795" w:rsidRPr="00B36795" w:rsidRDefault="00B36795" w:rsidP="00B36795">
      <w:pPr>
        <w:pStyle w:val="24"/>
        <w:shd w:val="clear" w:color="auto" w:fill="auto"/>
        <w:spacing w:before="0" w:line="276" w:lineRule="auto"/>
        <w:ind w:right="40"/>
        <w:jc w:val="center"/>
        <w:rPr>
          <w:rFonts w:ascii="Times New Roman" w:hAnsi="Times New Roman" w:cs="Times New Roman"/>
          <w:b/>
          <w:spacing w:val="0"/>
          <w:sz w:val="24"/>
          <w:szCs w:val="24"/>
          <w:lang w:val="ru-RU"/>
        </w:rPr>
      </w:pPr>
      <w:r w:rsidRPr="00B36795">
        <w:rPr>
          <w:rFonts w:ascii="Times New Roman" w:hAnsi="Times New Roman" w:cs="Times New Roman"/>
          <w:b/>
          <w:spacing w:val="0"/>
          <w:sz w:val="24"/>
          <w:szCs w:val="24"/>
          <w:lang w:val="ru-RU"/>
        </w:rPr>
        <w:t>депутатів Крупецької сільської ради до Департаменту інформаційної  діяльності , культури , національностей та релігій щодо об’єкту культурної спадщини будівлі  палацу князів Четвертинських</w:t>
      </w:r>
    </w:p>
    <w:p w:rsidR="00B36795" w:rsidRPr="00B36795" w:rsidRDefault="00B36795" w:rsidP="00B36795">
      <w:pPr>
        <w:pStyle w:val="24"/>
        <w:shd w:val="clear" w:color="auto" w:fill="auto"/>
        <w:spacing w:before="0" w:line="276" w:lineRule="auto"/>
        <w:ind w:right="40"/>
        <w:rPr>
          <w:rFonts w:ascii="Times New Roman" w:hAnsi="Times New Roman" w:cs="Times New Roman"/>
          <w:spacing w:val="0"/>
          <w:sz w:val="24"/>
          <w:szCs w:val="24"/>
          <w:lang w:val="ru-RU"/>
        </w:rPr>
      </w:pPr>
      <w:r w:rsidRPr="00B36795">
        <w:rPr>
          <w:rFonts w:ascii="Times New Roman" w:hAnsi="Times New Roman" w:cs="Times New Roman"/>
          <w:spacing w:val="0"/>
          <w:sz w:val="24"/>
          <w:szCs w:val="24"/>
          <w:lang w:val="ru-RU"/>
        </w:rPr>
        <w:t xml:space="preserve">       </w:t>
      </w:r>
    </w:p>
    <w:p w:rsidR="00B36795" w:rsidRPr="00B36795" w:rsidRDefault="00B36795" w:rsidP="00B36795">
      <w:pPr>
        <w:pStyle w:val="24"/>
        <w:shd w:val="clear" w:color="auto" w:fill="auto"/>
        <w:spacing w:before="0" w:line="276" w:lineRule="auto"/>
        <w:ind w:right="40"/>
        <w:rPr>
          <w:rFonts w:ascii="Times New Roman" w:hAnsi="Times New Roman" w:cs="Times New Roman"/>
          <w:spacing w:val="0"/>
          <w:sz w:val="24"/>
          <w:szCs w:val="24"/>
          <w:lang w:val="ru-RU"/>
        </w:rPr>
      </w:pPr>
      <w:r w:rsidRPr="00B36795">
        <w:rPr>
          <w:rFonts w:ascii="Times New Roman" w:hAnsi="Times New Roman" w:cs="Times New Roman"/>
          <w:spacing w:val="0"/>
          <w:sz w:val="24"/>
          <w:szCs w:val="24"/>
          <w:lang w:val="ru-RU"/>
        </w:rPr>
        <w:t xml:space="preserve">               </w:t>
      </w:r>
      <w:r>
        <w:rPr>
          <w:rFonts w:ascii="Times New Roman" w:hAnsi="Times New Roman" w:cs="Times New Roman"/>
          <w:spacing w:val="0"/>
          <w:sz w:val="24"/>
          <w:szCs w:val="24"/>
        </w:rPr>
        <w:t xml:space="preserve">На території Крупецької сільської ради Славутського району , Хмельницької області в селі Стригани по вул.Ганни Охман , 1 розташована будівля палацу князів Четвертинських , яка з 2013 року ( згідно листа Хмельницької ОДА вих..№99/22-41-5116/2018 ві 01.11.2018р.) занесена до Переліку щойно виявлених об’єктів культурної спадщини за видом «архітектура». </w:t>
      </w:r>
      <w:r w:rsidRPr="00B36795">
        <w:rPr>
          <w:rFonts w:ascii="Times New Roman" w:hAnsi="Times New Roman" w:cs="Times New Roman"/>
          <w:spacing w:val="0"/>
          <w:sz w:val="24"/>
          <w:szCs w:val="24"/>
          <w:lang w:val="ru-RU"/>
        </w:rPr>
        <w:t>На даний час  палац перебуває у приватній власності , проте з  кожним роком зазнає все більших пошкоджень , що в подальшому може привести до повної руйнації палацу. Відомо також , що охоронного договору на об’єкт культурної спадщини з власником будівлі досі не укладено.</w:t>
      </w:r>
    </w:p>
    <w:p w:rsidR="00B36795" w:rsidRPr="00B36795" w:rsidRDefault="00B36795" w:rsidP="00B36795">
      <w:pPr>
        <w:pStyle w:val="24"/>
        <w:shd w:val="clear" w:color="auto" w:fill="auto"/>
        <w:spacing w:before="0" w:line="276" w:lineRule="auto"/>
        <w:ind w:right="40"/>
        <w:rPr>
          <w:rFonts w:ascii="Times New Roman" w:hAnsi="Times New Roman" w:cs="Times New Roman"/>
          <w:spacing w:val="0"/>
          <w:sz w:val="24"/>
          <w:szCs w:val="24"/>
          <w:lang w:val="ru-RU"/>
        </w:rPr>
      </w:pPr>
      <w:r w:rsidRPr="00B36795">
        <w:rPr>
          <w:rFonts w:ascii="Times New Roman" w:hAnsi="Times New Roman" w:cs="Times New Roman"/>
          <w:spacing w:val="0"/>
          <w:sz w:val="24"/>
          <w:szCs w:val="24"/>
          <w:lang w:val="ru-RU"/>
        </w:rPr>
        <w:t xml:space="preserve">            Враховуючи викладене та з метою збереження , використання об’єктів культурної спадщини у суспільному житті , захисту  традиційного характеру середовища в інтересах нинішнього і майбутніх поколінь , просимо провести перевірку наявних фактів та вжити усіх заходів для забезпечення збереження пам’ятки культурної спадщини, в тому числі:</w:t>
      </w:r>
    </w:p>
    <w:p w:rsidR="00B36795" w:rsidRPr="00B36795" w:rsidRDefault="00B36795" w:rsidP="00B36795">
      <w:pPr>
        <w:pStyle w:val="24"/>
        <w:numPr>
          <w:ilvl w:val="0"/>
          <w:numId w:val="1"/>
        </w:numPr>
        <w:shd w:val="clear" w:color="auto" w:fill="auto"/>
        <w:spacing w:before="0" w:line="276" w:lineRule="auto"/>
        <w:ind w:right="40"/>
        <w:rPr>
          <w:rFonts w:ascii="Times New Roman" w:hAnsi="Times New Roman" w:cs="Times New Roman"/>
          <w:spacing w:val="0"/>
          <w:sz w:val="24"/>
          <w:szCs w:val="24"/>
          <w:lang w:val="ru-RU"/>
        </w:rPr>
      </w:pPr>
      <w:r w:rsidRPr="00B36795">
        <w:rPr>
          <w:rFonts w:ascii="Times New Roman" w:hAnsi="Times New Roman" w:cs="Times New Roman"/>
          <w:spacing w:val="0"/>
          <w:sz w:val="24"/>
          <w:szCs w:val="24"/>
          <w:lang w:val="ru-RU"/>
        </w:rPr>
        <w:t xml:space="preserve">укласти охоронний договір на об’єкт культурної спадщини з власником будівлі; </w:t>
      </w:r>
    </w:p>
    <w:p w:rsidR="00B36795" w:rsidRPr="00B36795" w:rsidRDefault="00B36795" w:rsidP="00B36795">
      <w:pPr>
        <w:pStyle w:val="24"/>
        <w:numPr>
          <w:ilvl w:val="0"/>
          <w:numId w:val="1"/>
        </w:numPr>
        <w:shd w:val="clear" w:color="auto" w:fill="auto"/>
        <w:spacing w:before="0" w:line="276" w:lineRule="auto"/>
        <w:ind w:right="40"/>
        <w:rPr>
          <w:rFonts w:ascii="Times New Roman" w:hAnsi="Times New Roman" w:cs="Times New Roman"/>
          <w:spacing w:val="0"/>
          <w:sz w:val="24"/>
          <w:szCs w:val="24"/>
          <w:lang w:val="ru-RU"/>
        </w:rPr>
      </w:pPr>
      <w:r w:rsidRPr="00B36795">
        <w:rPr>
          <w:rFonts w:ascii="Times New Roman" w:hAnsi="Times New Roman" w:cs="Times New Roman"/>
          <w:spacing w:val="0"/>
          <w:sz w:val="24"/>
          <w:szCs w:val="24"/>
          <w:lang w:val="ru-RU"/>
        </w:rPr>
        <w:t>занести об’єкт культурної спадщини , будівлю палацу князів Четвертинських , до Державного реєстру нерухомих пам</w:t>
      </w:r>
      <w:r w:rsidRPr="00B36795">
        <w:rPr>
          <w:rFonts w:ascii="Times New Roman" w:hAnsi="Times New Roman" w:cs="Times New Roman"/>
          <w:spacing w:val="0"/>
          <w:sz w:val="24"/>
          <w:szCs w:val="24"/>
          <w:vertAlign w:val="superscript"/>
          <w:lang w:val="ru-RU"/>
        </w:rPr>
        <w:t>,</w:t>
      </w:r>
      <w:r w:rsidRPr="00B36795">
        <w:rPr>
          <w:rFonts w:ascii="Times New Roman" w:hAnsi="Times New Roman" w:cs="Times New Roman"/>
          <w:spacing w:val="0"/>
          <w:sz w:val="24"/>
          <w:szCs w:val="24"/>
          <w:lang w:val="ru-RU"/>
        </w:rPr>
        <w:t>яток України ;</w:t>
      </w:r>
    </w:p>
    <w:p w:rsidR="00B36795" w:rsidRPr="00B36795" w:rsidRDefault="00B36795" w:rsidP="00B36795">
      <w:pPr>
        <w:pStyle w:val="24"/>
        <w:numPr>
          <w:ilvl w:val="0"/>
          <w:numId w:val="1"/>
        </w:numPr>
        <w:shd w:val="clear" w:color="auto" w:fill="auto"/>
        <w:spacing w:before="0" w:line="276" w:lineRule="auto"/>
        <w:ind w:right="40"/>
        <w:rPr>
          <w:rFonts w:ascii="Times New Roman" w:hAnsi="Times New Roman" w:cs="Times New Roman"/>
          <w:spacing w:val="0"/>
          <w:sz w:val="24"/>
          <w:szCs w:val="24"/>
          <w:lang w:val="ru-RU"/>
        </w:rPr>
      </w:pPr>
      <w:r w:rsidRPr="00B36795">
        <w:rPr>
          <w:rFonts w:ascii="Times New Roman" w:hAnsi="Times New Roman" w:cs="Times New Roman"/>
          <w:spacing w:val="0"/>
          <w:sz w:val="24"/>
          <w:szCs w:val="24"/>
          <w:lang w:val="ru-RU"/>
        </w:rPr>
        <w:t>вжити усіх  необхідних заходів задля збереження пам’ятки ( видати розпорядження , припис , притягнути до відповідальності , у разі , коли власник не буде в змозі виконати розпорядження щодо охорони пам’ятки , вжити необхідних заходів самостійно ( повністю або частково) , профінансувавши їх за рахунок спеціальних коштів на фінансування охорони культурної спадщини , тощо.</w:t>
      </w:r>
    </w:p>
    <w:p w:rsidR="00B36795" w:rsidRPr="00B36795" w:rsidRDefault="00B36795" w:rsidP="00B36795">
      <w:pPr>
        <w:pStyle w:val="24"/>
        <w:shd w:val="clear" w:color="auto" w:fill="auto"/>
        <w:spacing w:before="0" w:line="276" w:lineRule="auto"/>
        <w:ind w:left="360" w:right="40"/>
        <w:rPr>
          <w:rFonts w:ascii="Times New Roman" w:hAnsi="Times New Roman" w:cs="Times New Roman"/>
          <w:spacing w:val="0"/>
          <w:sz w:val="24"/>
          <w:szCs w:val="24"/>
          <w:lang w:val="ru-RU"/>
        </w:rPr>
      </w:pPr>
    </w:p>
    <w:p w:rsidR="00B36795" w:rsidRPr="00B36795" w:rsidRDefault="00B36795" w:rsidP="00B36795">
      <w:pPr>
        <w:pStyle w:val="24"/>
        <w:shd w:val="clear" w:color="auto" w:fill="auto"/>
        <w:spacing w:before="0" w:line="276" w:lineRule="auto"/>
        <w:ind w:left="360" w:right="40"/>
        <w:rPr>
          <w:rFonts w:ascii="Times New Roman" w:hAnsi="Times New Roman" w:cs="Times New Roman"/>
          <w:spacing w:val="0"/>
          <w:sz w:val="24"/>
          <w:szCs w:val="24"/>
          <w:lang w:val="ru-RU"/>
        </w:rPr>
      </w:pPr>
    </w:p>
    <w:p w:rsidR="00B36795" w:rsidRPr="00B36795" w:rsidRDefault="00B36795" w:rsidP="00B36795">
      <w:pPr>
        <w:pStyle w:val="24"/>
        <w:shd w:val="clear" w:color="auto" w:fill="auto"/>
        <w:spacing w:before="0" w:line="276" w:lineRule="auto"/>
        <w:ind w:left="360" w:right="40"/>
        <w:rPr>
          <w:rFonts w:ascii="Times New Roman" w:hAnsi="Times New Roman" w:cs="Times New Roman"/>
          <w:spacing w:val="0"/>
          <w:sz w:val="24"/>
          <w:szCs w:val="24"/>
          <w:lang w:val="ru-RU"/>
        </w:rPr>
      </w:pPr>
    </w:p>
    <w:p w:rsidR="00B36795" w:rsidRDefault="00B36795" w:rsidP="00B36795">
      <w:pPr>
        <w:pStyle w:val="24"/>
        <w:shd w:val="clear" w:color="auto" w:fill="auto"/>
        <w:spacing w:before="0" w:line="276" w:lineRule="auto"/>
        <w:ind w:left="360" w:right="40"/>
        <w:rPr>
          <w:rFonts w:ascii="Times New Roman" w:hAnsi="Times New Roman" w:cs="Times New Roman"/>
          <w:spacing w:val="0"/>
          <w:sz w:val="24"/>
          <w:szCs w:val="24"/>
        </w:rPr>
      </w:pPr>
      <w:r>
        <w:rPr>
          <w:rFonts w:ascii="Times New Roman" w:hAnsi="Times New Roman" w:cs="Times New Roman"/>
          <w:spacing w:val="0"/>
          <w:sz w:val="24"/>
          <w:szCs w:val="24"/>
        </w:rPr>
        <w:t>_________________________________________________________________________</w:t>
      </w:r>
    </w:p>
    <w:p w:rsidR="00B36795" w:rsidRDefault="00B36795" w:rsidP="00B36795">
      <w:pPr>
        <w:pStyle w:val="24"/>
        <w:shd w:val="clear" w:color="auto" w:fill="auto"/>
        <w:spacing w:before="0" w:line="276" w:lineRule="auto"/>
        <w:ind w:left="360" w:right="40"/>
        <w:rPr>
          <w:rFonts w:ascii="Times New Roman" w:hAnsi="Times New Roman" w:cs="Times New Roman"/>
          <w:spacing w:val="0"/>
          <w:sz w:val="24"/>
          <w:szCs w:val="24"/>
        </w:rPr>
      </w:pPr>
    </w:p>
    <w:p w:rsidR="00B36795" w:rsidRDefault="00B36795" w:rsidP="00B36795">
      <w:pPr>
        <w:pStyle w:val="24"/>
        <w:shd w:val="clear" w:color="auto" w:fill="auto"/>
        <w:spacing w:before="0" w:line="276" w:lineRule="auto"/>
        <w:ind w:left="360" w:right="40"/>
        <w:rPr>
          <w:rFonts w:ascii="Times New Roman" w:hAnsi="Times New Roman" w:cs="Times New Roman"/>
          <w:spacing w:val="0"/>
          <w:sz w:val="24"/>
          <w:szCs w:val="24"/>
        </w:rPr>
      </w:pPr>
    </w:p>
    <w:p w:rsidR="00B36795" w:rsidRDefault="00B36795" w:rsidP="00B36795">
      <w:pPr>
        <w:pStyle w:val="24"/>
        <w:shd w:val="clear" w:color="auto" w:fill="auto"/>
        <w:spacing w:before="0" w:line="276" w:lineRule="auto"/>
        <w:ind w:left="360" w:right="40"/>
        <w:rPr>
          <w:rFonts w:ascii="Times New Roman" w:hAnsi="Times New Roman" w:cs="Times New Roman"/>
          <w:spacing w:val="0"/>
          <w:sz w:val="24"/>
          <w:szCs w:val="24"/>
        </w:rPr>
      </w:pPr>
    </w:p>
    <w:p w:rsidR="00B36795" w:rsidRPr="00EC02A0" w:rsidRDefault="00B36795" w:rsidP="00B36795">
      <w:pPr>
        <w:pStyle w:val="24"/>
        <w:shd w:val="clear" w:color="auto" w:fill="auto"/>
        <w:spacing w:before="0" w:line="276" w:lineRule="auto"/>
        <w:ind w:left="360" w:right="40"/>
        <w:rPr>
          <w:rFonts w:ascii="Times New Roman" w:hAnsi="Times New Roman" w:cs="Times New Roman"/>
          <w:spacing w:val="0"/>
          <w:sz w:val="24"/>
          <w:szCs w:val="24"/>
        </w:rPr>
      </w:pPr>
      <w:r>
        <w:rPr>
          <w:rFonts w:ascii="Times New Roman" w:hAnsi="Times New Roman" w:cs="Times New Roman"/>
          <w:spacing w:val="0"/>
          <w:sz w:val="24"/>
          <w:szCs w:val="24"/>
        </w:rPr>
        <w:t>Сільський голова                                                                      Валерій МИХАЛЮК</w:t>
      </w:r>
    </w:p>
    <w:p w:rsidR="00CE4FAD" w:rsidRDefault="00CE4FAD"/>
    <w:sectPr w:rsidR="00CE4FAD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2A1644"/>
    <w:multiLevelType w:val="hybridMultilevel"/>
    <w:tmpl w:val="0CAA49DC"/>
    <w:lvl w:ilvl="0" w:tplc="9746D1D8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8"/>
  <w:embedSystemFonts/>
  <w:attachedTemplate r:id="rId1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6795"/>
    <w:rsid w:val="00171A2E"/>
    <w:rsid w:val="00304C90"/>
    <w:rsid w:val="00505B6D"/>
    <w:rsid w:val="006D3977"/>
    <w:rsid w:val="007D6C18"/>
    <w:rsid w:val="00B36795"/>
    <w:rsid w:val="00CE4FAD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link w:val="HTML0"/>
    <w:uiPriority w:val="99"/>
    <w:locked/>
    <w:rsid w:val="00B36795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iPriority w:val="99"/>
    <w:unhideWhenUsed/>
    <w:rsid w:val="00B36795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en-US" w:bidi="en-US"/>
    </w:rPr>
  </w:style>
  <w:style w:type="character" w:customStyle="1" w:styleId="HTML1">
    <w:name w:val="Стандартный HTML Знак1"/>
    <w:basedOn w:val="a0"/>
    <w:uiPriority w:val="99"/>
    <w:semiHidden/>
    <w:rsid w:val="00B36795"/>
    <w:rPr>
      <w:rFonts w:ascii="Consolas" w:hAnsi="Consolas"/>
      <w:sz w:val="20"/>
      <w:szCs w:val="20"/>
      <w:lang w:val="uk-UA" w:eastAsia="uk-UA" w:bidi="ar-SA"/>
    </w:rPr>
  </w:style>
  <w:style w:type="character" w:customStyle="1" w:styleId="af4">
    <w:name w:val="Основной текст_"/>
    <w:link w:val="24"/>
    <w:rsid w:val="00B36795"/>
    <w:rPr>
      <w:spacing w:val="8"/>
      <w:shd w:val="clear" w:color="auto" w:fill="FFFFFF"/>
    </w:rPr>
  </w:style>
  <w:style w:type="paragraph" w:customStyle="1" w:styleId="24">
    <w:name w:val="Основной текст2"/>
    <w:basedOn w:val="a"/>
    <w:link w:val="af4"/>
    <w:rsid w:val="00B36795"/>
    <w:pPr>
      <w:widowControl w:val="0"/>
      <w:shd w:val="clear" w:color="auto" w:fill="FFFFFF"/>
      <w:spacing w:before="300" w:after="0" w:line="315" w:lineRule="exact"/>
      <w:jc w:val="both"/>
    </w:pPr>
    <w:rPr>
      <w:spacing w:val="8"/>
      <w:shd w:val="clear" w:color="auto" w:fill="FFFFFF"/>
      <w:lang w:val="en-US" w:eastAsia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link w:val="HTML0"/>
    <w:uiPriority w:val="99"/>
    <w:locked/>
    <w:rsid w:val="00B36795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iPriority w:val="99"/>
    <w:unhideWhenUsed/>
    <w:rsid w:val="00B36795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en-US" w:bidi="en-US"/>
    </w:rPr>
  </w:style>
  <w:style w:type="character" w:customStyle="1" w:styleId="HTML1">
    <w:name w:val="Стандартный HTML Знак1"/>
    <w:basedOn w:val="a0"/>
    <w:uiPriority w:val="99"/>
    <w:semiHidden/>
    <w:rsid w:val="00B36795"/>
    <w:rPr>
      <w:rFonts w:ascii="Consolas" w:hAnsi="Consolas"/>
      <w:sz w:val="20"/>
      <w:szCs w:val="20"/>
      <w:lang w:val="uk-UA" w:eastAsia="uk-UA" w:bidi="ar-SA"/>
    </w:rPr>
  </w:style>
  <w:style w:type="character" w:customStyle="1" w:styleId="af4">
    <w:name w:val="Основной текст_"/>
    <w:link w:val="24"/>
    <w:rsid w:val="00B36795"/>
    <w:rPr>
      <w:spacing w:val="8"/>
      <w:shd w:val="clear" w:color="auto" w:fill="FFFFFF"/>
    </w:rPr>
  </w:style>
  <w:style w:type="paragraph" w:customStyle="1" w:styleId="24">
    <w:name w:val="Основной текст2"/>
    <w:basedOn w:val="a"/>
    <w:link w:val="af4"/>
    <w:rsid w:val="00B36795"/>
    <w:pPr>
      <w:widowControl w:val="0"/>
      <w:shd w:val="clear" w:color="auto" w:fill="FFFFFF"/>
      <w:spacing w:before="300" w:after="0" w:line="315" w:lineRule="exact"/>
      <w:jc w:val="both"/>
    </w:pPr>
    <w:rPr>
      <w:spacing w:val="8"/>
      <w:shd w:val="clear" w:color="auto" w:fill="FFFFFF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0</TotalTime>
  <Pages>2</Pages>
  <Words>2132</Words>
  <Characters>1216</Characters>
  <Application>Microsoft Office Word</Application>
  <DocSecurity>0</DocSecurity>
  <Lines>10</Lines>
  <Paragraphs>6</Paragraphs>
  <ScaleCrop>false</ScaleCrop>
  <Company>Microsoft</Company>
  <LinksUpToDate>false</LinksUpToDate>
  <CharactersWithSpaces>3342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005</dc:creator>
  <cp:lastModifiedBy>005</cp:lastModifiedBy>
  <cp:revision>1</cp:revision>
  <dcterms:created xsi:type="dcterms:W3CDTF">2021-03-31T05:54:00Z</dcterms:created>
  <dcterms:modified xsi:type="dcterms:W3CDTF">2021-03-31T05:54:00Z</dcterms:modified>
</cp:coreProperties>
</file>