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F08" w:rsidRDefault="00CE5F08" w:rsidP="00CE5F0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663C5F" wp14:editId="2526D82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55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55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5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6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7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5F08" w:rsidRDefault="00CE5F08" w:rsidP="00CE5F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fsMQA&#10;AADdAAAADwAAAGRycy9kb3ducmV2LnhtbESPQWvCQBSE74X+h+UVvNWNEVOJriKlioeAaPX+yD6z&#10;wezbkF01/nu3UPA4zMw3zHzZ20bcqPO1YwWjYQKCuHS65krB8Xf9OQXhA7LGxjEpeJCH5eL9bY65&#10;dnfe0+0QKhEh7HNUYEJocyl9aciiH7qWOHpn11kMUXaV1B3eI9w2Mk2STFqsOS4YbOnbUHk5XK0C&#10;N95si1OV7sc//BV4tZueT32h1OCjX81ABOrDK/zf3moF2WSSwt+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xn7D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v+JcgA&#10;AADdAAAADwAAAGRycy9kb3ducmV2LnhtbESPQUsDMRSE74X+h/AKXorNqnTVtWmRwqrtQWgVvD42&#10;z822m5clie3aX2+EQo/DzHzDzBa9bcWBfGgcK7iZZCCIK6cbrhV8fpTXDyBCRNbYOiYFvxRgMR8O&#10;Zlhod+QNHbaxFgnCoUAFJsaukDJUhiyGieuIk/ftvMWYpK+l9nhMcNvK2yzLpcWG04LBjpaGqv32&#10;xyrYle/ma3l/evHjxw2dxuX6tV3lSl2N+ucnEJH6eAmf229aQT6d3sH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a/4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oELsQA&#10;AADdAAAADwAAAGRycy9kb3ducmV2LnhtbESP24rCMBRF34X5h3CEeRFNZ7wwdIwiMor4Urx8wKE5&#10;NsXmpDTRdv7eCIKPm31Z7Pmys5W4U+NLxwq+RgkI4tzpkgsF59Nm+APCB2SNlWNS8E8elouP3hxT&#10;7Vo+0P0YChFH2KeowIRQp1L63JBFP3I1cfQurrEYomwKqRts47it5HeSzKTFkiPBYE1rQ/n1eLMR&#10;ko0x21/a02bbYYt/e8OD1UGpz363+gURqAvv8Ku90wpm0+kEnm/iE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aBC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10FcUA&#10;AADdAAAADwAAAGRycy9kb3ducmV2LnhtbESPQUvDQBSE70L/w/IEb3ZjManEbkupCiJ4aCuIt0f2&#10;NQlm3y67zyb+e1cQPA4z8w2z2kxuUGeKqfds4GZegCJuvO25NfB2fLq+A5UE2eLgmQx8U4LNenax&#10;wtr6kfd0PkirMoRTjQY6kVBrnZqOHKa5D8TZO/noULKMrbYRxwx3g14URaUd9pwXOgy066j5PHw5&#10;A6/jY3hZVuUpfMTbhU4PVt53YszV5bS9ByU0yX/4r/1sDVRlW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rXQV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Q/wsMA&#10;AADdAAAADwAAAGRycy9kb3ducmV2LnhtbESP3YrCMBCF7wXfIYywN7Kmu2JZqlFk0UW8kaoPMDRj&#10;U2wmpYm2+/ZGELw8nJ+Ps1j1thZ3an3lWMHXJAFBXDhdcangfNp+/oDwAVlj7ZgU/JOH1XI4WGCm&#10;Xcc53Y+hFHGEfYYKTAhNJqUvDFn0E9cQR+/iWoshyraUusUujttafidJKi1WHAkGG/o1VFyPNxsh&#10;hyke9pfutP3rscPN3vB4nSv1MerXcxCB+vAOv9o7rSCdzVJ4volP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Q/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NP+cYA&#10;AADdAAAADwAAAGRycy9kb3ducmV2LnhtbESPQUvDQBSE70L/w/IK3uzGYlKJ3ZbSKojgwSqIt0f2&#10;NQlm3y67zyb+e1cQPA4z8w2z3k5uUGeKqfds4HpRgCJuvO25NfD2+nB1CyoJssXBMxn4pgTbzexi&#10;jbX1I7/Q+SityhBONRroREKtdWo6cpgWPhBn7+SjQ8kyttpGHDPcDXpZFJV22HNe6DDQvqPm8/jl&#10;DDyP9+FpVZWn8BFvljodrLzvxZjL+bS7AyU0yX/4r/1oDVRluYL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zNP+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x79cMA&#10;AADdAAAADwAAAGRycy9kb3ducmV2LnhtbERPW2vCMBR+H/gfwhn4MjTdpCKdUXQQHDgQL7DXQ3Ns&#10;y5qTkmS2+/fmQdjjx3dfrgfbihv50DhW8DrNQBCXzjRcKbic9WQBIkRkg61jUvBHAdar0dMSC+N6&#10;PtLtFCuRQjgUqKCOsSukDGVNFsPUdcSJuzpvMSboK2k89inctvIty+bSYsOpocaOPmoqf06/VsH2&#10;0Fcz/1JuB7e/7r5zrY3+0kqNn4fNO4hIQ/wXP9yfRsE8z9Pc9CY9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Cx79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iEK8QA&#10;AADdAAAADwAAAGRycy9kb3ducmV2LnhtbESPUWvCMBSF3wf+h3AF32aqrKLVKOIoyNjL3H7Apbk2&#10;1eamJLHWf28Ggz0ezjnf4Wx2g21FTz40jhXMphkI4srphmsFP9/l6xJEiMgaW8ek4EEBdtvRywYL&#10;7e78Rf0p1iJBOBSowMTYFVKGypDFMHUdcfLOzluMSfpaao/3BLetnGfZQlpsOC0Y7OhgqLqeblZB&#10;+TH/7K837Uu3H94s5eayfDdKTcbDfg0i0hD/w3/to1awyPMV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hC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a9TsMA&#10;AADdAAAADwAAAGRycy9kb3ducmV2LnhtbERPXWvCMBR9H/gfwhX2MjSdwyLVKDoIEzYYU8HXS3Nt&#10;i81NSaKt/355GOzxcL5Xm8G24k4+NI4VvE4zEMSlMw1XCk5HPVmACBHZYOuYFDwowGY9elphYVzP&#10;P3Q/xEqkEA4FKqhj7AopQ1mTxTB1HXHiLs5bjAn6ShqPfQq3rZxlWS4tNpwaauzovabyerhZBbvv&#10;vnrzL+VucJ+Xj/Nca6O/tFLP42G7BBFpiP/iP/feKMjnedqf3qQn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Da9T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CkMQA&#10;AADdAAAADwAAAGRycy9kb3ducmV2LnhtbESPUWvCMBSF3wX/Q7iDvWmqzCKdqYijMGQvuv2AS3PX&#10;dG1uShJr9+8XYeDj4ZzzHc5uP9lejORD61jBapmBIK6dbrlR8PVZLbYgQkTW2DsmBb8UYF/OZzss&#10;tLvxmcZLbESCcChQgYlxKKQMtSGLYekG4uR9O28xJukbqT3eEtz2cp1lubTYclowONDRUN1drlZB&#10;dVp/jN1V+8odphdLG/OzfTNKPT9Nh1cQkab4CP+337WCfJOv4P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CQp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GwcIA&#10;AADdAAAADwAAAGRycy9kb3ducmV2LnhtbESP0YrCMBRE3wX/IVxh3zTVtUW6piILLvpo9QMuzd22&#10;tLmpTdbWv98Igo/DzJxhtrvRtOJOvastK1guIhDEhdU1lwqul8N8A8J5ZI2tZVLwIAe7bDrZYqrt&#10;wGe6574UAcIuRQWV910qpSsqMugWtiMO3q/tDfog+1LqHocAN61cRVEiDdYcFirs6Luiosn/jIL1&#10;Y/i55XETHbSh5emzO7EvYqU+ZuP+C4Sn0b/Dr/ZRK0jiZAXPN+EJ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VcbB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t6RsUA&#10;AADdAAAADwAAAGRycy9kb3ducmV2LnhtbESPQWvCQBSE7wX/w/KE3urGSIONriEYLKWnGq3nR/aZ&#10;BLNvQ3bV+O+7hUKPw8x8w6yz0XTiRoNrLSuYzyIQxJXVLdcKjofdyxKE88gaO8uk4EEOss3kaY2p&#10;tnfe0630tQgQdikqaLzvUyld1ZBBN7M9cfDOdjDogxxqqQe8B7jpZBxFiTTYclhosKdtQ9WlvBoF&#10;1+QUH/n8qb/K4vH+VuxyJ79rpZ6nY74C4Wn0/+G/9odWkLwmC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3p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GdNcgA&#10;AADdAAAADwAAAGRycy9kb3ducmV2LnhtbESPzU7DMBCE70i8g7VIvVEHaK021IkAqVLpoRX9OXBb&#10;4iUJxOs0Nm369jUSEsfRzHyjmeW9bcSROl871nA3TEAQF87UXGrYbee3ExA+IBtsHJOGM3nIs+ur&#10;GabGnfiNjptQighhn6KGKoQ2ldIXFVn0Q9cSR+/TdRZDlF0pTYenCLeNvE8SJS3WHBcqbOmlouJ7&#10;82M17NcTNV0/v46+lqsPfLDm8G5qpfXgpn96BBGoD//hv/bCaFBjNYLfN/EJyO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wZ0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X6XcYA&#10;AADdAAAADwAAAGRycy9kb3ducmV2LnhtbESPQWvCQBSE70L/w/IEb2ajrUFSV6mWqniyaaHXR/Y1&#10;Cc2+Ddk1if76bkHocZiZb5jVZjC16Kh1lWUFsygGQZxbXXGh4PPjbboE4TyyxtoyKbiSg836YbTC&#10;VNue36nLfCEChF2KCkrvm1RKl5dk0EW2IQ7et20N+iDbQuoW+wA3tZzHcSINVhwWSmxoV1L+k12M&#10;glvyhWd3mG9fH7Wn69Nyb0/nvVKT8fDyDMLT4P/D9/ZRK0gWyQL+3oQn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X6X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83ksUA&#10;AADdAAAADwAAAGRycy9kb3ducmV2LnhtbESPwWrDMBBE74X8g9hAb43cYJvUjRJCSKG3Nk4+YLG2&#10;som1cizVdvv1VSGQ4zAzb5j1drKtGKj3jWMFz4sEBHHldMNGwfn09rQC4QOyxtYxKfghD9vN7GGN&#10;hXYjH2kogxERwr5ABXUIXSGlr2qy6BeuI47el+sthih7I3WPY4TbVi6TJJcWG44LNXa0r6m6lN9W&#10;wdUtMz2VB/y4HF4+G2PS6+8xVepxPu1eQQSawj18a79rBXmW5/D/Jj4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/zeS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IYYcUA&#10;AADdAAAADwAAAGRycy9kb3ducmV2LnhtbESPwW7CMBBE70j9B2srcSNOqUhCwCBaCYkrtIcet/aS&#10;pI3XaexC2q/HSEgcRzPzRrNcD7YVJ+p941jBU5KCINbONFwpeH/bTgoQPiAbbB2Tgj/ysF49jJZY&#10;GnfmPZ0OoRIRwr5EBXUIXSml1zVZ9InriKN3dL3FEGVfSdPjOcJtK6dpmkmLDceFGjt6rUl/H36t&#10;gl3zSbNMH+e2eNH7j/+f8Jx/GaXGj8NmASLQEO7hW3tnFGSzLIfrm/gE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hh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R/58YA&#10;AADdAAAADwAAAGRycy9kb3ducmV2LnhtbESPQWvCQBCF74X+h2UK3uqmgqGNrqKFQqWtUBV7HbLT&#10;bDA7G7JrjP++cyh4nJk3771vvhx8o3rqYh3YwNM4A0VcBltzZeCwf3t8BhUTssUmMBm4UoTl4v5u&#10;joUNF/6mfpcqJSYcCzTgUmoLrWPpyGMch5ZYbr+h85hk7CptO7yIuW/0JMty7bFmSXDY0quj8rQ7&#10;ewM9bq/Zj1t/vWzqz3KyXR8/rOzN6GFYzUAlGtJN/P/9bg3k01zqCo2Q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R/5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NkHMQA&#10;AADdAAAADwAAAGRycy9kb3ducmV2LnhtbESPQUvDQBSE74L/YXmCN7sxYNDYbZFCxWONHjw+s6/Z&#10;1Ox7YXfbpP56VxA8DjPzDbNcz35QJwqxFzZwuyhAEbdie+4MvL9tb+5BxYRscRAmA2eKsF5dXiyx&#10;tjLxK52a1KkM4VijAZfSWGsdW0ce40JG4uztJXhMWYZO24BThvtBl0VRaY895wWHI20ctV/N0RuY&#10;ntvPQ7n/sO47jLJtdnIoBzHm+mp+egSVaE7/4b/2izVQ3VUP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zZB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sd+8MA&#10;AADdAAAADwAAAGRycy9kb3ducmV2LnhtbERPW2vCMBR+F/wP4Qh7s6mCFzqjeAURZei297PmrK0m&#10;J6XJtPv3y4Owx4/vPlu01og7Nb5yrGCQpCCIc6crLhR8vO/6UxA+IGs0jknBL3lYzLudGWbaPfhM&#10;90soRAxhn6GCMoQ6k9LnJVn0iauJI/ftGoshwqaQusFHDLdGDtN0LC1WHBtKrGldUn67/FgFu7eN&#10;uQ5P5+WnDOvt5MtMD6vNUamXXrt8BRGoDf/ip3uvFYxHk7g/volP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Psd+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B12ccA&#10;AADdAAAADwAAAGRycy9kb3ducmV2LnhtbESPS2vDMBCE74X+B7GFXkoiuyUP3CimBIJTSCEv6HVj&#10;bW1ja2Us1XH/fRQI9DjMzDfMIh1MI3rqXGVZQTyOQBDnVldcKDgd16M5COeRNTaWScEfOUiXjw8L&#10;TLS98J76gy9EgLBLUEHpfZtI6fKSDLqxbYmD92M7gz7IrpC6w0uAm0a+RtFUGqw4LJTY0qqkvD78&#10;GgX9bnsuNr1rP+v5i5u8nbPsS38r9fw0fLyD8DT4//C9vdEKppNZDL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oQdd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OXZ8cA&#10;AADdAAAADwAAAGRycy9kb3ducmV2LnhtbESPQWsCMRSE74X+h/AKvdWsi1pdjVIFwYugtod6e26e&#10;u4ubl22S6uqvNwWhx2FmvmEms9bU4kzOV5YVdDsJCOLc6ooLBV+fy7chCB+QNdaWScGVPMymz08T&#10;zLS98JbOu1CICGGfoYIyhCaT0uclGfQd2xBH72idwRClK6R2eIlwU8s0SQbSYMVxocSGFiXlp92v&#10;UTAfDec/mx6vb9vDnvbfh1M/dYlSry/txxhEoDb8hx/tlVYw6L+n8PcmPgE5v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pjl2fHAAAA3QAAAA8AAAAAAAAAAAAAAAAAmAIAAGRy&#10;cy9kb3ducmV2LnhtbFBLBQYAAAAABAAEAPUAAACMAwAAAAA=&#10;" fillcolor="black" stroked="f"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bx8scA&#10;AADdAAAADwAAAGRycy9kb3ducmV2LnhtbESPQWvCQBSE7wX/w/KE3uqmFlNJXUVtC4J60PbQ42v2&#10;NVmSfRuyW43+elcQPA4z8w0zmXW2FgdqvXGs4HmQgCDOnTZcKPj++nwag/ABWWPtmBScyMNs2nuY&#10;YKbdkXd02IdCRAj7DBWUITSZlD4vyaIfuIY4en+utRiibAupWzxGuK3lMElSadFwXCixoWVJebX/&#10;twp+1qkZ7wwNfzfnxYfejKrF9r1S6rHfzd9ABOrCPXxrr7SCdPT6A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UG8f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pXM8YA&#10;AADdAAAADwAAAGRycy9kb3ducmV2LnhtbESPQWsCMRSE74L/ITzBW81a1MrWKGIpevFQ29LrY/O6&#10;2e7mZZtEXf31TUHwOMzMN8xi1dlGnMiHyrGC8SgDQVw4XXGp4OP99WEOIkRkjY1jUnChAKtlv7fA&#10;XLszv9HpEEuRIBxyVGBibHMpQ2HIYhi5ljh5385bjEn6UmqP5wS3jXzMspm0WHFaMNjSxlBRH45W&#10;gV9/vdRXPn7W2XV/Cduf7neORqnhoFs/g4jUxXv41t5pBbPp0wT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pXM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JXGsYA&#10;AADdAAAADwAAAGRycy9kb3ducmV2LnhtbESP3WrCQBSE7wu+w3IKvSm6UdDY1FVEKBQqBX8e4DR7&#10;moTung3ZU419elcoeDnMzDfMYtV7p07UxSawgfEoA0VcBttwZeB4eBvOQUVBtugCk4ELRVgtBw8L&#10;LGw4845Oe6lUgnAs0EAt0hZax7Imj3EUWuLkfYfOoyTZVdp2eE5w7/Qky2baY8NpocaWNjWVP/tf&#10;b8BNvtzLRx63cjnqbfbnZff8aY15euzXr6CEermH/9vv1sBsmk/h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BJXG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zGKcYA&#10;AADdAAAADwAAAGRycy9kb3ducmV2LnhtbESPQWsCMRSE74X+h/AK3mpWoduyNYqtCHvpwa3F63Pz&#10;3CwmL8sm1bW/3ghCj8PMfMPMFoOz4kR9aD0rmIwzEMS11y03Crbf6+c3ECEia7SeScGFAizmjw8z&#10;LLQ/84ZOVWxEgnAoUIGJsSukDLUhh2HsO+LkHXzvMCbZN1L3eE5wZ+U0y3LpsOW0YLCjT0P1sfp1&#10;ClZVZ6fb0nyE3c/Xfm/LvzXtVkqNnoblO4hIQ/wP39ulVpC/vOZ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zGK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csA8QA&#10;AADdAAAADwAAAGRycy9kb3ducmV2LnhtbESPT2sCMRTE74LfITyhN01a6G7ZGqWIgtCT/w69PZLX&#10;3dXNy7JJ3e23N4LgcZiZ3zDz5eAacaUu1J41vM4UCGLjbc2lhuNhM/0AESKyxcYzafinAMvFeDTH&#10;wvqed3Tdx1IkCIcCNVQxtoWUwVTkMMx8S5y8X985jEl2pbQd9gnuGvmmVCYd1pwWKmxpVZG57P+c&#10;hvNGfnuj0JyOp35r8591Ro3S+mUyfH2CiDTEZ/jR3loN2Xuew/1NegJ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XLA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EaX8MA&#10;AADdAAAADwAAAGRycy9kb3ducmV2LnhtbERPz2vCMBS+C/sfwhvsNlOVOammRQVhbOwwHcPjs3m2&#10;pc1LSaJm//1yGHj8+H6vymh6cSXnW8sKJuMMBHFldcu1gu/D7nkBwgdkjb1lUvBLHsriYbTCXNsb&#10;f9F1H2qRQtjnqKAJYcil9FVDBv3YDsSJO1tnMCToaqkd3lK46eU0y+bSYMupocGBtg1V3f5iFBwv&#10;H3z+nL2v3Sb82Hjw3fS06JR6eozrJYhAMdzF/+43rWD+8prmpjfpCcji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REaX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cFFscA&#10;AADdAAAADwAAAGRycy9kb3ducmV2LnhtbESPzWsCMRTE70L/h/AK3jSr1K/VKFoo9FKoHwe9PTfP&#10;3cXNy5pE3favb4SCx2FmfsPMFo2pxI2cLy0r6HUTEMSZ1SXnCnbbj84YhA/IGivLpOCHPCzmL60Z&#10;ptreeU23TchFhLBPUUERQp1K6bOCDPqurYmjd7LOYIjS5VI7vEe4qWQ/SYbSYMlxocCa3gvKzpur&#10;UbCajFeX7zf++l0fD3TYH8+DvkuUar82yymIQE14hv/bn1rBcDCawON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THBRbHAAAA3QAAAA8AAAAAAAAAAAAAAAAAmAIAAGRy&#10;cy9kb3ducmV2LnhtbFBLBQYAAAAABAAEAPUAAACMAwAAAAA=&#10;" fillcolor="black" stroked="f"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QmrcIA&#10;AADdAAAADwAAAGRycy9kb3ducmV2LnhtbERPyWrDMBC9F/IPYgK9NXJaGoIbJZhAaOjJ2eh1Yk0t&#10;U2tkJEVx/746FHp8vH21GW0vEvnQOVYwnxUgiBunO24VnE+7pyWIEJE19o5JwQ8F2KwnDysstbvz&#10;gdIxtiKHcChRgYlxKKUMjSGLYeYG4sx9OW8xZuhbqT3ec7jt5XNRLKTFjnODwYG2hprv480qSNdt&#10;Xb2kz2QOH75qvavfL9daqcfpWL2BiDTGf/Gfe68VLF6XeX9+k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VCat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9jxMYA&#10;AADdAAAADwAAAGRycy9kb3ducmV2LnhtbESPQWvCQBSE7wX/w/IK3uomQoNGVymipfXSNhbq8ZF9&#10;zYZm34bsGqO/3i0Uehxm5htmuR5sI3rqfO1YQTpJQBCXTtdcKfg87B5mIHxA1tg4JgUX8rBeje6W&#10;mGt35g/qi1CJCGGfowITQptL6UtDFv3EtcTR+3adxRBlV0nd4TnCbSOnSZJJizXHBYMtbQyVP8XJ&#10;KvDpZvu1t9d5f3w2/Fa8muy9MkqN74enBYhAQ/gP/7VftILscZbC7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Z9jx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5F08" w:rsidRDefault="00CE5F08" w:rsidP="00CE5F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5F08" w:rsidRDefault="00CE5F08" w:rsidP="00CE5F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5F08" w:rsidRDefault="00CE5F08" w:rsidP="00CE5F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5F08" w:rsidRDefault="00CE5F08" w:rsidP="00CE5F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E5F08" w:rsidRDefault="00CE5F08" w:rsidP="00CE5F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5F08" w:rsidRDefault="00CE5F08" w:rsidP="00CE5F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№29</w:t>
      </w:r>
    </w:p>
    <w:p w:rsidR="00CE5F08" w:rsidRDefault="00CE5F08" w:rsidP="00CE5F0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CE5F08" w:rsidRPr="003937A2" w:rsidRDefault="00CE5F08" w:rsidP="00CE5F0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E5F08" w:rsidRPr="003937A2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E5F08" w:rsidRPr="003937A2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CE5F08" w:rsidRPr="003937A2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Мельнику О.М.,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Л.В.</w:t>
      </w:r>
    </w:p>
    <w:p w:rsidR="00CE5F08" w:rsidRPr="003937A2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5F08" w:rsidRPr="003937A2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12,116, 118, 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Мельника О.М., 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Л.В.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CE5F08" w:rsidRPr="007B576C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CE5F08" w:rsidRPr="003937A2" w:rsidRDefault="00CE5F08" w:rsidP="00CE5F0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Мельнику </w:t>
      </w:r>
      <w:proofErr w:type="spellStart"/>
      <w:r>
        <w:rPr>
          <w:rFonts w:ascii="Times New Roman" w:eastAsia="Calibri" w:hAnsi="Times New Roman" w:cs="Times New Roman"/>
          <w:sz w:val="24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Миколайовичу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24BF3">
        <w:rPr>
          <w:rFonts w:ascii="Times New Roman" w:eastAsia="Calibri" w:hAnsi="Times New Roman" w:cs="Times New Roman"/>
          <w:sz w:val="24"/>
          <w:lang w:val="uk-UA"/>
        </w:rPr>
        <w:t>___________________</w:t>
      </w:r>
      <w:r>
        <w:rPr>
          <w:rFonts w:ascii="Times New Roman" w:eastAsia="Calibri" w:hAnsi="Times New Roman" w:cs="Times New Roman"/>
          <w:sz w:val="24"/>
        </w:rPr>
        <w:t>;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Людмилі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Василівні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24BF3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0,1100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рупець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E5F08" w:rsidRPr="003937A2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 xml:space="preserve">Мельнику О.М., </w:t>
      </w:r>
      <w:proofErr w:type="spellStart"/>
      <w:r>
        <w:rPr>
          <w:rFonts w:ascii="Times New Roman" w:eastAsia="Calibri" w:hAnsi="Times New Roman" w:cs="Times New Roman"/>
          <w:sz w:val="24"/>
        </w:rPr>
        <w:t>Осіпюк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Л.В.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CE5F08" w:rsidRPr="003937A2" w:rsidRDefault="00CE5F08" w:rsidP="00CE5F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E5F08" w:rsidRPr="003937A2" w:rsidRDefault="00CE5F08" w:rsidP="00CE5F0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E5F08" w:rsidRPr="00CE5F08" w:rsidRDefault="00CE5F08" w:rsidP="00CE5F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A12C57" w:rsidRPr="00CE5F08" w:rsidRDefault="00CE5F08" w:rsidP="00CE5F0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12C57" w:rsidRPr="00CE5F0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F08"/>
    <w:rsid w:val="00724BF3"/>
    <w:rsid w:val="00A12C57"/>
    <w:rsid w:val="00CE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0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E5F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5F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E5F0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F0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E5F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5F0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E5F0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257</Words>
  <Characters>1467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2021-09-13T07:46:00Z</dcterms:created>
  <dcterms:modified xsi:type="dcterms:W3CDTF">2021-09-13T13:05:00Z</dcterms:modified>
</cp:coreProperties>
</file>