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1A9" w:rsidRDefault="004671A9" w:rsidP="004671A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1A9" w:rsidRDefault="004671A9" w:rsidP="004671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1A9" w:rsidRDefault="004671A9" w:rsidP="004671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1A9" w:rsidRDefault="004671A9" w:rsidP="004671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1A9" w:rsidRDefault="004671A9" w:rsidP="004671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1A9" w:rsidRDefault="004671A9" w:rsidP="004671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1A9" w:rsidRDefault="004671A9" w:rsidP="004671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1A9" w:rsidRDefault="004671A9" w:rsidP="004671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1A9" w:rsidRDefault="004671A9" w:rsidP="004671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1A9" w:rsidRDefault="004671A9" w:rsidP="004671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1A9" w:rsidRDefault="004671A9" w:rsidP="004671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1A9" w:rsidRDefault="004671A9" w:rsidP="004671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1A9" w:rsidRDefault="004671A9" w:rsidP="004671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1A9" w:rsidRDefault="004671A9" w:rsidP="004671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1A9" w:rsidRDefault="004671A9" w:rsidP="004671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1A9" w:rsidRDefault="004671A9" w:rsidP="004671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1A9" w:rsidRDefault="004671A9" w:rsidP="004671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1A9" w:rsidRDefault="004671A9" w:rsidP="004671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1A9" w:rsidRDefault="004671A9" w:rsidP="004671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1A9" w:rsidRDefault="004671A9" w:rsidP="004671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1A9" w:rsidRDefault="004671A9" w:rsidP="004671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1A9" w:rsidRDefault="004671A9" w:rsidP="004671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1A9" w:rsidRDefault="004671A9" w:rsidP="004671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1A9" w:rsidRDefault="004671A9" w:rsidP="004671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1A9" w:rsidRDefault="004671A9" w:rsidP="004671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1A9" w:rsidRDefault="004671A9" w:rsidP="004671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1A9" w:rsidRDefault="004671A9" w:rsidP="004671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1A9" w:rsidRDefault="004671A9" w:rsidP="004671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1A9" w:rsidRDefault="004671A9" w:rsidP="004671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1A9" w:rsidRDefault="004671A9" w:rsidP="004671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1A9" w:rsidRDefault="004671A9" w:rsidP="004671A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671A9" w:rsidRDefault="004671A9" w:rsidP="004671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671A9" w:rsidRDefault="004671A9" w:rsidP="004671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671A9" w:rsidRDefault="004671A9" w:rsidP="004671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671A9" w:rsidRDefault="004671A9" w:rsidP="004671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671A9" w:rsidRDefault="004671A9" w:rsidP="004671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671A9" w:rsidRDefault="004671A9" w:rsidP="004671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671A9" w:rsidRDefault="004671A9" w:rsidP="004671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671A9" w:rsidRDefault="004671A9" w:rsidP="004671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671A9" w:rsidRDefault="004671A9" w:rsidP="004671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671A9" w:rsidRDefault="004671A9" w:rsidP="004671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671A9" w:rsidRDefault="004671A9" w:rsidP="004671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671A9" w:rsidRDefault="004671A9" w:rsidP="004671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671A9" w:rsidRDefault="004671A9" w:rsidP="004671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671A9" w:rsidRDefault="004671A9" w:rsidP="004671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671A9" w:rsidRDefault="004671A9" w:rsidP="004671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671A9" w:rsidRDefault="004671A9" w:rsidP="004671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671A9" w:rsidRDefault="004671A9" w:rsidP="004671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671A9" w:rsidRDefault="004671A9" w:rsidP="004671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671A9" w:rsidRDefault="004671A9" w:rsidP="004671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671A9" w:rsidRDefault="004671A9" w:rsidP="004671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671A9" w:rsidRDefault="004671A9" w:rsidP="004671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671A9" w:rsidRDefault="004671A9" w:rsidP="004671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671A9" w:rsidRDefault="004671A9" w:rsidP="004671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671A9" w:rsidRDefault="004671A9" w:rsidP="004671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671A9" w:rsidRDefault="004671A9" w:rsidP="004671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671A9" w:rsidRDefault="004671A9" w:rsidP="004671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671A9" w:rsidRDefault="004671A9" w:rsidP="004671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671A9" w:rsidRDefault="004671A9" w:rsidP="004671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671A9" w:rsidRDefault="004671A9" w:rsidP="004671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671A9" w:rsidRDefault="004671A9" w:rsidP="004671A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671A9" w:rsidRDefault="004671A9" w:rsidP="004671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71A9" w:rsidRDefault="004671A9" w:rsidP="004671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71A9" w:rsidRDefault="004671A9" w:rsidP="004671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71A9" w:rsidRDefault="004671A9" w:rsidP="004671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71A9" w:rsidRDefault="004671A9" w:rsidP="004671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671A9" w:rsidRDefault="004671A9" w:rsidP="004671A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671A9" w:rsidRDefault="004671A9" w:rsidP="004671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671A9" w:rsidRDefault="004671A9" w:rsidP="004671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671A9" w:rsidRDefault="004671A9" w:rsidP="004671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71A9" w:rsidRDefault="004671A9" w:rsidP="004671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671A9" w:rsidRDefault="004671A9" w:rsidP="004671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71A9" w:rsidRDefault="004671A9" w:rsidP="004671A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671A9" w:rsidRDefault="004671A9" w:rsidP="004671A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671A9" w:rsidRDefault="004671A9" w:rsidP="004671A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82</w:t>
      </w:r>
    </w:p>
    <w:p w:rsidR="004671A9" w:rsidRPr="0024314B" w:rsidRDefault="004671A9" w:rsidP="004671A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4671A9" w:rsidRPr="0024314B" w:rsidRDefault="004671A9" w:rsidP="004671A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4314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24314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24314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4671A9" w:rsidRPr="0024314B" w:rsidRDefault="004671A9" w:rsidP="004671A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4314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щодо відведення земельної ділянки </w:t>
      </w:r>
    </w:p>
    <w:p w:rsidR="004671A9" w:rsidRDefault="004671A9" w:rsidP="004671A9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24314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Крупецькій</w:t>
      </w:r>
      <w:proofErr w:type="spellEnd"/>
      <w:r w:rsidRPr="0024314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сільській раді</w:t>
      </w:r>
    </w:p>
    <w:p w:rsidR="004671A9" w:rsidRPr="00994186" w:rsidRDefault="004671A9" w:rsidP="004671A9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671A9" w:rsidRPr="0024314B" w:rsidRDefault="004671A9" w:rsidP="004671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r w:rsidRPr="0024314B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 186 Земельного кодексу України, Закону України «Про землеустрій»,</w:t>
      </w: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 рада</w:t>
      </w:r>
    </w:p>
    <w:p w:rsidR="004671A9" w:rsidRPr="0024314B" w:rsidRDefault="004671A9" w:rsidP="004671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4671A9" w:rsidRPr="0024314B" w:rsidRDefault="004671A9" w:rsidP="004671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 </w:t>
      </w:r>
      <w:proofErr w:type="spellStart"/>
      <w:r w:rsidRPr="0024314B">
        <w:rPr>
          <w:rFonts w:ascii="Times New Roman" w:eastAsia="Arial Unicode MS" w:hAnsi="Times New Roman" w:cs="Times New Roman"/>
          <w:sz w:val="24"/>
          <w:szCs w:val="24"/>
        </w:rPr>
        <w:t>Крупецькій</w:t>
      </w:r>
      <w:proofErr w:type="spellEnd"/>
      <w:r w:rsidRPr="0024314B">
        <w:rPr>
          <w:rFonts w:ascii="Times New Roman" w:eastAsia="Arial Unicode MS" w:hAnsi="Times New Roman" w:cs="Times New Roman"/>
          <w:sz w:val="24"/>
          <w:szCs w:val="24"/>
        </w:rPr>
        <w:t xml:space="preserve"> сільській раді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01.09. для дослідних і навчальних цілей за рахунок 16.00 землі запасу (земельні ділянки кожної категорії земель, які не надані у  власність або користування громадянам чи юридичним особам), площею 1,3270 га, яка розташована Хмельницька  область,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>Шепетівський район,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>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>Лисиче.</w:t>
      </w:r>
    </w:p>
    <w:p w:rsidR="004671A9" w:rsidRPr="0024314B" w:rsidRDefault="004671A9" w:rsidP="004671A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314B">
        <w:rPr>
          <w:rFonts w:ascii="Times New Roman" w:eastAsia="Arial Unicode MS" w:hAnsi="Times New Roman" w:cs="Times New Roman"/>
          <w:sz w:val="24"/>
          <w:szCs w:val="24"/>
        </w:rPr>
        <w:t>Крупецькій</w:t>
      </w:r>
      <w:proofErr w:type="spellEnd"/>
      <w:r w:rsidRPr="0024314B">
        <w:rPr>
          <w:rFonts w:ascii="Times New Roman" w:eastAsia="Arial Unicode MS" w:hAnsi="Times New Roman" w:cs="Times New Roman"/>
          <w:sz w:val="24"/>
          <w:szCs w:val="24"/>
        </w:rPr>
        <w:t xml:space="preserve"> сільській раді у комунальну власність, </w:t>
      </w: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земельну ділянку площею 1,3270 га, кадастровий номер: 6823984700:01:002:0020,  01.09. для дослідних і навчальних цілей,   яка розташована Хмельницька  область,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>Шепетівський район,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>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>Лисиче.</w:t>
      </w:r>
    </w:p>
    <w:p w:rsidR="004671A9" w:rsidRPr="0024314B" w:rsidRDefault="004671A9" w:rsidP="004671A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3. </w:t>
      </w:r>
      <w:proofErr w:type="spellStart"/>
      <w:r w:rsidRPr="0024314B">
        <w:rPr>
          <w:rFonts w:ascii="Times New Roman" w:eastAsia="Arial Unicode MS" w:hAnsi="Times New Roman" w:cs="Times New Roman"/>
          <w:sz w:val="24"/>
          <w:szCs w:val="24"/>
        </w:rPr>
        <w:t>Крупецькій</w:t>
      </w:r>
      <w:proofErr w:type="spellEnd"/>
      <w:r w:rsidRPr="0024314B">
        <w:rPr>
          <w:rFonts w:ascii="Times New Roman" w:eastAsia="Arial Unicode MS" w:hAnsi="Times New Roman" w:cs="Times New Roman"/>
          <w:sz w:val="24"/>
          <w:szCs w:val="24"/>
        </w:rPr>
        <w:t xml:space="preserve"> сільській раді, </w:t>
      </w: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комунальну  власність, посвідчити право власності  в установленому  законом порядку.</w:t>
      </w:r>
    </w:p>
    <w:p w:rsidR="004671A9" w:rsidRPr="0024314B" w:rsidRDefault="004671A9" w:rsidP="004671A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4671A9" w:rsidRPr="0024314B" w:rsidRDefault="004671A9" w:rsidP="004671A9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4671A9" w:rsidRPr="004671A9" w:rsidRDefault="004671A9" w:rsidP="004671A9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bookmarkStart w:id="0" w:name="_GoBack"/>
      <w:bookmarkEnd w:id="0"/>
    </w:p>
    <w:p w:rsidR="002E1882" w:rsidRPr="004671A9" w:rsidRDefault="004671A9" w:rsidP="004671A9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24314B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</w:p>
    <w:sectPr w:rsidR="002E1882" w:rsidRPr="004671A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1A9"/>
    <w:rsid w:val="002E1882"/>
    <w:rsid w:val="00467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1A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4671A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671A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4671A9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1A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4671A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671A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4671A9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263</Words>
  <Characters>1502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2021-07-26T12:50:00Z</dcterms:created>
  <dcterms:modified xsi:type="dcterms:W3CDTF">2021-07-26T12:51:00Z</dcterms:modified>
</cp:coreProperties>
</file>