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7C" w:rsidRDefault="00571BEB" w:rsidP="001F5B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F5B7C" w:rsidRDefault="001F5B7C" w:rsidP="001F5B7C"/>
    <w:p w:rsidR="001F5B7C" w:rsidRDefault="001F5B7C" w:rsidP="001F5B7C"/>
    <w:p w:rsidR="001F5B7C" w:rsidRDefault="001F5B7C" w:rsidP="001F5B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F5B7C" w:rsidRDefault="001F5B7C" w:rsidP="001F5B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F5B7C" w:rsidRDefault="001F5B7C" w:rsidP="001F5B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F5B7C" w:rsidRDefault="001F5B7C" w:rsidP="001F5B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F5B7C" w:rsidRDefault="001F5B7C" w:rsidP="001F5B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B7C" w:rsidRDefault="001F5B7C" w:rsidP="001F5B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F5B7C" w:rsidRDefault="001F5B7C" w:rsidP="001F5B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5B7C" w:rsidRDefault="001F5B7C" w:rsidP="001F5B7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F5B7C" w:rsidRPr="00991413" w:rsidRDefault="001F5B7C" w:rsidP="001F5B7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61</w:t>
      </w:r>
    </w:p>
    <w:p w:rsidR="001F5B7C" w:rsidRPr="004A7F1D" w:rsidRDefault="001F5B7C" w:rsidP="001F5B7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1F5B7C" w:rsidRPr="004A7F1D" w:rsidRDefault="001F5B7C" w:rsidP="001F5B7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F5B7C" w:rsidRPr="004A7F1D" w:rsidRDefault="001F5B7C" w:rsidP="001F5B7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F5B7C" w:rsidRPr="004A7F1D" w:rsidRDefault="001F5B7C" w:rsidP="001F5B7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1F5B7C" w:rsidRPr="004A7F1D" w:rsidRDefault="001F5B7C" w:rsidP="001F5B7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Гетьману О.Г.</w:t>
      </w:r>
    </w:p>
    <w:p w:rsidR="001F5B7C" w:rsidRPr="004A7F1D" w:rsidRDefault="001F5B7C" w:rsidP="001F5B7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F5B7C" w:rsidRPr="004A7F1D" w:rsidRDefault="001F5B7C" w:rsidP="001F5B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Гетьмана О.Г.,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1F5B7C" w:rsidRPr="004A7F1D" w:rsidRDefault="001F5B7C" w:rsidP="001F5B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1F5B7C" w:rsidRPr="004A7F1D" w:rsidRDefault="001F5B7C" w:rsidP="001F5B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Гетьману Олександру Григоровичу, який зареєстрований за адресою: </w:t>
      </w:r>
      <w:r w:rsidR="00571BEB" w:rsidRPr="00571BE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, дозвіл на розробку проекту із землеустрою щодо відведення земельної ділянки для пере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дачі її у власність,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1,9169 га,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номер 6823986800:06:008:0078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комунальної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(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запасу) 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радиза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межами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села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Комарівка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1F5B7C" w:rsidRPr="004A7F1D" w:rsidRDefault="001F5B7C" w:rsidP="001F5B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. Гетьману О.Г.,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1F5B7C" w:rsidRPr="004A7F1D" w:rsidRDefault="001F5B7C" w:rsidP="001F5B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F5B7C" w:rsidRPr="004A7F1D" w:rsidRDefault="001F5B7C" w:rsidP="001F5B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5B7C" w:rsidRPr="004A7F1D" w:rsidRDefault="001F5B7C" w:rsidP="001F5B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F5B7C" w:rsidRPr="004A7F1D" w:rsidRDefault="001F5B7C" w:rsidP="001F5B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F5B7C" w:rsidRPr="004A7F1D" w:rsidRDefault="001F5B7C" w:rsidP="001F5B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8824D1" w:rsidRPr="001F5B7C" w:rsidRDefault="001F5B7C" w:rsidP="001F5B7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8824D1" w:rsidRPr="001F5B7C" w:rsidSect="00882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F5B7C"/>
    <w:rsid w:val="00171A2E"/>
    <w:rsid w:val="001F5B7C"/>
    <w:rsid w:val="00304C90"/>
    <w:rsid w:val="00505B6D"/>
    <w:rsid w:val="00571BEB"/>
    <w:rsid w:val="006D3977"/>
    <w:rsid w:val="007D6C18"/>
    <w:rsid w:val="008824D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7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20</TotalTime>
  <Pages>1</Pages>
  <Words>246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2020-03-16T13:10:00Z</dcterms:created>
  <dcterms:modified xsi:type="dcterms:W3CDTF">2020-03-17T06:58:00Z</dcterms:modified>
</cp:coreProperties>
</file>