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733" w:rsidRDefault="002C1733" w:rsidP="002C173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1733" w:rsidRDefault="002C1733" w:rsidP="002C1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1733" w:rsidRDefault="002C1733" w:rsidP="002C1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C1733" w:rsidRDefault="002C1733" w:rsidP="002C17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1733" w:rsidRDefault="002C1733" w:rsidP="002C1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C1733" w:rsidRDefault="002C1733" w:rsidP="002C17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1733" w:rsidRDefault="002C1733" w:rsidP="002C17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№96</w:t>
      </w:r>
    </w:p>
    <w:p w:rsidR="002C1733" w:rsidRPr="00694EED" w:rsidRDefault="002C1733" w:rsidP="002C173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C1733" w:rsidRPr="00694EED" w:rsidRDefault="002C1733" w:rsidP="002C173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C1733" w:rsidRPr="00694EED" w:rsidRDefault="002C1733" w:rsidP="002C173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C1733" w:rsidRPr="00694EED" w:rsidRDefault="002C1733" w:rsidP="002C173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C1733" w:rsidRPr="00694EED" w:rsidRDefault="002C1733" w:rsidP="002C17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В.М.</w:t>
      </w:r>
    </w:p>
    <w:p w:rsidR="002C1733" w:rsidRPr="00694EED" w:rsidRDefault="002C1733" w:rsidP="002C17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C1733" w:rsidRPr="00694EED" w:rsidRDefault="002C1733" w:rsidP="002C17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В.М.,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2C1733" w:rsidRPr="00694EED" w:rsidRDefault="002C1733" w:rsidP="002C17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C1733" w:rsidRPr="00694EED" w:rsidRDefault="002C1733" w:rsidP="002C17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Миколаївні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0,0820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C1733" w:rsidRPr="00694EED" w:rsidRDefault="002C1733" w:rsidP="002C17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Миколаївні,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25DD3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25DD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0,0820 га, кадастровий номер: 6823984000:03:018:0325,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2C1733" w:rsidRPr="00694EED" w:rsidRDefault="002C1733" w:rsidP="002C17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В.М.,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2C1733" w:rsidRPr="00694EED" w:rsidRDefault="002C1733" w:rsidP="002C17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1733" w:rsidRPr="00694EED" w:rsidRDefault="002C1733" w:rsidP="002C17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C1733" w:rsidRPr="00694EED" w:rsidRDefault="002C1733" w:rsidP="002C17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70FE" w:rsidRPr="002C1733" w:rsidRDefault="002C1733" w:rsidP="002C17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E70FE" w:rsidRPr="002C1733" w:rsidSect="002C1733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733"/>
    <w:rsid w:val="00225DD3"/>
    <w:rsid w:val="002C1733"/>
    <w:rsid w:val="004E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73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C17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C173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C173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73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C17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C173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C173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274</Words>
  <Characters>1564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2021-07-07T06:59:00Z</dcterms:created>
  <dcterms:modified xsi:type="dcterms:W3CDTF">2021-07-07T08:46:00Z</dcterms:modified>
</cp:coreProperties>
</file>