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81B" w:rsidRDefault="0016281B" w:rsidP="001628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6281B" w:rsidRDefault="0016281B" w:rsidP="001628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6281B" w:rsidRDefault="0016281B" w:rsidP="001628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6281B" w:rsidRDefault="0016281B" w:rsidP="001628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6281B" w:rsidRDefault="0016281B" w:rsidP="001628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6281B" w:rsidRDefault="0016281B" w:rsidP="001628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65</w:t>
      </w:r>
    </w:p>
    <w:p w:rsidR="0016281B" w:rsidRDefault="0016281B" w:rsidP="0016281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6281B" w:rsidRDefault="0016281B" w:rsidP="001628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16281B" w:rsidRDefault="0016281B" w:rsidP="0016281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16281B" w:rsidRDefault="0016281B" w:rsidP="00162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16281B" w:rsidRPr="00887A4D" w:rsidRDefault="0016281B" w:rsidP="0016281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Шевчук А.О.</w:t>
      </w:r>
    </w:p>
    <w:p w:rsidR="0016281B" w:rsidRDefault="0016281B" w:rsidP="00162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6281B" w:rsidRDefault="0016281B" w:rsidP="00162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Шевчук А.О. сільська  рада</w:t>
      </w:r>
    </w:p>
    <w:p w:rsidR="0016281B" w:rsidRDefault="0016281B" w:rsidP="00162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16281B" w:rsidRPr="003A677E" w:rsidRDefault="0016281B" w:rsidP="00162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Шевчук Анастасії Олександрівні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ведення особистого селянського господарства площею  2.0000 га, яка розташована Хмельницька область, Шепетівський район,  за межами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</w:t>
      </w:r>
    </w:p>
    <w:p w:rsidR="0016281B" w:rsidRPr="00D95589" w:rsidRDefault="0016281B" w:rsidP="00162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Шевчук Анастасії Олександрівні,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F930FC">
        <w:rPr>
          <w:rFonts w:ascii="Times New Roman" w:eastAsia="Calibri" w:hAnsi="Times New Roman" w:cs="Times New Roman"/>
          <w:sz w:val="24"/>
          <w:lang w:val="ru-RU" w:eastAsia="en-US"/>
        </w:rPr>
        <w:t>____________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F930FC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земельну ділянку, площею 2,0000 га, кадастровий номер: 6823984000:03:012:0215,  для ведення особистого селянського господарства, яка розташована Хмельницька область,  Шепетівський район, за межами села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.</w:t>
      </w:r>
    </w:p>
    <w:p w:rsidR="0016281B" w:rsidRDefault="0016281B" w:rsidP="001628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3.Шевчук А.О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 передана земельна ділянка у власність, посвідчити право власності  в установленому  законом порядку.</w:t>
      </w:r>
    </w:p>
    <w:p w:rsidR="0016281B" w:rsidRDefault="0016281B" w:rsidP="001628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6281B" w:rsidRPr="0016281B" w:rsidRDefault="0016281B" w:rsidP="001628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C81D60" w:rsidRPr="0016281B" w:rsidRDefault="0016281B" w:rsidP="0016281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C81D60" w:rsidRPr="0016281B" w:rsidSect="0016281B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281B"/>
    <w:rsid w:val="0016281B"/>
    <w:rsid w:val="00C81D60"/>
    <w:rsid w:val="00F9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28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28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281B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281B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628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6281B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6281B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>SPecialiST RePack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2021-07-26T12:41:00Z</dcterms:created>
  <dcterms:modified xsi:type="dcterms:W3CDTF">2021-07-27T07:34:00Z</dcterms:modified>
</cp:coreProperties>
</file>