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FE8" w:rsidRDefault="00EA5FE8" w:rsidP="00EA5F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5FE8" w:rsidRDefault="00EA5FE8" w:rsidP="00EA5F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A5FE8" w:rsidRDefault="00EA5FE8" w:rsidP="00EA5F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A5FE8" w:rsidRDefault="00EA5FE8" w:rsidP="00EA5F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5FE8" w:rsidRDefault="00EA5FE8" w:rsidP="00EA5F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A5FE8" w:rsidRDefault="00EA5FE8" w:rsidP="00EA5F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A5FE8" w:rsidRDefault="00EA5FE8" w:rsidP="00EA5F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№62</w:t>
      </w:r>
    </w:p>
    <w:p w:rsidR="00EA5FE8" w:rsidRPr="00D02183" w:rsidRDefault="00EA5FE8" w:rsidP="00EA5FE8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EA5FE8" w:rsidRPr="00D02183" w:rsidRDefault="00EA5FE8" w:rsidP="00EA5FE8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EA5FE8" w:rsidRPr="00D02183" w:rsidRDefault="00EA5FE8" w:rsidP="00EA5FE8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т</w:t>
      </w:r>
      <w:r w:rsidRPr="00D02183">
        <w:rPr>
          <w:rFonts w:ascii="Times New Roman" w:hAnsi="Times New Roman"/>
          <w:b/>
          <w:sz w:val="24"/>
          <w:lang w:val="ru-RU"/>
        </w:rPr>
        <w:t>ехнічної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ізземлеустрою</w:t>
      </w:r>
      <w:proofErr w:type="spellEnd"/>
    </w:p>
    <w:p w:rsidR="00EA5FE8" w:rsidRPr="00D02183" w:rsidRDefault="00EA5FE8" w:rsidP="00EA5FE8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EA5FE8" w:rsidRPr="00D02183" w:rsidRDefault="00EA5FE8" w:rsidP="00EA5FE8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місцевості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EA5FE8" w:rsidRPr="00D02183" w:rsidRDefault="00EA5FE8" w:rsidP="00EA5FE8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Скринік</w:t>
      </w:r>
      <w:proofErr w:type="spellEnd"/>
      <w:r>
        <w:rPr>
          <w:rFonts w:ascii="Times New Roman" w:hAnsi="Times New Roman"/>
          <w:b/>
          <w:sz w:val="24"/>
        </w:rPr>
        <w:t xml:space="preserve"> О.В.</w:t>
      </w:r>
    </w:p>
    <w:p w:rsidR="00EA5FE8" w:rsidRPr="00D02183" w:rsidRDefault="00EA5FE8" w:rsidP="00EA5FE8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EA5FE8" w:rsidRPr="00D02183" w:rsidRDefault="00EA5FE8" w:rsidP="00EA5FE8">
      <w:pPr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D02183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Скринік</w:t>
      </w:r>
      <w:proofErr w:type="spellEnd"/>
      <w:r>
        <w:rPr>
          <w:rFonts w:ascii="Times New Roman" w:hAnsi="Times New Roman"/>
          <w:sz w:val="24"/>
        </w:rPr>
        <w:t xml:space="preserve"> О.В.,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EA5FE8" w:rsidRPr="00D02183" w:rsidRDefault="00EA5FE8" w:rsidP="00EA5FE8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EA5FE8" w:rsidRPr="00D02183" w:rsidRDefault="00EA5FE8" w:rsidP="00EA5FE8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Скринік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Ользі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Володимирівні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B7A55">
        <w:rPr>
          <w:rFonts w:ascii="Times New Roman" w:hAnsi="Times New Roman"/>
          <w:sz w:val="24"/>
        </w:rPr>
        <w:t>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</w:t>
      </w:r>
      <w:proofErr w:type="gramStart"/>
      <w:r w:rsidRPr="00D02183">
        <w:rPr>
          <w:rFonts w:ascii="Times New Roman" w:hAnsi="Times New Roman"/>
          <w:sz w:val="24"/>
        </w:rPr>
        <w:t>га,  для</w:t>
      </w:r>
      <w:proofErr w:type="gramEnd"/>
      <w:r w:rsidRPr="00D02183">
        <w:rPr>
          <w:rFonts w:ascii="Times New Roman" w:hAnsi="Times New Roman"/>
          <w:sz w:val="24"/>
        </w:rPr>
        <w:t xml:space="preserve">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>
        <w:rPr>
          <w:rFonts w:ascii="Times New Roman" w:hAnsi="Times New Roman"/>
          <w:sz w:val="24"/>
        </w:rPr>
        <w:t>, по вул. Джерельна, 6</w:t>
      </w:r>
      <w:r w:rsidRPr="00D02183">
        <w:rPr>
          <w:rFonts w:ascii="Times New Roman" w:hAnsi="Times New Roman"/>
          <w:sz w:val="24"/>
        </w:rPr>
        <w:t>.</w:t>
      </w:r>
    </w:p>
    <w:p w:rsidR="00EA5FE8" w:rsidRDefault="00EA5FE8" w:rsidP="00EA5FE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Скринік О.В.,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A5FE8" w:rsidRPr="00F443C5" w:rsidRDefault="00EA5FE8" w:rsidP="00EA5F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EA5FE8" w:rsidRPr="00D02183" w:rsidRDefault="00EA5FE8" w:rsidP="00EA5F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A5FE8" w:rsidRPr="00D02183" w:rsidRDefault="00EA5FE8" w:rsidP="00EA5F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A5FE8" w:rsidRPr="00F443C5" w:rsidRDefault="00EA5FE8" w:rsidP="00EA5FE8">
      <w:pPr>
        <w:spacing w:after="0"/>
        <w:jc w:val="both"/>
        <w:rPr>
          <w:rFonts w:ascii="Times New Roman" w:hAnsi="Times New Roman"/>
          <w:sz w:val="24"/>
        </w:rPr>
      </w:pPr>
    </w:p>
    <w:p w:rsidR="00EA5FE8" w:rsidRPr="00F443C5" w:rsidRDefault="00EA5FE8" w:rsidP="00EA5FE8">
      <w:pPr>
        <w:spacing w:after="0"/>
        <w:jc w:val="both"/>
        <w:rPr>
          <w:rFonts w:ascii="Times New Roman" w:hAnsi="Times New Roman"/>
          <w:sz w:val="24"/>
        </w:rPr>
      </w:pPr>
    </w:p>
    <w:p w:rsidR="00681A87" w:rsidRPr="00EA5FE8" w:rsidRDefault="00EA5FE8" w:rsidP="00EA5FE8">
      <w:pPr>
        <w:spacing w:after="0"/>
        <w:jc w:val="both"/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</w:t>
      </w:r>
      <w:r>
        <w:rPr>
          <w:rFonts w:ascii="Times New Roman" w:hAnsi="Times New Roman"/>
          <w:sz w:val="24"/>
        </w:rPr>
        <w:t xml:space="preserve">  Валерій МИХАЛЮК</w:t>
      </w:r>
    </w:p>
    <w:sectPr w:rsidR="00681A87" w:rsidRPr="00EA5F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FE8"/>
    <w:rsid w:val="00171A2E"/>
    <w:rsid w:val="00304C90"/>
    <w:rsid w:val="00505B6D"/>
    <w:rsid w:val="00681A87"/>
    <w:rsid w:val="006D3977"/>
    <w:rsid w:val="007D6C18"/>
    <w:rsid w:val="00D1641A"/>
    <w:rsid w:val="00EA5FE8"/>
    <w:rsid w:val="00FB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7DE8"/>
  <w15:docId w15:val="{1851F6CD-C5EF-4CCC-B351-22E3C185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FE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A5F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A5FE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A5FE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2021-04-28T12:04:00Z</dcterms:created>
  <dcterms:modified xsi:type="dcterms:W3CDTF">2021-04-28T13:17:00Z</dcterms:modified>
</cp:coreProperties>
</file>