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593" w:rsidRDefault="00BD2593" w:rsidP="00BD259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593" w:rsidRDefault="00BD2593" w:rsidP="00BD25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D2593" w:rsidRDefault="00BD2593" w:rsidP="00BD25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D2593" w:rsidRDefault="00BD2593" w:rsidP="00BD259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593" w:rsidRDefault="00BD2593" w:rsidP="00BD25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D2593" w:rsidRDefault="00BD2593" w:rsidP="00BD25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D2593" w:rsidRDefault="00BD2593" w:rsidP="00BD25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№53</w:t>
      </w:r>
    </w:p>
    <w:p w:rsidR="00BD2593" w:rsidRPr="00AF2E62" w:rsidRDefault="00BD2593" w:rsidP="00BD259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D2593" w:rsidRPr="00AF2E62" w:rsidRDefault="00BD2593" w:rsidP="00BD259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D2593" w:rsidRPr="00AF2E62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D2593" w:rsidRPr="00AF2E62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BD2593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В.О.</w:t>
      </w:r>
    </w:p>
    <w:p w:rsidR="00BD2593" w:rsidRPr="00D02250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BD2593" w:rsidRPr="00D02250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02250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22, 116, 118, 121, 122 Земельного кодексу України, Закону України «Про землеустрій»,   розглянувши   заяву   </w:t>
      </w:r>
      <w:proofErr w:type="spellStart"/>
      <w:r w:rsidRPr="00D02250">
        <w:rPr>
          <w:rFonts w:ascii="Times New Roman" w:eastAsia="Calibri" w:hAnsi="Times New Roman" w:cs="Times New Roman"/>
          <w:sz w:val="24"/>
          <w:lang w:eastAsia="en-US"/>
        </w:rPr>
        <w:t>Дмитришина</w:t>
      </w:r>
      <w:proofErr w:type="spellEnd"/>
      <w:r w:rsidRPr="00D02250">
        <w:rPr>
          <w:rFonts w:ascii="Times New Roman" w:eastAsia="Calibri" w:hAnsi="Times New Roman" w:cs="Times New Roman"/>
          <w:sz w:val="24"/>
          <w:lang w:eastAsia="en-US"/>
        </w:rPr>
        <w:t xml:space="preserve"> В.О.,  сільська рада </w:t>
      </w:r>
    </w:p>
    <w:p w:rsidR="00BD2593" w:rsidRPr="00D02250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02250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BD2593" w:rsidRPr="00AF2E62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Олександровичу,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30CBF" w:rsidRPr="00A30CBF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0,24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BD2593" w:rsidRPr="00AF2E62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D2593" w:rsidRPr="00AF2E62" w:rsidRDefault="00BD2593" w:rsidP="00BD25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D2593" w:rsidRPr="00AF2E62" w:rsidRDefault="00BD2593" w:rsidP="00BD259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D2593" w:rsidRPr="00AF2E62" w:rsidRDefault="00BD2593" w:rsidP="00BD25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D2593" w:rsidRDefault="00BD2593" w:rsidP="00BD259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D2593" w:rsidRPr="00BD2593" w:rsidRDefault="00BD2593" w:rsidP="00BD2593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C0B7B" w:rsidRPr="00BD2593" w:rsidRDefault="00BD2593" w:rsidP="00BD259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</w:t>
      </w:r>
      <w:r w:rsidRPr="003C3FA9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Валерій   МИХАЛЮК</w:t>
      </w:r>
    </w:p>
    <w:sectPr w:rsidR="003C0B7B" w:rsidRPr="00BD259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93"/>
    <w:rsid w:val="003C0B7B"/>
    <w:rsid w:val="00A30CBF"/>
    <w:rsid w:val="00BD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59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D259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D259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D259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59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D259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D259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D259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2021-07-07T06:27:00Z</dcterms:created>
  <dcterms:modified xsi:type="dcterms:W3CDTF">2021-07-07T08:18:00Z</dcterms:modified>
</cp:coreProperties>
</file>